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0" w:after="0" w:line="240" w:lineRule="auto"/>
        <w:ind w:left="2245" w:right="2190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w w:val="109"/>
        </w:rPr>
        <w:t>L</w:t>
      </w:r>
      <w:r>
        <w:rPr>
          <w:rFonts w:ascii="Times New Roman" w:hAnsi="Times New Roman" w:cs="Times New Roman" w:eastAsia="Times New Roman"/>
          <w:sz w:val="36"/>
          <w:szCs w:val="36"/>
          <w:w w:val="116"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99"/>
        </w:rPr>
        <w:t>N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16"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16"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8"/>
        </w:rPr>
        <w:t>C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99"/>
        </w:rPr>
        <w:t>A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9"/>
        </w:rPr>
        <w:t>È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9"/>
        </w:rPr>
        <w:t>ET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99"/>
        </w:rPr>
        <w:t>N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7"/>
        </w:rPr>
        <w:t>OG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99"/>
        </w:rPr>
        <w:t>A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9"/>
        </w:rPr>
        <w:t>F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16"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99"/>
        </w:rPr>
        <w:t>A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0" w:after="0" w:line="273" w:lineRule="exact"/>
        <w:ind w:left="4895" w:right="486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240" w:lineRule="auto"/>
        <w:ind w:left="1987" w:right="1951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w w:val="99"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G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HJ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TA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99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G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C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S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" w:after="0" w:line="240" w:lineRule="auto"/>
        <w:ind w:left="4892" w:right="4856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w w:val="100"/>
        </w:rPr>
      </w:r>
    </w:p>
    <w:p>
      <w:pPr>
        <w:spacing w:before="0" w:after="0" w:line="322" w:lineRule="exact"/>
        <w:ind w:left="2982" w:right="2946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C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99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6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AO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S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99"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9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8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</w:rPr>
        <w:t>7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0" w:after="0" w:line="276" w:lineRule="exact"/>
        <w:ind w:left="4895" w:right="486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316" w:lineRule="exact"/>
        <w:ind w:left="3629" w:right="3592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w w:val="99"/>
          <w:position w:val="-1"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  <w:position w:val="-1"/>
        </w:rPr>
        <w:t>D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  <w:position w:val="-1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  <w:position w:val="-1"/>
        </w:rPr>
        <w:t>C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  <w:position w:val="-1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  <w:position w:val="-1"/>
        </w:rPr>
        <w:t>C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  <w:position w:val="-1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  <w:position w:val="-1"/>
        </w:rPr>
        <w:t>C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  <w:position w:val="-1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  <w:position w:val="-1"/>
        </w:rPr>
        <w:t>RV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  <w:position w:val="-1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  <w:position w:val="-1"/>
        </w:rPr>
        <w:t>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  <w:position w:val="-1"/>
        </w:rPr>
        <w:t>N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99"/>
          <w:position w:val="-1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99"/>
          <w:position w:val="-1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</w:p>
    <w:p>
      <w:pPr>
        <w:spacing w:before="0" w:after="0" w:line="271" w:lineRule="exact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  <w:position w:val="0"/>
        </w:rPr>
      </w:r>
    </w:p>
    <w:p>
      <w:pPr>
        <w:spacing w:before="2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  <w:position w:val="0"/>
        </w:rPr>
      </w:r>
    </w:p>
    <w:p>
      <w:pPr>
        <w:spacing w:before="5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240" w:lineRule="auto"/>
        <w:ind w:left="114" w:right="7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240" w:lineRule="auto"/>
        <w:ind w:left="114" w:right="22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275" w:lineRule="exact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2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w w:val="111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</w:p>
    <w:p>
      <w:pPr>
        <w:spacing w:before="0" w:after="0" w:line="226" w:lineRule="exact"/>
        <w:ind w:left="1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</w:r>
    </w:p>
    <w:p>
      <w:pPr>
        <w:spacing w:before="2" w:after="0" w:line="240" w:lineRule="auto"/>
        <w:ind w:left="114" w:right="46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0" w:after="0" w:line="240" w:lineRule="auto"/>
        <w:ind w:left="114" w:right="24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020" w:right="1300"/>
        </w:sectPr>
      </w:pPr>
      <w:rPr/>
    </w:p>
    <w:p>
      <w:pPr>
        <w:spacing w:before="73" w:after="0" w:line="240" w:lineRule="auto"/>
        <w:ind w:left="114" w:right="233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1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6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1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14" w:right="7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14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86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nnovu,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8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2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9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0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00" w:bottom="280" w:left="1020" w:right="1360"/>
        </w:sectPr>
      </w:pPr>
      <w:rPr/>
    </w:p>
    <w:p>
      <w:pPr>
        <w:spacing w:before="83" w:after="0" w:line="274" w:lineRule="exact"/>
        <w:ind w:left="114" w:right="823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8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14" w:right="2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62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2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Abb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39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8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4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55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5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1696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6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172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55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1750.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1800,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2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1850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60"/>
        </w:sectPr>
      </w:pPr>
      <w:rPr/>
    </w:p>
    <w:p>
      <w:pPr>
        <w:spacing w:before="73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1900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55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1914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1" w:lineRule="auto"/>
        <w:ind w:left="666" w:right="407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47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2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14" w:right="6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96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zzesi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00" w:bottom="280" w:left="1020" w:right="1400"/>
        </w:sectPr>
      </w:pPr>
      <w:rPr/>
    </w:p>
    <w:p>
      <w:pPr>
        <w:spacing w:before="73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666" w:right="36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40" w:lineRule="auto"/>
        <w:ind w:left="114" w:right="19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98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2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za:</w:t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5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9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5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8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5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0" w:lineRule="exact"/>
        <w:ind w:left="114" w:right="79" w:firstLine="55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fiziu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ricer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iù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zia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cita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rsi,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1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2240" w:h="15840"/>
          <w:pgMar w:top="900" w:bottom="280" w:left="1020" w:right="1380"/>
        </w:sectPr>
      </w:pPr>
      <w:rPr/>
    </w:p>
    <w:p>
      <w:pPr>
        <w:spacing w:before="81" w:after="0" w:line="230" w:lineRule="exact"/>
        <w:ind w:left="114" w:right="11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aistra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ersità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rti.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larii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Pazz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è.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286" w:firstLine="55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ppo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-20"/>
        <w:jc w:val="left"/>
        <w:tabs>
          <w:tab w:pos="13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9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9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2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24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72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27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24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5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5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0" w:after="0" w:line="239" w:lineRule="auto"/>
        <w:ind w:left="1026" w:right="118" w:firstLine="-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rél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istre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Pitre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icilia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28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5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40" w:lineRule="auto"/>
        <w:ind w:left="160" w:right="2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5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80"/>
        </w:sectPr>
      </w:pPr>
      <w:rPr/>
    </w:p>
    <w:p>
      <w:pPr>
        <w:spacing w:before="78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75" w:lineRule="exact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60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743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7" w:firstLine="5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14" w:right="3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1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6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29" w:firstLine="5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5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8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3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46" w:right="22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746" w:right="7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80"/>
        </w:sectPr>
      </w:pPr>
      <w:rPr/>
    </w:p>
    <w:p>
      <w:pPr>
        <w:spacing w:before="73" w:after="0" w:line="240" w:lineRule="auto"/>
        <w:ind w:left="114" w:right="18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242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Lilliu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izi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</w:t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.cit.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0" w:after="0" w:line="229" w:lineRule="exact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aris-La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0" w:after="0" w:line="240" w:lineRule="auto"/>
        <w:ind w:left="10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3" w:after="0" w:line="230" w:lineRule="exact"/>
        <w:ind w:left="666" w:right="1413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île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Paris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&amp;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cit.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177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0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1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21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thick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84"/>
          <w:u w:val="thick" w:color="0000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84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12"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12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thick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20"/>
          <w:u w:val="thick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2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7"/>
          <w:w w:val="111"/>
          <w:u w:val="thick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7"/>
          <w:w w:val="111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7"/>
          <w:w w:val="184"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7"/>
          <w:w w:val="184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thick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thick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u w:val="thick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100"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100"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  <w:u w:val="thick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thick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thick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thick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20"/>
          <w:u w:val="thick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2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u w:val="thick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thick" w:color="0000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37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4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7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jc w:val="left"/>
        <w:spacing w:after="0"/>
        <w:sectPr>
          <w:pgSz w:w="12240" w:h="15840"/>
          <w:pgMar w:top="900" w:bottom="280" w:left="1020" w:right="1360"/>
        </w:sectPr>
      </w:pPr>
      <w:rPr/>
    </w:p>
    <w:p>
      <w:pPr>
        <w:spacing w:before="83" w:after="0" w:line="274" w:lineRule="exact"/>
        <w:ind w:left="114" w:right="9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2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8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5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79"/>
          <w:w w:val="3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55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5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5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85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7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ppug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Zaza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60"/>
        </w:sectPr>
      </w:pPr>
      <w:rPr/>
    </w:p>
    <w:p>
      <w:pPr>
        <w:spacing w:before="83" w:after="0" w:line="274" w:lineRule="exact"/>
        <w:ind w:left="160" w:right="68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666" w:right="300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nnovu,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26" w:right="748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7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8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9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28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754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632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2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5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440"/>
        </w:sectPr>
      </w:pPr>
      <w:rPr/>
    </w:p>
    <w:p>
      <w:pPr>
        <w:spacing w:before="78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4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2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77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17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7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77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17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1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4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8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20" w:right="14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1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380"/>
        </w:sectPr>
      </w:pPr>
      <w:rPr/>
    </w:p>
    <w:p>
      <w:pPr>
        <w:spacing w:before="78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0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1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9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1982,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p.153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77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5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70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2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985,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p.208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656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8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4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80"/>
        </w:sectPr>
      </w:pPr>
      <w:rPr/>
    </w:p>
    <w:p>
      <w:pPr>
        <w:spacing w:before="60" w:after="0" w:line="239" w:lineRule="auto"/>
        <w:ind w:left="114" w:right="34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6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6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6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2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0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2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67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3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0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7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3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907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97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4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28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nnovu,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jc w:val="left"/>
        <w:spacing w:after="0"/>
        <w:sectPr>
          <w:pgSz w:w="12240" w:h="15840"/>
          <w:pgMar w:top="640" w:bottom="280" w:left="1020" w:right="1360"/>
        </w:sectPr>
      </w:pPr>
      <w:rPr/>
    </w:p>
    <w:p>
      <w:pPr>
        <w:spacing w:before="83" w:after="0" w:line="274" w:lineRule="exact"/>
        <w:ind w:left="160" w:right="13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26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8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26" w:right="327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4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60" w:right="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77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3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56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2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6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6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jc w:val="left"/>
        <w:spacing w:after="0"/>
        <w:sectPr>
          <w:pgSz w:w="12240" w:h="15840"/>
          <w:pgMar w:top="620" w:bottom="280" w:left="1020" w:right="1360"/>
        </w:sectPr>
      </w:pPr>
      <w:rPr/>
    </w:p>
    <w:p>
      <w:pPr>
        <w:spacing w:before="60" w:after="0" w:line="239" w:lineRule="auto"/>
        <w:ind w:left="666" w:right="31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173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0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76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55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26" w:right="199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8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15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60" w:right="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5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3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77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6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6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21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24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6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6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2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54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736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33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1020" w:right="1380"/>
        </w:sectPr>
      </w:pPr>
      <w:rPr/>
    </w:p>
    <w:p>
      <w:pPr>
        <w:spacing w:before="78" w:after="0" w:line="239" w:lineRule="auto"/>
        <w:ind w:left="120" w:right="10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4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3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8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8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7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20" w:right="1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7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380"/>
        </w:sectPr>
      </w:pPr>
      <w:rPr/>
    </w:p>
    <w:p>
      <w:pPr>
        <w:spacing w:before="83" w:after="0" w:line="274" w:lineRule="exact"/>
        <w:ind w:left="120" w:right="9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00" w:firstLine="5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8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donqo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0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1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55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5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nnuv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20" w:right="62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auto"/>
        <w:ind w:left="120" w:right="7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60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7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40" w:lineRule="auto"/>
        <w:ind w:left="120" w:right="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64" w:firstLine="5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55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5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55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5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jc w:val="both"/>
        <w:spacing w:after="0"/>
        <w:sectPr>
          <w:pgSz w:w="12240" w:h="15840"/>
          <w:pgMar w:top="620" w:bottom="280" w:left="1060" w:right="1360"/>
        </w:sectPr>
      </w:pPr>
      <w:rPr/>
    </w:p>
    <w:p>
      <w:pPr>
        <w:spacing w:before="78" w:after="0" w:line="240" w:lineRule="auto"/>
        <w:ind w:left="120" w:right="1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64" w:firstLine="50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2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63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9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4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9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1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3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8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7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5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6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2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360"/>
        </w:sectPr>
      </w:pPr>
      <w:rPr/>
    </w:p>
    <w:p>
      <w:pPr>
        <w:spacing w:before="78" w:after="0" w:line="239" w:lineRule="auto"/>
        <w:ind w:left="120" w:right="30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55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ppugh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7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83,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1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13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10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8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13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5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5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1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380"/>
        </w:sectPr>
      </w:pPr>
      <w:rPr/>
    </w:p>
    <w:p>
      <w:pPr>
        <w:spacing w:before="73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-20"/>
        <w:jc w:val="left"/>
        <w:tabs>
          <w:tab w:pos="450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6" w:right="3663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cès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ux)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cès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-20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-20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-20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3497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06" w:right="-20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39" w:lineRule="auto"/>
        <w:ind w:left="106" w:right="3078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ux)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06" w:right="-20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06" w:right="-20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06" w:right="3637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-20"/>
        <w:jc w:val="left"/>
        <w:tabs>
          <w:tab w:pos="45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3496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3502"/>
        <w:jc w:val="left"/>
        <w:tabs>
          <w:tab w:pos="3800" w:val="left"/>
          <w:tab w:pos="45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6" w:right="3757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-20"/>
        <w:jc w:val="left"/>
        <w:tabs>
          <w:tab w:pos="45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-20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06" w:right="4143"/>
        <w:jc w:val="left"/>
        <w:tabs>
          <w:tab w:pos="3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jc w:val="left"/>
        <w:spacing w:after="0"/>
        <w:sectPr>
          <w:pgSz w:w="12240" w:h="15840"/>
          <w:pgMar w:top="900" w:bottom="280" w:left="1580" w:right="1720"/>
        </w:sectPr>
      </w:pPr>
      <w:rPr/>
    </w:p>
    <w:p>
      <w:pPr>
        <w:spacing w:before="78" w:after="0" w:line="240" w:lineRule="auto"/>
        <w:ind w:left="666" w:right="-20"/>
        <w:jc w:val="left"/>
        <w:tabs>
          <w:tab w:pos="43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46" w:right="8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746" w:right="14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3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single" w:color="0000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</w:p>
    <w:p>
      <w:pPr>
        <w:spacing w:before="0" w:after="0" w:line="240" w:lineRule="auto"/>
        <w:ind w:left="1746" w:right="1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666" w:right="36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single" w:color="0000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  <w:u w:val="single" w:color="0000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2" w:after="0" w:line="240" w:lineRule="auto"/>
        <w:ind w:left="666" w:right="-20"/>
        <w:jc w:val="left"/>
        <w:tabs>
          <w:tab w:pos="1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V.</w:t>
      </w:r>
      <w:r>
        <w:rPr>
          <w:rFonts w:ascii="Times New Roman" w:hAnsi="Times New Roman" w:cs="Times New Roman" w:eastAsia="Times New Roman"/>
          <w:sz w:val="24"/>
          <w:szCs w:val="24"/>
          <w:spacing w:val="-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2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2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1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6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2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</w:p>
    <w:p>
      <w:pPr>
        <w:spacing w:before="0" w:after="0" w:line="240" w:lineRule="auto"/>
        <w:ind w:left="114" w:right="4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Sz w:w="12240" w:h="15840"/>
          <w:pgMar w:top="620" w:bottom="280" w:left="1020" w:right="1380"/>
        </w:sectPr>
      </w:pPr>
      <w:rPr/>
    </w:p>
    <w:p>
      <w:pPr>
        <w:spacing w:before="60" w:after="0" w:line="240" w:lineRule="auto"/>
        <w:ind w:left="22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2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2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7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LBERT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2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67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4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1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-47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7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3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3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72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ECEC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5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1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06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773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1020" w:right="1360"/>
        </w:sectPr>
      </w:pPr>
      <w:rPr/>
    </w:p>
    <w:p>
      <w:pPr>
        <w:spacing w:before="73" w:after="0" w:line="240" w:lineRule="auto"/>
        <w:ind w:left="114" w:right="13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9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9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45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5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5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7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7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45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5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5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84"/>
          <w:u w:val="single" w:color="0000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8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99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6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ç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86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26" w:right="203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31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64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49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5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5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3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3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73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7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47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7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8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8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99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8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8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3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99"/>
          <w:u w:val="single" w:color="0000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26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26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27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3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9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2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-20"/>
        <w:jc w:val="left"/>
        <w:tabs>
          <w:tab w:pos="36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4924"/>
        <w:jc w:val="left"/>
        <w:tabs>
          <w:tab w:pos="36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</w:p>
    <w:p>
      <w:pPr>
        <w:jc w:val="left"/>
        <w:spacing w:after="0"/>
        <w:sectPr>
          <w:pgSz w:w="12240" w:h="15840"/>
          <w:pgMar w:top="900" w:bottom="280" w:left="1020" w:right="1420"/>
        </w:sectPr>
      </w:pPr>
      <w:rPr/>
    </w:p>
    <w:p>
      <w:pPr>
        <w:spacing w:before="7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-20"/>
        <w:jc w:val="left"/>
        <w:tabs>
          <w:tab w:pos="3640" w:val="left"/>
          <w:tab w:pos="64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3640" w:val="left"/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3640" w:val="left"/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3640" w:val="left"/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66" w:right="1813"/>
        <w:jc w:val="left"/>
        <w:tabs>
          <w:tab w:pos="3640" w:val="left"/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66" w:right="-20"/>
        <w:jc w:val="left"/>
        <w:tabs>
          <w:tab w:pos="3640" w:val="left"/>
          <w:tab w:pos="65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2173"/>
        <w:jc w:val="left"/>
        <w:tabs>
          <w:tab w:pos="3640" w:val="left"/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1974"/>
        <w:jc w:val="left"/>
        <w:tabs>
          <w:tab w:pos="3640" w:val="left"/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1612"/>
        <w:jc w:val="left"/>
        <w:tabs>
          <w:tab w:pos="3640" w:val="left"/>
          <w:tab w:pos="6480" w:val="left"/>
          <w:tab w:pos="71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40" w:lineRule="auto"/>
        <w:ind w:left="666" w:right="49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42" w:after="0" w:line="240" w:lineRule="auto"/>
        <w:ind w:left="114" w:right="10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2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8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0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ognunu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860" w:bottom="280" w:left="1020" w:right="1420"/>
        </w:sectPr>
      </w:pPr>
      <w:rPr/>
    </w:p>
    <w:p>
      <w:pPr>
        <w:spacing w:before="73" w:after="0" w:line="240" w:lineRule="auto"/>
        <w:ind w:left="114" w:right="23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55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8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ECEC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6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  <w:position w:val="-1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2240" w:h="15840"/>
          <w:pgMar w:top="900" w:bottom="280" w:left="1020" w:right="138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14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jc w:val="left"/>
        <w:spacing w:after="0"/>
        <w:sectPr>
          <w:type w:val="continuous"/>
          <w:pgSz w:w="12240" w:h="15840"/>
          <w:pgMar w:top="640" w:bottom="280" w:left="1020" w:right="1380"/>
          <w:cols w:num="2" w:equalWidth="0">
            <w:col w:w="634" w:space="32"/>
            <w:col w:w="9174"/>
          </w:cols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10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3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9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1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94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3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020" w:right="1380"/>
        </w:sectPr>
      </w:pPr>
      <w:rPr/>
    </w:p>
    <w:p>
      <w:pPr>
        <w:spacing w:before="78" w:after="0" w:line="239" w:lineRule="auto"/>
        <w:ind w:left="120" w:right="14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13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7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9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5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0"/>
          <w:w w:val="15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5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5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1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39" w:lineRule="auto"/>
        <w:ind w:left="120" w:right="197"/>
        <w:jc w:val="left"/>
        <w:tabs>
          <w:tab w:pos="13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2"/>
          <w:w w:val="99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72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9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-78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5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5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jc w:val="left"/>
        <w:spacing w:after="0"/>
        <w:sectPr>
          <w:pgSz w:w="12240" w:h="15840"/>
          <w:pgMar w:top="620" w:bottom="280" w:left="1060" w:right="1420"/>
        </w:sectPr>
      </w:pPr>
      <w:rPr/>
    </w:p>
    <w:p>
      <w:pPr>
        <w:spacing w:before="78" w:after="0" w:line="239" w:lineRule="auto"/>
        <w:ind w:left="120" w:right="3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ognunu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5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5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5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5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5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5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0"/>
          <w:w w:val="15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5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0"/>
          <w:w w:val="15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nnovu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4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626" w:right="184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120" w:right="7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4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380"/>
        </w:sectPr>
      </w:pPr>
      <w:rPr/>
    </w:p>
    <w:p>
      <w:pPr>
        <w:spacing w:before="83" w:after="0" w:line="274" w:lineRule="exact"/>
        <w:ind w:left="120" w:right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83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Ahù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2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5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0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5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1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.E.C.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6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8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480"/>
        </w:sectPr>
      </w:pPr>
      <w:rPr/>
    </w:p>
    <w:p>
      <w:pPr>
        <w:spacing w:before="73" w:after="0" w:line="240" w:lineRule="auto"/>
        <w:ind w:left="120" w:right="43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20" w:right="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6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9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4" w:lineRule="exact"/>
        <w:ind w:left="120" w:right="93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2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8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6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elac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eslé,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</w:p>
    <w:p>
      <w:pPr>
        <w:spacing w:before="0" w:after="0" w:line="229" w:lineRule="exact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lletin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</w:p>
    <w:p>
      <w:pPr>
        <w:spacing w:before="0" w:after="0" w:line="240" w:lineRule="auto"/>
        <w:ind w:left="626" w:right="4656" w:firstLine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té,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éral.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</w:p>
    <w:p>
      <w:pPr>
        <w:jc w:val="left"/>
        <w:spacing w:after="0"/>
        <w:sectPr>
          <w:pgSz w:w="12240" w:h="15840"/>
          <w:pgMar w:top="900" w:bottom="280" w:left="1060" w:right="1400"/>
        </w:sectPr>
      </w:pPr>
      <w:rPr/>
    </w:p>
    <w:p>
      <w:pPr>
        <w:spacing w:before="61" w:after="0" w:line="239" w:lineRule="auto"/>
        <w:ind w:left="120" w:right="14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qo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onno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7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22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8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20" w:right="5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3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84,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74" w:lineRule="exact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20" w:right="11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674" w:firstLine="5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Sz w:w="12240" w:h="15840"/>
          <w:pgMar w:top="640" w:bottom="280" w:left="1060" w:right="1360"/>
        </w:sectPr>
      </w:pPr>
      <w:rPr/>
    </w:p>
    <w:p>
      <w:pPr>
        <w:spacing w:before="73" w:after="0" w:line="240" w:lineRule="auto"/>
        <w:ind w:left="120" w:right="4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03" w:firstLine="5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73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6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46" w:firstLine="50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5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6" w:right="-20"/>
        <w:jc w:val="left"/>
        <w:tabs>
          <w:tab w:pos="13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9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50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7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9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13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2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1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02" w:firstLine="5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1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2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00" w:bottom="280" w:left="1060" w:right="1400"/>
        </w:sectPr>
      </w:pPr>
      <w:rPr/>
    </w:p>
    <w:p>
      <w:pPr>
        <w:spacing w:before="73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80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4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18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6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4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0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6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6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00" w:bottom="280" w:left="1060" w:right="1400"/>
        </w:sectPr>
      </w:pPr>
      <w:rPr/>
    </w:p>
    <w:p>
      <w:pPr>
        <w:spacing w:before="73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4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A)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1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3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1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480" w:lineRule="auto"/>
        <w:ind w:left="626" w:right="5291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2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00" w:bottom="280" w:left="1060" w:right="1460"/>
        </w:sectPr>
      </w:pPr>
      <w:rPr/>
    </w:p>
    <w:p>
      <w:pPr>
        <w:spacing w:before="83" w:after="0" w:line="274" w:lineRule="exact"/>
        <w:ind w:left="160" w:right="8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45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2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60" w:right="10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81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</w:p>
    <w:p>
      <w:pPr>
        <w:spacing w:before="0" w:after="0" w:line="240" w:lineRule="auto"/>
        <w:ind w:left="160" w:right="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7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8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66" w:right="60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8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60"/>
        </w:sectPr>
      </w:pPr>
      <w:rPr/>
    </w:p>
    <w:p>
      <w:pPr>
        <w:spacing w:before="78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8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4" w:right="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14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4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26" w:right="1081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0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57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60"/>
        </w:sectPr>
      </w:pPr>
      <w:rPr/>
    </w:p>
    <w:p>
      <w:pPr>
        <w:spacing w:before="83" w:after="0" w:line="274" w:lineRule="exact"/>
        <w:ind w:left="160" w:right="1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26" w:right="50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26" w:right="235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A)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6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Ognunu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6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26" w:right="361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41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8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60"/>
        </w:sectPr>
      </w:pPr>
      <w:rPr/>
    </w:p>
    <w:p>
      <w:pPr>
        <w:spacing w:before="78" w:after="0" w:line="239" w:lineRule="auto"/>
        <w:ind w:left="114" w:right="26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6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66" w:firstLine="5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38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12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2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988" w:right="664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jc w:val="left"/>
        <w:spacing w:after="0"/>
        <w:sectPr>
          <w:pgSz w:w="12240" w:h="15840"/>
          <w:pgMar w:top="620" w:bottom="280" w:left="1020" w:right="1440"/>
        </w:sectPr>
      </w:pPr>
      <w:rPr/>
    </w:p>
    <w:p>
      <w:pPr>
        <w:spacing w:before="83" w:after="0" w:line="274" w:lineRule="exact"/>
        <w:ind w:left="1026" w:right="62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9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12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A)</w:t>
      </w:r>
      <w:r>
        <w:rPr>
          <w:rFonts w:ascii="Times New Roman" w:hAnsi="Times New Roman" w:cs="Times New Roman" w:eastAsia="Times New Roman"/>
          <w:sz w:val="24"/>
          <w:szCs w:val="24"/>
          <w:spacing w:val="-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7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2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10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42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314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36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60"/>
        </w:sectPr>
      </w:pPr>
      <w:rPr/>
    </w:p>
    <w:p>
      <w:pPr>
        <w:spacing w:before="83" w:after="0" w:line="274" w:lineRule="exact"/>
        <w:ind w:left="114" w:right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40" w:firstLine="55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63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9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8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TP</w:t>
      </w:r>
    </w:p>
    <w:p>
      <w:pPr>
        <w:spacing w:before="0" w:after="0" w:line="240" w:lineRule="auto"/>
        <w:ind w:left="13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3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4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39" w:lineRule="auto"/>
        <w:ind w:left="1026" w:right="77" w:firstLine="-360"/>
        <w:jc w:val="left"/>
        <w:tabs>
          <w:tab w:pos="10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84"/>
          <w:u w:val="single" w:color="0000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8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99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99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3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3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3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8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8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9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9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26" w:right="714" w:firstLine="-36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746" w:right="16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46" w:right="288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Sz w:w="12240" w:h="15840"/>
          <w:pgMar w:top="620" w:bottom="280" w:left="1020" w:right="1380"/>
        </w:sectPr>
      </w:pPr>
      <w:rPr/>
    </w:p>
    <w:p>
      <w:pPr>
        <w:spacing w:before="78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2" w:after="0" w:line="276" w:lineRule="exact"/>
        <w:ind w:left="114" w:right="13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1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1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TP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95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37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47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868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jc w:val="left"/>
        <w:spacing w:after="0"/>
        <w:sectPr>
          <w:pgSz w:w="12240" w:h="15840"/>
          <w:pgMar w:top="620" w:bottom="280" w:left="1020" w:right="1360"/>
        </w:sectPr>
      </w:pPr>
      <w:rPr/>
    </w:p>
    <w:p>
      <w:pPr>
        <w:spacing w:before="75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9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nuvu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0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20" w:right="19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61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43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72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13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5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qo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9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jc w:val="left"/>
        <w:spacing w:after="0"/>
        <w:sectPr>
          <w:pgSz w:w="12240" w:h="15840"/>
          <w:pgMar w:top="900" w:bottom="280" w:left="1060" w:right="1360"/>
        </w:sectPr>
      </w:pPr>
      <w:rPr/>
    </w:p>
    <w:p>
      <w:pPr>
        <w:spacing w:before="78" w:after="0" w:line="239" w:lineRule="auto"/>
        <w:ind w:left="120" w:right="20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6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759" w:firstLine="5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13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986" w:right="942" w:firstLine="-36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986" w:right="1017" w:firstLine="-36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3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986" w:right="177" w:firstLine="-36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0" w:lineRule="exact"/>
        <w:ind w:left="1346" w:right="275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alité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ert.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0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400"/>
        </w:sectPr>
      </w:pPr>
      <w:rPr/>
    </w:p>
    <w:p>
      <w:pPr>
        <w:spacing w:before="73" w:after="0" w:line="240" w:lineRule="auto"/>
        <w:ind w:left="120" w:right="71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71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5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15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P.I.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57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70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2240" w:h="15840"/>
          <w:pgMar w:top="900" w:bottom="280" w:left="1060" w:right="138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2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060" w:right="1380"/>
          <w:cols w:num="2" w:equalWidth="0">
            <w:col w:w="767" w:space="15"/>
            <w:col w:w="9018"/>
          </w:cols>
        </w:sectPr>
      </w:pPr>
      <w:rPr/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20" w:right="201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.I.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5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0"/>
          <w:w w:val="15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P.I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8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329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7" w:firstLine="66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P.I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8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8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78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060" w:right="1380"/>
        </w:sectPr>
      </w:pPr>
      <w:rPr/>
    </w:p>
    <w:p>
      <w:pPr>
        <w:spacing w:before="83" w:after="0" w:line="274" w:lineRule="exact"/>
        <w:ind w:left="120" w:right="542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92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10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68" w:firstLine="6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41" w:right="46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30" w:firstLine="50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ognunu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120" w:right="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5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9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5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77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76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5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8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8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21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4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5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360"/>
        </w:sectPr>
      </w:pPr>
      <w:rPr/>
    </w:p>
    <w:p>
      <w:pPr>
        <w:spacing w:before="83" w:after="0" w:line="274" w:lineRule="exact"/>
        <w:ind w:left="120" w:right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03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8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4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626" w:right="36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</w:t>
      </w:r>
    </w:p>
    <w:p>
      <w:pPr>
        <w:jc w:val="left"/>
        <w:spacing w:after="0"/>
        <w:sectPr>
          <w:pgSz w:w="12240" w:h="15840"/>
          <w:pgMar w:top="620" w:bottom="280" w:left="1060" w:right="1360"/>
        </w:sectPr>
      </w:pPr>
      <w:rPr/>
    </w:p>
    <w:p>
      <w:pPr>
        <w:spacing w:before="78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626" w:right="567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2.1.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67" w:firstLine="5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77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2.1.1.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62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2.1.2.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ognunu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jc w:val="left"/>
        <w:spacing w:after="0"/>
        <w:sectPr>
          <w:pgSz w:w="12240" w:h="15840"/>
          <w:pgMar w:top="620" w:bottom="280" w:left="1060" w:right="1440"/>
        </w:sectPr>
      </w:pPr>
      <w:rPr/>
    </w:p>
    <w:p>
      <w:pPr>
        <w:spacing w:before="73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666" w:right="6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99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4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280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99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2.1.3.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102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209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5"/>
          <w:w w:val="99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5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4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4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5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2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99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22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2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84"/>
          <w:u w:val="single" w:color="0000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8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4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7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82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00" w:bottom="280" w:left="1020" w:right="1380"/>
        </w:sectPr>
      </w:pPr>
      <w:rPr/>
    </w:p>
    <w:p>
      <w:pPr>
        <w:spacing w:before="83" w:after="0" w:line="274" w:lineRule="exact"/>
        <w:ind w:left="114" w:right="1120" w:firstLine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0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0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0"/>
          <w:w w:val="99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6"/>
          <w:w w:val="99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2.2.1.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</w:p>
    <w:p>
      <w:pPr>
        <w:spacing w:before="0" w:after="0" w:line="240" w:lineRule="auto"/>
        <w:ind w:left="666" w:right="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666" w:right="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666" w:right="3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66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480" w:lineRule="auto"/>
        <w:ind w:left="666" w:right="5314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20" w:right="1380"/>
        </w:sectPr>
      </w:pPr>
      <w:rPr/>
    </w:p>
    <w:p>
      <w:pPr>
        <w:spacing w:before="73" w:after="0" w:line="240" w:lineRule="auto"/>
        <w:ind w:left="106" w:right="3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6" w:right="228" w:firstLine="-360"/>
        <w:jc w:val="left"/>
        <w:tabs>
          <w:tab w:pos="4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6" w:right="-20"/>
        <w:jc w:val="left"/>
        <w:tabs>
          <w:tab w:pos="46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32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428" w:right="576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2.2.2.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06" w:right="28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53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33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-20"/>
        <w:jc w:val="left"/>
        <w:tabs>
          <w:tab w:pos="4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5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1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" w:right="-20"/>
        <w:jc w:val="left"/>
        <w:tabs>
          <w:tab w:pos="4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00" w:bottom="280" w:left="1580" w:right="1360"/>
        </w:sectPr>
      </w:pPr>
      <w:rPr/>
    </w:p>
    <w:p>
      <w:pPr>
        <w:spacing w:before="73" w:after="0" w:line="240" w:lineRule="auto"/>
        <w:ind w:left="626" w:right="2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46" w:right="65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</w:p>
    <w:p>
      <w:pPr>
        <w:spacing w:before="0" w:after="0" w:line="240" w:lineRule="auto"/>
        <w:ind w:left="5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</w:p>
    <w:p>
      <w:pPr>
        <w:spacing w:before="0" w:after="0" w:line="240" w:lineRule="auto"/>
        <w:ind w:left="5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6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4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</w:p>
    <w:p>
      <w:pPr>
        <w:spacing w:before="0" w:after="0" w:line="240" w:lineRule="auto"/>
        <w:ind w:left="1346" w:right="-20"/>
        <w:jc w:val="left"/>
        <w:tabs>
          <w:tab w:pos="170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6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EZ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</w:p>
    <w:p>
      <w:pPr>
        <w:spacing w:before="0" w:after="0" w:line="240" w:lineRule="auto"/>
        <w:ind w:left="134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%</w:t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270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20" w:right="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2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0" w:after="0" w:line="240" w:lineRule="auto"/>
        <w:ind w:left="120" w:right="1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3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822" w:right="11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822" w:right="33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00" w:bottom="280" w:left="1060" w:right="1360"/>
        </w:sectPr>
      </w:pPr>
      <w:rPr/>
    </w:p>
    <w:p>
      <w:pPr>
        <w:spacing w:before="78" w:after="0" w:line="239" w:lineRule="auto"/>
        <w:ind w:left="1822" w:right="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822" w:right="1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nnuv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28" w:firstLine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84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20" w:bottom="280" w:left="1060" w:right="140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jc w:val="left"/>
        <w:spacing w:after="0"/>
        <w:sectPr>
          <w:pgSz w:w="12240" w:h="15840"/>
          <w:pgMar w:top="1480" w:bottom="280" w:left="1580" w:right="17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sectPr>
      <w:pgSz w:w="12240" w:h="1584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</dc:creator>
  <dc:title>(Microsoft Word - LINGUISTICA \310 ETNOGRAFIA \247\247\247.doc)</dc:title>
  <dcterms:created xsi:type="dcterms:W3CDTF">2012-07-12T14:54:55Z</dcterms:created>
  <dcterms:modified xsi:type="dcterms:W3CDTF">2012-07-12T14:54:55Z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2012-07-12T00:00:00Z</vt:filetime>
  </property>
  <property fmtid="{D5CDD505-2E9C-101B-9397-08002B2CF9AE}" pid="3" name="LastSaved">
    <vt:filetime>2012-07-12T00:00:00Z</vt:filetime>
  </property>
</Properties>
</file>