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Default Extension="png" ContentType="image/png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122.143578pt;margin-top:3.059855pt;width:470.696713pt;height:.1pt;mso-position-horizontal-relative:page;mso-position-vertical-relative:page;z-index:-6365" coordorigin="2443,61" coordsize="9414,2">
            <v:shape style="position:absolute;left:2443;top:61;width:9414;height:2" coordorigin="2443,61" coordsize="9414,0" path="m2443,61l11857,61e" filled="f" stroked="t" strokeweight=".359952pt" strokecolor="#8CC357">
              <v:path arrowok="t"/>
            </v:shape>
          </v:group>
          <w10:wrap type="none"/>
        </w:pict>
      </w:r>
      <w:r>
        <w:rPr/>
        <w:pict>
          <v:group style="position:absolute;margin-left:.839887pt;margin-top:28.978649pt;width:593.320225pt;height:812.781289pt;mso-position-horizontal-relative:page;mso-position-vertical-relative:page;z-index:-6364" coordorigin="17,580" coordsize="11866,16256">
            <v:group style="position:absolute;left:24;top:12556;width:11852;height:2" coordorigin="24,12556" coordsize="11852,2">
              <v:shape style="position:absolute;left:24;top:12556;width:11852;height:2" coordorigin="24,12556" coordsize="11852,0" path="m24,12556l11876,12556e" filled="f" stroked="t" strokeweight=".719903pt" strokecolor="#1F2808">
                <v:path arrowok="t"/>
              </v:shape>
            </v:group>
            <v:group style="position:absolute;left:91;top:16815;width:11785;height:2" coordorigin="91,16815" coordsize="11785,2">
              <v:shape style="position:absolute;left:91;top:16815;width:11785;height:2" coordorigin="91,16815" coordsize="11785,0" path="m91,16815l11876,16815e" filled="f" stroked="t" strokeweight=".599919pt" strokecolor="#80C33B">
                <v:path arrowok="t"/>
              </v:shape>
            </v:group>
            <v:group style="position:absolute;left:91;top:12590;width:2;height:4229" coordorigin="91,12590" coordsize="2,4229">
              <v:shape style="position:absolute;left:91;top:12590;width:2;height:4229" coordorigin="91,12590" coordsize="0,4229" path="m91,16818l91,12590e" filled="f" stroked="t" strokeweight="1.679774pt" strokecolor="#97C880">
                <v:path arrowok="t"/>
              </v:shape>
            </v:group>
            <v:group style="position:absolute;left:11870;top:586;width:2;height:16235" coordorigin="11870,586" coordsize="2,16235">
              <v:shape style="position:absolute;left:11870;top:586;width:2;height:16235" coordorigin="11870,586" coordsize="0,16235" path="m11870,16821l11870,586e" filled="f" stroked="t" strokeweight=".599919pt" strokecolor="#87C848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.279693pt;margin-top:3.599829pt;width:.1pt;height:586.292148pt;mso-position-horizontal-relative:page;mso-position-vertical-relative:page;z-index:-6363" coordorigin="46,72" coordsize="2,11726">
            <v:shape style="position:absolute;left:46;top:72;width:2;height:11726" coordorigin="46,72" coordsize="0,11726" path="m46,11798l46,72e" filled="f" stroked="t" strokeweight=".959871pt" strokecolor="#ACCCAF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746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17.839996pt;height:12.72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62" w:lineRule="exact"/>
        <w:ind w:left="2409" w:right="-20"/>
        <w:jc w:val="left"/>
        <w:rPr>
          <w:rFonts w:ascii="Times New Roman" w:hAnsi="Times New Roman" w:cs="Times New Roman" w:eastAsia="Times New Roman"/>
          <w:sz w:val="59"/>
          <w:szCs w:val="59"/>
        </w:rPr>
      </w:pPr>
      <w:rPr/>
      <w:r>
        <w:rPr/>
        <w:pict>
          <v:shape style="position:absolute;margin-left:442.559998pt;margin-top:-66.134033pt;width:83.519997pt;height:81.599998pt;mso-position-horizontal-relative:page;mso-position-vertical-relative:paragraph;z-index:-6366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59"/>
          <w:szCs w:val="59"/>
          <w:color w:val="2B690A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59"/>
          <w:szCs w:val="59"/>
          <w:color w:val="2B690A"/>
          <w:spacing w:val="6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59"/>
          <w:szCs w:val="59"/>
          <w:color w:val="1F4F0A"/>
          <w:spacing w:val="0"/>
          <w:w w:val="104"/>
          <w:b/>
          <w:bCs/>
        </w:rPr>
        <w:t>BUTANICA</w:t>
      </w:r>
      <w:r>
        <w:rPr>
          <w:rFonts w:ascii="Times New Roman" w:hAnsi="Times New Roman" w:cs="Times New Roman" w:eastAsia="Times New Roman"/>
          <w:sz w:val="59"/>
          <w:szCs w:val="59"/>
          <w:color w:val="000000"/>
          <w:spacing w:val="0"/>
          <w:w w:val="100"/>
        </w:rPr>
      </w:r>
    </w:p>
    <w:p>
      <w:pPr>
        <w:spacing w:before="0" w:after="0" w:line="923" w:lineRule="exact"/>
        <w:ind w:left="2790" w:right="-20"/>
        <w:jc w:val="left"/>
        <w:rPr>
          <w:rFonts w:ascii="Courier New" w:hAnsi="Courier New" w:cs="Courier New" w:eastAsia="Courier New"/>
          <w:sz w:val="92"/>
          <w:szCs w:val="92"/>
        </w:rPr>
      </w:pPr>
      <w:rPr/>
      <w:r>
        <w:rPr>
          <w:rFonts w:ascii="Courier New" w:hAnsi="Courier New" w:cs="Courier New" w:eastAsia="Courier New"/>
          <w:sz w:val="92"/>
          <w:szCs w:val="92"/>
          <w:color w:val="2B690A"/>
          <w:spacing w:val="0"/>
          <w:w w:val="42"/>
          <w:position w:val="6"/>
        </w:rPr>
        <w:t>-----</w:t>
      </w:r>
      <w:r>
        <w:rPr>
          <w:rFonts w:ascii="Courier New" w:hAnsi="Courier New" w:cs="Courier New" w:eastAsia="Courier New"/>
          <w:sz w:val="92"/>
          <w:szCs w:val="92"/>
          <w:color w:val="2B690A"/>
          <w:spacing w:val="0"/>
          <w:w w:val="42"/>
          <w:position w:val="6"/>
        </w:rPr>
        <w:t>  </w:t>
      </w:r>
      <w:r>
        <w:rPr>
          <w:rFonts w:ascii="Courier New" w:hAnsi="Courier New" w:cs="Courier New" w:eastAsia="Courier New"/>
          <w:sz w:val="92"/>
          <w:szCs w:val="92"/>
          <w:color w:val="2B690A"/>
          <w:spacing w:val="0"/>
          <w:w w:val="42"/>
          <w:position w:val="6"/>
        </w:rPr>
        <w:t> </w:t>
      </w:r>
      <w:r>
        <w:rPr>
          <w:rFonts w:ascii="Courier New" w:hAnsi="Courier New" w:cs="Courier New" w:eastAsia="Courier New"/>
          <w:sz w:val="92"/>
          <w:szCs w:val="92"/>
          <w:color w:val="2B690A"/>
          <w:spacing w:val="0"/>
          <w:w w:val="42"/>
          <w:position w:val="6"/>
        </w:rPr>
        <w:t>----</w:t>
      </w:r>
      <w:r>
        <w:rPr>
          <w:rFonts w:ascii="Courier New" w:hAnsi="Courier New" w:cs="Courier New" w:eastAsia="Courier New"/>
          <w:sz w:val="92"/>
          <w:szCs w:val="92"/>
          <w:color w:val="2B690A"/>
          <w:spacing w:val="-320"/>
          <w:w w:val="100"/>
          <w:position w:val="6"/>
        </w:rPr>
        <w:t> </w:t>
      </w:r>
      <w:r>
        <w:rPr>
          <w:rFonts w:ascii="Courier New" w:hAnsi="Courier New" w:cs="Courier New" w:eastAsia="Courier New"/>
          <w:sz w:val="92"/>
          <w:szCs w:val="92"/>
          <w:color w:val="2B690A"/>
          <w:spacing w:val="0"/>
          <w:w w:val="42"/>
          <w:position w:val="6"/>
        </w:rPr>
        <w:t>--</w:t>
      </w:r>
      <w:r>
        <w:rPr>
          <w:rFonts w:ascii="Courier New" w:hAnsi="Courier New" w:cs="Courier New" w:eastAsia="Courier New"/>
          <w:sz w:val="92"/>
          <w:szCs w:val="92"/>
          <w:color w:val="000000"/>
          <w:spacing w:val="0"/>
          <w:w w:val="100"/>
          <w:position w:val="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05" w:lineRule="exact"/>
        <w:ind w:left="26" w:right="784"/>
        <w:jc w:val="center"/>
        <w:rPr>
          <w:rFonts w:ascii="Times New Roman" w:hAnsi="Times New Roman" w:cs="Times New Roman" w:eastAsia="Times New Roman"/>
          <w:sz w:val="73"/>
          <w:szCs w:val="73"/>
        </w:rPr>
      </w:pPr>
      <w:rPr/>
      <w:r>
        <w:rPr/>
        <w:pict>
          <v:group style="position:absolute;margin-left:192.214157pt;margin-top:120.386414pt;width:178.535995pt;height:.1pt;mso-position-horizontal-relative:page;mso-position-vertical-relative:paragraph;z-index:-6362" coordorigin="3844,2408" coordsize="3571,2">
            <v:shape style="position:absolute;left:3844;top:2408;width:3571;height:2" coordorigin="3844,2408" coordsize="3571,0" path="m3844,2408l7415,2408e" filled="f" stroked="t" strokeweight="1.079855pt" strokecolor="#2B7003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8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0"/>
          <w:w w:val="100"/>
          <w:b/>
          <w:bCs/>
        </w:rPr>
        <w:t>Pl</w: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73"/>
          <w:szCs w:val="73"/>
          <w:color w:val="113408"/>
          <w:spacing w:val="-25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73"/>
          <w:szCs w:val="73"/>
          <w:color w:val="1F4F0A"/>
          <w:spacing w:val="0"/>
          <w:w w:val="101"/>
          <w:b/>
          <w:bCs/>
        </w:rPr>
        <w:t>CULTIVABILE</w:t>
      </w:r>
      <w:r>
        <w:rPr>
          <w:rFonts w:ascii="Times New Roman" w:hAnsi="Times New Roman" w:cs="Times New Roman" w:eastAsia="Times New Roman"/>
          <w:sz w:val="73"/>
          <w:szCs w:val="73"/>
          <w:color w:val="00000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897" w:right="3833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113408"/>
          <w:spacing w:val="0"/>
          <w:w w:val="91"/>
        </w:rPr>
        <w:t>•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50" w:right="846"/>
        <w:jc w:val="center"/>
        <w:tabs>
          <w:tab w:pos="2760" w:val="left"/>
          <w:tab w:pos="5400" w:val="left"/>
        </w:tabs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>As</w:t>
      </w:r>
      <w:r>
        <w:rPr>
          <w:rFonts w:ascii="Arial" w:hAnsi="Arial" w:cs="Arial" w:eastAsia="Arial"/>
          <w:sz w:val="26"/>
          <w:szCs w:val="26"/>
          <w:color w:val="1F4F0A"/>
          <w:spacing w:val="2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0"/>
        </w:rPr>
        <w:t>oc</w:t>
      </w:r>
      <w:r>
        <w:rPr>
          <w:rFonts w:ascii="Arial" w:hAnsi="Arial" w:cs="Arial" w:eastAsia="Arial"/>
          <w:sz w:val="26"/>
          <w:szCs w:val="26"/>
          <w:color w:val="113408"/>
          <w:spacing w:val="10"/>
          <w:w w:val="100"/>
        </w:rPr>
        <w:t>i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>a</w:t>
      </w:r>
      <w:r>
        <w:rPr>
          <w:rFonts w:ascii="Arial" w:hAnsi="Arial" w:cs="Arial" w:eastAsia="Arial"/>
          <w:sz w:val="26"/>
          <w:szCs w:val="26"/>
          <w:color w:val="1F4F0A"/>
          <w:spacing w:val="-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9"/>
          <w:w w:val="112"/>
        </w:rPr>
        <w:t>t</w:t>
      </w:r>
      <w:r>
        <w:rPr>
          <w:rFonts w:ascii="Arial" w:hAnsi="Arial" w:cs="Arial" w:eastAsia="Arial"/>
          <w:sz w:val="26"/>
          <w:szCs w:val="26"/>
          <w:color w:val="031107"/>
          <w:spacing w:val="7"/>
          <w:w w:val="112"/>
        </w:rPr>
        <w:t>i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12"/>
        </w:rPr>
        <w:t>on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12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39"/>
          <w:w w:val="112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0"/>
        </w:rPr>
        <w:t>pour</w:t>
      </w:r>
      <w:r>
        <w:rPr>
          <w:rFonts w:ascii="Arial" w:hAnsi="Arial" w:cs="Arial" w:eastAsia="Arial"/>
          <w:sz w:val="26"/>
          <w:szCs w:val="26"/>
          <w:color w:val="113408"/>
          <w:spacing w:val="-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13408"/>
          <w:spacing w:val="9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F4F0A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F4F0A"/>
          <w:spacing w:val="-4"/>
          <w:w w:val="108"/>
        </w:rPr>
        <w:t>D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8"/>
        </w:rPr>
        <w:t>é</w:t>
      </w:r>
      <w:r>
        <w:rPr>
          <w:rFonts w:ascii="Arial" w:hAnsi="Arial" w:cs="Arial" w:eastAsia="Arial"/>
          <w:sz w:val="26"/>
          <w:szCs w:val="26"/>
          <w:color w:val="113408"/>
          <w:spacing w:val="18"/>
          <w:w w:val="108"/>
        </w:rPr>
        <w:t>v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8"/>
        </w:rPr>
        <w:t>e</w:t>
      </w:r>
      <w:r>
        <w:rPr>
          <w:rFonts w:ascii="Arial" w:hAnsi="Arial" w:cs="Arial" w:eastAsia="Arial"/>
          <w:sz w:val="26"/>
          <w:szCs w:val="26"/>
          <w:color w:val="2B690A"/>
          <w:spacing w:val="3"/>
          <w:w w:val="108"/>
        </w:rPr>
        <w:t>l</w:t>
      </w:r>
      <w:r>
        <w:rPr>
          <w:rFonts w:ascii="Arial" w:hAnsi="Arial" w:cs="Arial" w:eastAsia="Arial"/>
          <w:sz w:val="26"/>
          <w:szCs w:val="26"/>
          <w:color w:val="1F4F0A"/>
          <w:spacing w:val="16"/>
          <w:w w:val="108"/>
        </w:rPr>
        <w:t>o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8"/>
        </w:rPr>
        <w:t>p</w:t>
      </w:r>
      <w:r>
        <w:rPr>
          <w:rFonts w:ascii="Arial" w:hAnsi="Arial" w:cs="Arial" w:eastAsia="Arial"/>
          <w:sz w:val="26"/>
          <w:szCs w:val="26"/>
          <w:color w:val="113408"/>
          <w:spacing w:val="2"/>
          <w:w w:val="108"/>
        </w:rPr>
        <w:t>p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8"/>
        </w:rPr>
        <w:t>e</w:t>
      </w:r>
      <w:r>
        <w:rPr>
          <w:rFonts w:ascii="Arial" w:hAnsi="Arial" w:cs="Arial" w:eastAsia="Arial"/>
          <w:sz w:val="26"/>
          <w:szCs w:val="26"/>
          <w:color w:val="2B690A"/>
          <w:spacing w:val="3"/>
          <w:w w:val="108"/>
        </w:rPr>
        <w:t>m</w:t>
      </w:r>
      <w:r>
        <w:rPr>
          <w:rFonts w:ascii="Arial" w:hAnsi="Arial" w:cs="Arial" w:eastAsia="Arial"/>
          <w:sz w:val="26"/>
          <w:szCs w:val="26"/>
          <w:color w:val="1F4F0A"/>
          <w:spacing w:val="11"/>
          <w:w w:val="108"/>
        </w:rPr>
        <w:t>e</w:t>
      </w:r>
      <w:r>
        <w:rPr>
          <w:rFonts w:ascii="Arial" w:hAnsi="Arial" w:cs="Arial" w:eastAsia="Arial"/>
          <w:sz w:val="26"/>
          <w:szCs w:val="26"/>
          <w:color w:val="113408"/>
          <w:spacing w:val="16"/>
          <w:w w:val="108"/>
        </w:rPr>
        <w:t>n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8"/>
        </w:rPr>
        <w:t>t</w:t>
      </w:r>
      <w:r>
        <w:rPr>
          <w:rFonts w:ascii="Arial" w:hAnsi="Arial" w:cs="Arial" w:eastAsia="Arial"/>
          <w:sz w:val="26"/>
          <w:szCs w:val="26"/>
          <w:color w:val="1F4F0A"/>
          <w:spacing w:val="-64"/>
          <w:w w:val="108"/>
        </w:rPr>
        <w:t> 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F4F0A"/>
          <w:spacing w:val="7"/>
          <w:w w:val="100"/>
        </w:rPr>
        <w:t>d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0"/>
        </w:rPr>
        <w:t>es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2B690A"/>
          <w:spacing w:val="67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F4F0A"/>
          <w:spacing w:val="13"/>
          <w:w w:val="100"/>
        </w:rPr>
        <w:t>E</w:t>
      </w:r>
      <w:r>
        <w:rPr>
          <w:rFonts w:ascii="Arial" w:hAnsi="Arial" w:cs="Arial" w:eastAsia="Arial"/>
          <w:sz w:val="27"/>
          <w:szCs w:val="27"/>
          <w:color w:val="113408"/>
          <w:spacing w:val="0"/>
          <w:w w:val="100"/>
        </w:rPr>
        <w:t>tudes</w:t>
      </w:r>
      <w:r>
        <w:rPr>
          <w:rFonts w:ascii="Arial" w:hAnsi="Arial" w:cs="Arial" w:eastAsia="Arial"/>
          <w:sz w:val="27"/>
          <w:szCs w:val="27"/>
          <w:color w:val="113408"/>
          <w:spacing w:val="70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13408"/>
          <w:spacing w:val="0"/>
          <w:w w:val="89"/>
        </w:rPr>
        <w:t>A</w:t>
      </w:r>
      <w:r>
        <w:rPr>
          <w:rFonts w:ascii="Arial" w:hAnsi="Arial" w:cs="Arial" w:eastAsia="Arial"/>
          <w:sz w:val="27"/>
          <w:szCs w:val="27"/>
          <w:color w:val="113408"/>
          <w:spacing w:val="-29"/>
          <w:w w:val="89"/>
        </w:rPr>
        <w:t>t</w:t>
      </w:r>
      <w:r>
        <w:rPr>
          <w:rFonts w:ascii="Arial" w:hAnsi="Arial" w:cs="Arial" w:eastAsia="Arial"/>
          <w:sz w:val="27"/>
          <w:szCs w:val="27"/>
          <w:color w:val="1F4F0A"/>
          <w:spacing w:val="0"/>
          <w:w w:val="97"/>
        </w:rPr>
        <w:t>·ch</w:t>
      </w:r>
      <w:r>
        <w:rPr>
          <w:rFonts w:ascii="Arial" w:hAnsi="Arial" w:cs="Arial" w:eastAsia="Arial"/>
          <w:sz w:val="27"/>
          <w:szCs w:val="27"/>
          <w:color w:val="1F4F0A"/>
          <w:spacing w:val="10"/>
          <w:w w:val="97"/>
        </w:rPr>
        <w:t>é</w:t>
      </w:r>
      <w:r>
        <w:rPr>
          <w:rFonts w:ascii="Arial" w:hAnsi="Arial" w:cs="Arial" w:eastAsia="Arial"/>
          <w:sz w:val="27"/>
          <w:szCs w:val="27"/>
          <w:color w:val="113408"/>
          <w:spacing w:val="5"/>
          <w:w w:val="106"/>
        </w:rPr>
        <w:t>o</w:t>
      </w:r>
      <w:r>
        <w:rPr>
          <w:rFonts w:ascii="Arial" w:hAnsi="Arial" w:cs="Arial" w:eastAsia="Arial"/>
          <w:sz w:val="27"/>
          <w:szCs w:val="27"/>
          <w:color w:val="031107"/>
          <w:spacing w:val="7"/>
          <w:w w:val="101"/>
        </w:rPr>
        <w:t>i</w:t>
      </w:r>
      <w:r>
        <w:rPr>
          <w:rFonts w:ascii="Arial" w:hAnsi="Arial" w:cs="Arial" w:eastAsia="Arial"/>
          <w:sz w:val="27"/>
          <w:szCs w:val="27"/>
          <w:color w:val="113408"/>
          <w:spacing w:val="0"/>
          <w:w w:val="78"/>
        </w:rPr>
        <w:t>OÇJiq</w:t>
      </w:r>
      <w:r>
        <w:rPr>
          <w:rFonts w:ascii="Arial" w:hAnsi="Arial" w:cs="Arial" w:eastAsia="Arial"/>
          <w:sz w:val="27"/>
          <w:szCs w:val="27"/>
          <w:color w:val="113408"/>
          <w:spacing w:val="6"/>
          <w:w w:val="78"/>
        </w:rPr>
        <w:t>u</w:t>
      </w:r>
      <w:r>
        <w:rPr>
          <w:rFonts w:ascii="Arial" w:hAnsi="Arial" w:cs="Arial" w:eastAsia="Arial"/>
          <w:sz w:val="27"/>
          <w:szCs w:val="27"/>
          <w:color w:val="1F4F0A"/>
          <w:spacing w:val="0"/>
          <w:w w:val="98"/>
        </w:rPr>
        <w:t>es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11" w:after="0" w:line="240" w:lineRule="auto"/>
        <w:ind w:left="196" w:right="789"/>
        <w:jc w:val="center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13408"/>
          <w:spacing w:val="0"/>
          <w:w w:val="100"/>
        </w:rPr>
        <w:t>H</w:t>
      </w:r>
      <w:r>
        <w:rPr>
          <w:rFonts w:ascii="Arial" w:hAnsi="Arial" w:cs="Arial" w:eastAsia="Arial"/>
          <w:sz w:val="26"/>
          <w:szCs w:val="26"/>
          <w:color w:val="113408"/>
          <w:spacing w:val="-1"/>
          <w:w w:val="100"/>
        </w:rPr>
        <w:t>i</w:t>
      </w:r>
      <w:r>
        <w:rPr>
          <w:rFonts w:ascii="Arial" w:hAnsi="Arial" w:cs="Arial" w:eastAsia="Arial"/>
          <w:sz w:val="26"/>
          <w:szCs w:val="26"/>
          <w:color w:val="2B690A"/>
          <w:spacing w:val="1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>to</w:t>
      </w:r>
      <w:r>
        <w:rPr>
          <w:rFonts w:ascii="Arial" w:hAnsi="Arial" w:cs="Arial" w:eastAsia="Arial"/>
          <w:sz w:val="26"/>
          <w:szCs w:val="26"/>
          <w:color w:val="1F4F0A"/>
          <w:spacing w:val="-1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-20"/>
          <w:w w:val="51"/>
        </w:rPr>
        <w:t>t</w:t>
      </w:r>
      <w:r>
        <w:rPr>
          <w:rFonts w:ascii="Arial" w:hAnsi="Arial" w:cs="Arial" w:eastAsia="Arial"/>
          <w:sz w:val="26"/>
          <w:szCs w:val="26"/>
          <w:color w:val="1F4F0A"/>
          <w:spacing w:val="-22"/>
          <w:w w:val="166"/>
        </w:rPr>
        <w:t>·</w:t>
      </w:r>
      <w:r>
        <w:rPr>
          <w:rFonts w:ascii="Arial" w:hAnsi="Arial" w:cs="Arial" w:eastAsia="Arial"/>
          <w:sz w:val="26"/>
          <w:szCs w:val="26"/>
          <w:color w:val="113408"/>
          <w:spacing w:val="1"/>
          <w:w w:val="105"/>
        </w:rPr>
        <w:t>i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3"/>
        </w:rPr>
        <w:t>o</w:t>
      </w:r>
      <w:r>
        <w:rPr>
          <w:rFonts w:ascii="Arial" w:hAnsi="Arial" w:cs="Arial" w:eastAsia="Arial"/>
          <w:sz w:val="26"/>
          <w:szCs w:val="26"/>
          <w:color w:val="1F4F0A"/>
          <w:spacing w:val="-5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2"/>
          <w:w w:val="109"/>
        </w:rPr>
        <w:t>u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9"/>
        </w:rPr>
        <w:t>e</w:t>
      </w:r>
      <w:r>
        <w:rPr>
          <w:rFonts w:ascii="Arial" w:hAnsi="Arial" w:cs="Arial" w:eastAsia="Arial"/>
          <w:sz w:val="26"/>
          <w:szCs w:val="26"/>
          <w:color w:val="1F4F0A"/>
          <w:spacing w:val="17"/>
          <w:w w:val="109"/>
        </w:rPr>
        <w:t>s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9"/>
        </w:rPr>
        <w:t>:</w:t>
      </w:r>
      <w:r>
        <w:rPr>
          <w:rFonts w:ascii="Arial" w:hAnsi="Arial" w:cs="Arial" w:eastAsia="Arial"/>
          <w:sz w:val="26"/>
          <w:szCs w:val="26"/>
          <w:color w:val="113408"/>
          <w:spacing w:val="-44"/>
          <w:w w:val="109"/>
        </w:rPr>
        <w:t>.</w:t>
      </w:r>
      <w:r>
        <w:rPr>
          <w:rFonts w:ascii="Arial" w:hAnsi="Arial" w:cs="Arial" w:eastAsia="Arial"/>
          <w:sz w:val="26"/>
          <w:szCs w:val="26"/>
          <w:color w:val="1F4F0A"/>
          <w:spacing w:val="8"/>
          <w:w w:val="109"/>
        </w:rPr>
        <w:t>U</w:t>
      </w:r>
      <w:r>
        <w:rPr>
          <w:rFonts w:ascii="Arial" w:hAnsi="Arial" w:cs="Arial" w:eastAsia="Arial"/>
          <w:sz w:val="26"/>
          <w:szCs w:val="26"/>
          <w:color w:val="2B690A"/>
          <w:spacing w:val="5"/>
          <w:w w:val="109"/>
        </w:rPr>
        <w:t>n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9"/>
        </w:rPr>
        <w:t>a</w:t>
      </w:r>
      <w:r>
        <w:rPr>
          <w:rFonts w:ascii="Arial" w:hAnsi="Arial" w:cs="Arial" w:eastAsia="Arial"/>
          <w:sz w:val="26"/>
          <w:szCs w:val="26"/>
          <w:color w:val="1F4F0A"/>
          <w:spacing w:val="12"/>
          <w:w w:val="109"/>
        </w:rPr>
        <w:t>u</w:t>
      </w:r>
      <w:r>
        <w:rPr>
          <w:rFonts w:ascii="Arial" w:hAnsi="Arial" w:cs="Arial" w:eastAsia="Arial"/>
          <w:sz w:val="26"/>
          <w:szCs w:val="26"/>
          <w:color w:val="113408"/>
          <w:spacing w:val="12"/>
          <w:w w:val="109"/>
        </w:rPr>
        <w:t>i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9"/>
        </w:rPr>
        <w:t>st</w:t>
      </w:r>
      <w:r>
        <w:rPr>
          <w:rFonts w:ascii="Arial" w:hAnsi="Arial" w:cs="Arial" w:eastAsia="Arial"/>
          <w:sz w:val="26"/>
          <w:szCs w:val="26"/>
          <w:color w:val="1F4F0A"/>
          <w:spacing w:val="-2"/>
          <w:w w:val="109"/>
        </w:rPr>
        <w:t>l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9"/>
        </w:rPr>
        <w:t>o</w:t>
      </w:r>
      <w:r>
        <w:rPr>
          <w:rFonts w:ascii="Arial" w:hAnsi="Arial" w:cs="Arial" w:eastAsia="Arial"/>
          <w:sz w:val="26"/>
          <w:szCs w:val="26"/>
          <w:color w:val="113408"/>
          <w:spacing w:val="-3"/>
          <w:w w:val="109"/>
        </w:rPr>
        <w:t>u</w:t>
      </w:r>
      <w:r>
        <w:rPr>
          <w:rFonts w:ascii="Arial" w:hAnsi="Arial" w:cs="Arial" w:eastAsia="Arial"/>
          <w:sz w:val="26"/>
          <w:szCs w:val="26"/>
          <w:color w:val="1F4F0A"/>
          <w:spacing w:val="11"/>
          <w:w w:val="109"/>
        </w:rPr>
        <w:t>e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9"/>
        </w:rPr>
        <w:t>s</w:t>
      </w:r>
      <w:r>
        <w:rPr>
          <w:rFonts w:ascii="Arial" w:hAnsi="Arial" w:cs="Arial" w:eastAsia="Arial"/>
          <w:sz w:val="26"/>
          <w:szCs w:val="26"/>
          <w:color w:val="2B690A"/>
          <w:spacing w:val="30"/>
          <w:w w:val="109"/>
        </w:rPr>
        <w:t> </w:t>
      </w:r>
      <w:r>
        <w:rPr>
          <w:rFonts w:ascii="Arial" w:hAnsi="Arial" w:cs="Arial" w:eastAsia="Arial"/>
          <w:sz w:val="26"/>
          <w:szCs w:val="26"/>
          <w:color w:val="1F4F0A"/>
          <w:spacing w:val="9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13408"/>
          <w:spacing w:val="5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9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>a</w:t>
      </w:r>
      <w:r>
        <w:rPr>
          <w:rFonts w:ascii="Arial" w:hAnsi="Arial" w:cs="Arial" w:eastAsia="Arial"/>
          <w:sz w:val="26"/>
          <w:szCs w:val="26"/>
          <w:color w:val="1F4F0A"/>
          <w:spacing w:val="9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0"/>
        </w:rPr>
        <w:t>ura</w:t>
      </w:r>
      <w:r>
        <w:rPr>
          <w:rFonts w:ascii="Arial" w:hAnsi="Arial" w:cs="Arial" w:eastAsia="Arial"/>
          <w:sz w:val="26"/>
          <w:szCs w:val="26"/>
          <w:color w:val="2B690A"/>
          <w:spacing w:val="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6"/>
          <w:w w:val="107"/>
        </w:rPr>
        <w:t>l</w:t>
      </w:r>
      <w:r>
        <w:rPr>
          <w:rFonts w:ascii="Arial" w:hAnsi="Arial" w:cs="Arial" w:eastAsia="Arial"/>
          <w:sz w:val="26"/>
          <w:szCs w:val="26"/>
          <w:color w:val="1F4F0A"/>
          <w:spacing w:val="4"/>
          <w:w w:val="107"/>
        </w:rPr>
        <w:t>i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7"/>
        </w:rPr>
        <w:t>st</w:t>
      </w:r>
      <w:r>
        <w:rPr>
          <w:rFonts w:ascii="Arial" w:hAnsi="Arial" w:cs="Arial" w:eastAsia="Arial"/>
          <w:sz w:val="26"/>
          <w:szCs w:val="26"/>
          <w:color w:val="113408"/>
          <w:spacing w:val="15"/>
          <w:w w:val="107"/>
        </w:rPr>
        <w:t>e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7"/>
        </w:rPr>
        <w:t>s</w:t>
      </w:r>
      <w:r>
        <w:rPr>
          <w:rFonts w:ascii="Arial" w:hAnsi="Arial" w:cs="Arial" w:eastAsia="Arial"/>
          <w:sz w:val="26"/>
          <w:szCs w:val="26"/>
          <w:color w:val="1F4F0A"/>
          <w:spacing w:val="23"/>
          <w:w w:val="107"/>
        </w:rPr>
        <w:t> </w:t>
      </w:r>
      <w:r>
        <w:rPr>
          <w:rFonts w:ascii="Arial" w:hAnsi="Arial" w:cs="Arial" w:eastAsia="Arial"/>
          <w:sz w:val="26"/>
          <w:szCs w:val="26"/>
          <w:color w:val="1F4F0A"/>
          <w:spacing w:val="4"/>
          <w:w w:val="100"/>
        </w:rPr>
        <w:t>d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0"/>
        </w:rPr>
        <w:t>u</w:t>
      </w:r>
      <w:r>
        <w:rPr>
          <w:rFonts w:ascii="Arial" w:hAnsi="Arial" w:cs="Arial" w:eastAsia="Arial"/>
          <w:sz w:val="26"/>
          <w:szCs w:val="26"/>
          <w:color w:val="2B690A"/>
          <w:spacing w:val="4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2B690A"/>
          <w:spacing w:val="0"/>
          <w:w w:val="107"/>
        </w:rPr>
        <w:t>C</w:t>
      </w:r>
      <w:r>
        <w:rPr>
          <w:rFonts w:ascii="Arial" w:hAnsi="Arial" w:cs="Arial" w:eastAsia="Arial"/>
          <w:sz w:val="26"/>
          <w:szCs w:val="26"/>
          <w:color w:val="2B690A"/>
          <w:spacing w:val="5"/>
          <w:w w:val="107"/>
        </w:rPr>
        <w:t>e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7"/>
        </w:rPr>
        <w:t>ntre-Est:</w:t>
      </w:r>
      <w:r>
        <w:rPr>
          <w:rFonts w:ascii="Arial" w:hAnsi="Arial" w:cs="Arial" w:eastAsia="Arial"/>
          <w:sz w:val="26"/>
          <w:szCs w:val="26"/>
          <w:color w:val="113408"/>
          <w:spacing w:val="10"/>
          <w:w w:val="107"/>
        </w:rPr>
        <w:t> 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>rie</w:t>
      </w:r>
      <w:r>
        <w:rPr>
          <w:rFonts w:ascii="Arial" w:hAnsi="Arial" w:cs="Arial" w:eastAsia="Arial"/>
          <w:sz w:val="26"/>
          <w:szCs w:val="26"/>
          <w:color w:val="1F4F0A"/>
          <w:spacing w:val="5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031107"/>
          <w:spacing w:val="9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00"/>
        </w:rPr>
        <w:t>a</w:t>
      </w:r>
      <w:r>
        <w:rPr>
          <w:rFonts w:ascii="Arial" w:hAnsi="Arial" w:cs="Arial" w:eastAsia="Arial"/>
          <w:sz w:val="26"/>
          <w:szCs w:val="26"/>
          <w:color w:val="113408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F4F0A"/>
          <w:spacing w:val="6"/>
          <w:w w:val="100"/>
        </w:rPr>
        <w:t>C</w:t>
      </w:r>
      <w:r>
        <w:rPr>
          <w:rFonts w:ascii="Arial" w:hAnsi="Arial" w:cs="Arial" w:eastAsia="Arial"/>
          <w:sz w:val="26"/>
          <w:szCs w:val="26"/>
          <w:color w:val="113408"/>
          <w:spacing w:val="11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F4F0A"/>
          <w:spacing w:val="0"/>
          <w:w w:val="100"/>
        </w:rPr>
        <w:t>rse</w:t>
      </w:r>
      <w:r>
        <w:rPr>
          <w:rFonts w:ascii="Arial" w:hAnsi="Arial" w:cs="Arial" w:eastAsia="Arial"/>
          <w:sz w:val="26"/>
          <w:szCs w:val="26"/>
          <w:color w:val="1F4F0A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13408"/>
          <w:spacing w:val="0"/>
          <w:w w:val="148"/>
        </w:rPr>
        <w:t>'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1900" w:h="16840"/>
          <w:pgMar w:top="960" w:bottom="0" w:left="1080" w:right="8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683" w:lineRule="exact"/>
        <w:ind w:left="2406" w:right="2317"/>
        <w:jc w:val="center"/>
        <w:rPr>
          <w:rFonts w:ascii="Times New Roman" w:hAnsi="Times New Roman" w:cs="Times New Roman" w:eastAsia="Times New Roman"/>
          <w:sz w:val="61"/>
          <w:szCs w:val="61"/>
        </w:rPr>
      </w:pPr>
      <w:rPr/>
      <w:r>
        <w:rPr>
          <w:rFonts w:ascii="Times New Roman" w:hAnsi="Times New Roman" w:cs="Times New Roman" w:eastAsia="Times New Roman"/>
          <w:sz w:val="61"/>
          <w:szCs w:val="61"/>
          <w:spacing w:val="0"/>
          <w:w w:val="75"/>
          <w:b/>
          <w:bCs/>
        </w:rPr>
        <w:t>-A</w:t>
      </w:r>
      <w:r>
        <w:rPr>
          <w:rFonts w:ascii="Times New Roman" w:hAnsi="Times New Roman" w:cs="Times New Roman" w:eastAsia="Times New Roman"/>
          <w:sz w:val="61"/>
          <w:szCs w:val="61"/>
          <w:spacing w:val="-19"/>
          <w:w w:val="75"/>
          <w:b/>
          <w:bCs/>
        </w:rPr>
        <w:t> </w:t>
      </w:r>
      <w:r>
        <w:rPr>
          <w:rFonts w:ascii="Times New Roman" w:hAnsi="Times New Roman" w:cs="Times New Roman" w:eastAsia="Times New Roman"/>
          <w:sz w:val="61"/>
          <w:szCs w:val="61"/>
          <w:spacing w:val="0"/>
          <w:w w:val="94"/>
          <w:b/>
          <w:bCs/>
        </w:rPr>
        <w:t>-BUTANICA</w:t>
      </w:r>
      <w:r>
        <w:rPr>
          <w:rFonts w:ascii="Times New Roman" w:hAnsi="Times New Roman" w:cs="Times New Roman" w:eastAsia="Times New Roman"/>
          <w:sz w:val="61"/>
          <w:szCs w:val="61"/>
          <w:spacing w:val="0"/>
          <w:w w:val="10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631" w:right="-20"/>
        <w:jc w:val="left"/>
        <w:rPr>
          <w:rFonts w:ascii="Courier New" w:hAnsi="Courier New" w:cs="Courier New" w:eastAsia="Courier New"/>
          <w:sz w:val="69"/>
          <w:szCs w:val="69"/>
        </w:rPr>
      </w:pPr>
      <w:rPr/>
      <w:r>
        <w:rPr>
          <w:rFonts w:ascii="Courier New" w:hAnsi="Courier New" w:cs="Courier New" w:eastAsia="Courier New"/>
          <w:sz w:val="69"/>
          <w:szCs w:val="69"/>
          <w:spacing w:val="0"/>
          <w:w w:val="50"/>
        </w:rPr>
        <w:t>------------------</w:t>
      </w:r>
      <w:r>
        <w:rPr>
          <w:rFonts w:ascii="Courier New" w:hAnsi="Courier New" w:cs="Courier New" w:eastAsia="Courier New"/>
          <w:sz w:val="69"/>
          <w:szCs w:val="6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60" w:right="1161"/>
        <w:jc w:val="center"/>
        <w:rPr>
          <w:rFonts w:ascii="Times New Roman" w:hAnsi="Times New Roman" w:cs="Times New Roman" w:eastAsia="Times New Roman"/>
          <w:sz w:val="71"/>
          <w:szCs w:val="71"/>
        </w:rPr>
      </w:pPr>
      <w:rPr/>
      <w:r>
        <w:rPr/>
        <w:pict>
          <v:group style="position:absolute;margin-left:218.135361pt;margin-top:78.931808pt;width:172.11326pt;height:.1pt;mso-position-horizontal-relative:page;mso-position-vertical-relative:paragraph;z-index:-6361" coordorigin="4363,1579" coordsize="3442,2">
            <v:shape style="position:absolute;left:4363;top:1579;width:3442;height:2" coordorigin="4363,1579" coordsize="3442,0" path="m4363,1579l7805,1579e" filled="f" stroked="t" strokeweight="1.64364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71"/>
          <w:szCs w:val="71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71"/>
          <w:szCs w:val="71"/>
          <w:spacing w:val="4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71"/>
          <w:szCs w:val="71"/>
          <w:spacing w:val="0"/>
          <w:w w:val="100"/>
          <w:b/>
          <w:bCs/>
        </w:rPr>
        <w:t>PIANTI</w:t>
      </w:r>
      <w:r>
        <w:rPr>
          <w:rFonts w:ascii="Times New Roman" w:hAnsi="Times New Roman" w:cs="Times New Roman" w:eastAsia="Times New Roman"/>
          <w:sz w:val="71"/>
          <w:szCs w:val="71"/>
          <w:spacing w:val="1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71"/>
          <w:szCs w:val="71"/>
          <w:spacing w:val="0"/>
          <w:w w:val="97"/>
          <w:b/>
          <w:bCs/>
        </w:rPr>
        <w:t>CULTIVI</w:t>
      </w:r>
      <w:r>
        <w:rPr>
          <w:rFonts w:ascii="Times New Roman" w:hAnsi="Times New Roman" w:cs="Times New Roman" w:eastAsia="Times New Roman"/>
          <w:sz w:val="71"/>
          <w:szCs w:val="71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83"/>
        <w:jc w:val="righ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i/>
        </w:rPr>
        <w:t>Pierre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92"/>
          <w:i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i/>
        </w:rPr>
        <w:t>TREANTON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right"/>
        <w:spacing w:after="0"/>
        <w:sectPr>
          <w:pgSz w:w="11900" w:h="16840"/>
          <w:pgMar w:top="1580" w:bottom="280" w:left="1680" w:right="1520"/>
        </w:sectPr>
      </w:pPr>
      <w:rPr/>
    </w:p>
    <w:p>
      <w:pPr>
        <w:spacing w:before="72" w:after="0" w:line="240" w:lineRule="auto"/>
        <w:ind w:left="141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800873pt;margin-top:7.80059pt;width:8.745pt;height:33pt;mso-position-horizontal-relative:page;mso-position-vertical-relative:paragraph;z-index:-6359" type="#_x0000_t202" filled="f" stroked="f">
            <v:textbox inset="0,0,0,0">
              <w:txbxContent>
                <w:p>
                  <w:pPr>
                    <w:spacing w:before="0" w:after="0" w:line="660" w:lineRule="exact"/>
                    <w:ind w:right="-139"/>
                    <w:jc w:val="left"/>
                    <w:rPr>
                      <w:rFonts w:ascii="Times New Roman" w:hAnsi="Times New Roman" w:cs="Times New Roman" w:eastAsia="Times New Roman"/>
                      <w:sz w:val="66"/>
                      <w:szCs w:val="66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66"/>
                      <w:szCs w:val="66"/>
                      <w:spacing w:val="0"/>
                      <w:w w:val="53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66"/>
                      <w:szCs w:val="66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Treantorî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5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69"/>
        </w:rPr>
        <w:t>r-·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6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54"/>
        </w:rPr>
        <w:t>1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spacing w:before="7" w:after="0" w:line="350" w:lineRule="exact"/>
        <w:ind w:left="151"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Arial" w:hAnsi="Arial" w:cs="Arial" w:eastAsia="Arial"/>
          <w:sz w:val="31"/>
          <w:szCs w:val="31"/>
          <w:spacing w:val="0"/>
          <w:w w:val="52"/>
          <w:position w:val="-1"/>
        </w:rPr>
        <w:t>i</w:t>
      </w:r>
      <w:r>
        <w:rPr>
          <w:rFonts w:ascii="Arial" w:hAnsi="Arial" w:cs="Arial" w:eastAsia="Arial"/>
          <w:sz w:val="31"/>
          <w:szCs w:val="31"/>
          <w:spacing w:val="0"/>
          <w:w w:val="100"/>
          <w:position w:val="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361" w:lineRule="exact"/>
        <w:ind w:left="4390" w:right="-20"/>
        <w:jc w:val="left"/>
        <w:rPr>
          <w:rFonts w:ascii="Times New Roman" w:hAnsi="Times New Roman" w:cs="Times New Roman" w:eastAsia="Times New Roman"/>
          <w:sz w:val="32"/>
          <w:szCs w:val="32"/>
        </w:rPr>
      </w:pPr>
      <w:rPr/>
      <w:r>
        <w:rPr/>
        <w:pict>
          <v:group style="position:absolute;margin-left:195.658463pt;margin-top:36.423443pt;width:196.602539pt;height:.1pt;mso-position-horizontal-relative:page;mso-position-vertical-relative:paragraph;z-index:-6360" coordorigin="3913,728" coordsize="3932,2">
            <v:shape style="position:absolute;left:3913;top:728;width:3932;height:2" coordorigin="3913,728" coordsize="3932,0" path="m3913,728l7845,728e" filled="f" stroked="t" strokeweight=".9440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1</w:t>
      </w:r>
      <w:r>
        <w:rPr>
          <w:rFonts w:ascii="Times New Roman" w:hAnsi="Times New Roman" w:cs="Times New Roman" w:eastAsia="Times New Roman"/>
          <w:sz w:val="32"/>
          <w:szCs w:val="32"/>
          <w:spacing w:val="5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PIANTI</w:t>
      </w:r>
      <w:r>
        <w:rPr>
          <w:rFonts w:ascii="Times New Roman" w:hAnsi="Times New Roman" w:cs="Times New Roman" w:eastAsia="Times New Roman"/>
          <w:sz w:val="32"/>
          <w:szCs w:val="32"/>
          <w:spacing w:val="38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2"/>
          <w:b/>
          <w:bCs/>
          <w:position w:val="-1"/>
        </w:rPr>
        <w:t>CULTIVI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position w:val="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00" w:h="16840"/>
          <w:pgMar w:top="760" w:bottom="280" w:left="80" w:right="168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4" w:right="-55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137"/>
        </w:rPr>
        <w:t>·,,.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spacing w:before="29" w:after="0" w:line="384" w:lineRule="auto"/>
        <w:ind w:left="-21" w:right="12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Elementi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1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affigliazione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terminulogia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scientifica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applichevule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240" w:lineRule="auto"/>
        <w:ind w:left="1517" w:right="280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butanica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pianti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cultivi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40" w:lineRule="auto"/>
        <w:ind w:left="1572" w:right="292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disturbi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pianti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cultivi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380" w:lineRule="auto"/>
        <w:ind w:left="1329" w:right="262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fitoteraputia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pianti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cultivi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cunfirmata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attraversu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240" w:lineRule="auto"/>
        <w:ind w:left="1487" w:right="272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32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3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cultivi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center"/>
        <w:spacing w:after="0"/>
        <w:sectPr>
          <w:type w:val="continuous"/>
          <w:pgSz w:w="11900" w:h="16840"/>
          <w:pgMar w:top="960" w:bottom="0" w:left="80" w:right="1680"/>
          <w:cols w:num="2" w:equalWidth="0">
            <w:col w:w="274" w:space="2507"/>
            <w:col w:w="7359"/>
          </w:cols>
        </w:sectPr>
      </w:pPr>
      <w:rPr/>
    </w:p>
    <w:p>
      <w:pPr>
        <w:spacing w:before="72" w:after="0" w:line="240" w:lineRule="auto"/>
        <w:ind w:left="1353" w:right="-20"/>
        <w:jc w:val="left"/>
        <w:tabs>
          <w:tab w:pos="6400" w:val="left"/>
        </w:tabs>
        <w:rPr>
          <w:rFonts w:ascii="Arial" w:hAnsi="Arial" w:cs="Arial" w:eastAsia="Arial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.577152pt;margin-top:7.568493pt;width:8.970pt;height:34.5pt;mso-position-horizontal-relative:page;mso-position-vertical-relative:paragraph;z-index:-6358" type="#_x0000_t202" filled="f" stroked="f">
            <v:textbox inset="0,0,0,0">
              <w:txbxContent>
                <w:p>
                  <w:pPr>
                    <w:spacing w:before="0" w:after="0" w:line="690" w:lineRule="exact"/>
                    <w:ind w:right="-144"/>
                    <w:jc w:val="left"/>
                    <w:rPr>
                      <w:rFonts w:ascii="Times New Roman" w:hAnsi="Times New Roman" w:cs="Times New Roman" w:eastAsia="Times New Roman"/>
                      <w:sz w:val="69"/>
                      <w:szCs w:val="69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69"/>
                      <w:szCs w:val="69"/>
                      <w:spacing w:val="0"/>
                      <w:w w:val="52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69"/>
                      <w:szCs w:val="69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  <w:i/>
          <w:position w:val="1"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93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>Treanton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</w:r>
      <w:r>
        <w:rPr>
          <w:rFonts w:ascii="Arial" w:hAnsi="Arial" w:cs="Arial" w:eastAsia="Arial"/>
          <w:sz w:val="23"/>
          <w:szCs w:val="23"/>
          <w:spacing w:val="0"/>
          <w:w w:val="143"/>
          <w:i/>
          <w:position w:val="0"/>
        </w:rPr>
        <w:t>1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1358" w:right="75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terminologie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botanique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vivrières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vocabulaire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scientifique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international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gréco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latin.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1900" w:h="16840"/>
          <w:pgMar w:top="740" w:bottom="280" w:left="200" w:right="1420"/>
        </w:sectPr>
      </w:pPr>
      <w:rPr/>
    </w:p>
    <w:p>
      <w:pPr>
        <w:spacing w:before="29" w:after="0" w:line="240" w:lineRule="auto"/>
        <w:ind w:left="1353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choses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</w:rPr>
        <w:t>l'une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5" w:lineRule="auto"/>
        <w:ind w:left="47" w:right="3697" w:firstLine="-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84"/>
        </w:rPr>
        <w:t>i</w:t>
      </w:r>
      <w:r>
        <w:rPr>
          <w:rFonts w:ascii="Arial" w:hAnsi="Arial" w:cs="Arial" w:eastAsia="Arial"/>
          <w:sz w:val="25"/>
          <w:szCs w:val="25"/>
          <w:spacing w:val="14"/>
          <w:w w:val="18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n'est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naît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200" w:right="1420"/>
          <w:cols w:num="2" w:equalWidth="0">
            <w:col w:w="3563" w:space="1406"/>
            <w:col w:w="5311"/>
          </w:cols>
        </w:sectPr>
      </w:pPr>
      <w:rPr/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52" w:lineRule="auto"/>
        <w:ind w:left="1348" w:right="108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conditions,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s'il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s'affirme,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simplement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mêmes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langue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1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espagnole,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française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italienne,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méditerranéennes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d'obédience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gréco-latine.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348" w:right="8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contrainte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surprendra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personne,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qu'il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n'y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dès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lors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aucune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prétention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40" w:lineRule="auto"/>
        <w:ind w:left="1348" w:right="216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tenter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verbe,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disciplines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venir.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0" w:lineRule="auto"/>
        <w:ind w:left="1353" w:right="100" w:firstLine="-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</w:rPr>
        <w:t>n'est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amusement,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c'est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tâche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obligatoire.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faut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qu'elle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s'accomplisse,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2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3" w:lineRule="auto"/>
        <w:ind w:left="1344" w:right="78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verbiage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plaisir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consisterait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ajouter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manière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simpliste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temrinaisons,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féminin,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masculin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enrichir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(appauvrir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serait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exact)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langue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ibérisés,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francisés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italianisés.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serait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trop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facile.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1353" w:right="43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c'est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«un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mots».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Assez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</w:rPr>
        <w:t>délicat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4" w:lineRule="auto"/>
        <w:ind w:left="1348" w:right="63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85"/>
        </w:rPr>
        <w:t>il</w:t>
      </w:r>
      <w:r>
        <w:rPr>
          <w:rFonts w:ascii="Arial" w:hAnsi="Arial" w:cs="Arial" w:eastAsia="Arial"/>
          <w:sz w:val="24"/>
          <w:szCs w:val="24"/>
          <w:spacing w:val="-72"/>
          <w:w w:val="1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règles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d'observer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l'orthodoxie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sémantique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l'authenticité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stricti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scritti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véhiculés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jusqu'à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demeurer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inaliénables</w:t>
      </w:r>
      <w:r>
        <w:rPr>
          <w:rFonts w:ascii="Times New Roman" w:hAnsi="Times New Roman" w:cs="Times New Roman" w:eastAsia="Times New Roman"/>
          <w:sz w:val="24"/>
          <w:szCs w:val="24"/>
          <w:spacing w:val="65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conservatoire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d'y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terminologie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spécifiquement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taxinomie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Savoir,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parrainage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communément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pourtour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méditerranéen</w:t>
      </w:r>
      <w:r>
        <w:rPr>
          <w:rFonts w:ascii="Times New Roman" w:hAnsi="Times New Roman" w:cs="Times New Roman" w:eastAsia="Times New Roman"/>
          <w:sz w:val="24"/>
          <w:szCs w:val="24"/>
          <w:spacing w:val="-3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strictu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gréco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latin*.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17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juillet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1984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4" w:lineRule="exact"/>
        <w:ind w:left="1372" w:right="48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i/>
        </w:rPr>
        <w:t>*Pour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qui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est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l'américain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intemationa/,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Scientifiques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i/>
        </w:rPr>
        <w:t>Insulaires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proposeront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aussi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déterminer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dans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autre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temps.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00" w:h="16840"/>
          <w:pgMar w:top="960" w:bottom="0" w:left="200" w:right="1420"/>
        </w:sectPr>
      </w:pPr>
      <w:rPr/>
    </w:p>
    <w:p>
      <w:pPr>
        <w:spacing w:before="70" w:after="0" w:line="240" w:lineRule="auto"/>
        <w:ind w:left="106" w:right="-20"/>
        <w:jc w:val="left"/>
        <w:tabs>
          <w:tab w:pos="52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2.639113pt;margin-top:768.094055pt;width:.1pt;height:72.706184pt;mso-position-horizontal-relative:page;mso-position-vertical-relative:page;z-index:-6357" coordorigin="53,15362" coordsize="2,1454">
            <v:shape style="position:absolute;left:53;top:15362;width:2;height:1454" coordorigin="53,15362" coordsize="0,1454" path="m53,16816l53,15362e" filled="f" stroked="t" strokeweight=".23991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Treanton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  <w:i/>
        </w:rPr>
        <w:t>2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TERMINULOGIA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BUTANICA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7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PIANTI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CULTIVI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0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ANALOGIA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ALFABETACA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2" w:after="0" w:line="240" w:lineRule="auto"/>
        <w:ind w:left="130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ETIMULOGIA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GRECACORSA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EPITETI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DESCRITTIVI</w:t>
      </w:r>
      <w:r>
        <w:rPr>
          <w:rFonts w:ascii="Times New Roman" w:hAnsi="Times New Roman" w:cs="Times New Roman" w:eastAsia="Times New Roman"/>
          <w:sz w:val="24"/>
          <w:szCs w:val="24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40" w:lineRule="auto"/>
        <w:ind w:left="125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SCIFRI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LETTARI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GRECULATINUCORSI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2" w:after="0" w:line="240" w:lineRule="auto"/>
        <w:ind w:left="125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TERMINULOGIA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LATINACORSA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5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2" w:after="0" w:line="240" w:lineRule="auto"/>
        <w:ind w:left="13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APPIICAZIONE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1" w:after="0" w:line="240" w:lineRule="auto"/>
        <w:ind w:left="1589" w:right="-20"/>
        <w:jc w:val="left"/>
        <w:tabs>
          <w:tab w:pos="8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SISTEMATICA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40" w:lineRule="auto"/>
        <w:ind w:left="2083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CLASSIFICAZIONE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VEGETAL!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40" w:lineRule="auto"/>
        <w:ind w:left="2083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CLASSIFICAZIONE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PARASSITI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SOTTUPARASSITI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97" w:lineRule="exact"/>
        <w:ind w:left="2107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CLASSIFICAZIONE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PRINCI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ALI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FUNGI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6"/>
        </w:rPr>
        <w:t>15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2" w:after="0" w:line="271" w:lineRule="exact"/>
        <w:ind w:left="2107" w:right="-20"/>
        <w:jc w:val="left"/>
        <w:tabs>
          <w:tab w:pos="8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position w:val="-1"/>
        </w:rPr>
        <w:t>CLASSIFICAZIONE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INSETTI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ACARII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  <w:position w:val="-1"/>
        </w:rPr>
        <w:t>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2" w:after="0" w:line="240" w:lineRule="auto"/>
        <w:ind w:left="135" w:right="-20"/>
        <w:jc w:val="left"/>
        <w:tabs>
          <w:tab w:pos="8740" w:val="left"/>
        </w:tabs>
        <w:rPr>
          <w:rFonts w:ascii="Courier New" w:hAnsi="Courier New" w:cs="Courier New" w:eastAsia="Courier New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DISTURBI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1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PIANTI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CULTIVI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ourier New" w:hAnsi="Courier New" w:cs="Courier New" w:eastAsia="Courier New"/>
          <w:sz w:val="28"/>
          <w:szCs w:val="28"/>
          <w:spacing w:val="0"/>
          <w:w w:val="100"/>
          <w:position w:val="1"/>
        </w:rPr>
        <w:t>17</w:t>
      </w:r>
      <w:r>
        <w:rPr>
          <w:rFonts w:ascii="Courier New" w:hAnsi="Courier New" w:cs="Courier New" w:eastAsia="Courier New"/>
          <w:sz w:val="28"/>
          <w:szCs w:val="28"/>
          <w:spacing w:val="0"/>
          <w:w w:val="100"/>
          <w:position w:val="0"/>
        </w:rPr>
      </w:r>
    </w:p>
    <w:p>
      <w:pPr>
        <w:spacing w:before="0" w:after="0" w:line="298" w:lineRule="exact"/>
        <w:ind w:left="1589" w:right="-20"/>
        <w:jc w:val="left"/>
        <w:tabs>
          <w:tab w:pos="8740" w:val="left"/>
        </w:tabs>
        <w:rPr>
          <w:rFonts w:ascii="Courier New" w:hAnsi="Courier New" w:cs="Courier New" w:eastAsia="Courier New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  <w:position w:val="2"/>
        </w:rPr>
        <w:t>FIZIOLOGICHI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8"/>
          <w:szCs w:val="28"/>
          <w:spacing w:val="0"/>
          <w:w w:val="100"/>
          <w:position w:val="3"/>
        </w:rPr>
        <w:t>17</w:t>
      </w:r>
      <w:r>
        <w:rPr>
          <w:rFonts w:ascii="Courier New" w:hAnsi="Courier New" w:cs="Courier New" w:eastAsia="Courier New"/>
          <w:sz w:val="28"/>
          <w:szCs w:val="28"/>
          <w:spacing w:val="0"/>
          <w:w w:val="100"/>
          <w:position w:val="0"/>
        </w:rPr>
      </w:r>
    </w:p>
    <w:p>
      <w:pPr>
        <w:spacing w:before="0" w:after="0" w:line="280" w:lineRule="exact"/>
        <w:ind w:left="1589" w:right="-20"/>
        <w:jc w:val="left"/>
        <w:tabs>
          <w:tab w:pos="874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VIRI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position w:val="2"/>
        </w:rPr>
        <w:t>MICOPLASMI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2"/>
        </w:rPr>
        <w:t>18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88" w:lineRule="exact"/>
        <w:ind w:left="1593" w:right="-20"/>
        <w:jc w:val="left"/>
        <w:tabs>
          <w:tab w:pos="876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BATTERII</w:t>
      </w:r>
      <w:r>
        <w:rPr>
          <w:rFonts w:ascii="Times New Roman" w:hAnsi="Times New Roman" w:cs="Times New Roman" w:eastAsia="Times New Roman"/>
          <w:sz w:val="24"/>
          <w:szCs w:val="24"/>
          <w:spacing w:val="-3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82"/>
          <w:position w:val="2"/>
        </w:rPr>
        <w:t>18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69" w:lineRule="exact"/>
        <w:ind w:left="1589" w:right="-20"/>
        <w:jc w:val="left"/>
        <w:tabs>
          <w:tab w:pos="87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DAFUNGI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0"/>
          <w:position w:val="1"/>
        </w:rPr>
        <w:t>19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2" w:after="0" w:line="240" w:lineRule="auto"/>
        <w:ind w:left="85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ANIMAL</w:t>
      </w:r>
      <w:r>
        <w:rPr>
          <w:rFonts w:ascii="Times New Roman" w:hAnsi="Times New Roman" w:cs="Times New Roman" w:eastAsia="Times New Roman"/>
          <w:sz w:val="24"/>
          <w:szCs w:val="24"/>
          <w:spacing w:val="-68"/>
          <w:w w:val="11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PARASSITI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40" w:lineRule="auto"/>
        <w:ind w:left="1593" w:right="-20"/>
        <w:jc w:val="left"/>
        <w:tabs>
          <w:tab w:pos="874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MEMATODI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83"/>
        </w:rPr>
        <w:t>20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</w:rPr>
      </w:r>
    </w:p>
    <w:p>
      <w:pPr>
        <w:spacing w:before="0" w:after="0" w:line="288" w:lineRule="exact"/>
        <w:ind w:left="1593" w:right="-20"/>
        <w:jc w:val="left"/>
        <w:tabs>
          <w:tab w:pos="874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INSETTI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83"/>
          <w:position w:val="3"/>
        </w:rPr>
        <w:t>21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87" w:lineRule="exact"/>
        <w:ind w:left="1584" w:right="-20"/>
        <w:jc w:val="left"/>
        <w:tabs>
          <w:tab w:pos="874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ACARII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2"/>
        </w:rPr>
        <w:t>22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73" w:lineRule="exact"/>
        <w:ind w:left="859" w:right="-20"/>
        <w:jc w:val="left"/>
        <w:tabs>
          <w:tab w:pos="874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position w:val="1"/>
        </w:rPr>
        <w:t>ANIMA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5"/>
          <w:position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9"/>
          <w:w w:val="105"/>
          <w:position w:val="1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position w:val="1"/>
        </w:rPr>
        <w:t>SOTTUPARASSITI</w:t>
      </w:r>
      <w:r>
        <w:rPr>
          <w:rFonts w:ascii="Times New Roman" w:hAnsi="Times New Roman" w:cs="Times New Roman" w:eastAsia="Times New Roman"/>
          <w:sz w:val="24"/>
          <w:szCs w:val="24"/>
          <w:spacing w:val="-47"/>
          <w:w w:val="105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80"/>
          <w:position w:val="3"/>
        </w:rPr>
        <w:t>23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335" w:lineRule="exact"/>
        <w:ind w:left="1589" w:right="-20"/>
        <w:jc w:val="left"/>
        <w:tabs>
          <w:tab w:pos="874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>MOLLUSCHI,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82"/>
          <w:position w:val="-2"/>
        </w:rPr>
        <w:t>23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90" w:lineRule="exact"/>
        <w:ind w:left="1584" w:right="-20"/>
        <w:jc w:val="left"/>
        <w:tabs>
          <w:tab w:pos="874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>UCELLI</w:t>
      </w:r>
      <w:r>
        <w:rPr>
          <w:rFonts w:ascii="Times New Roman" w:hAnsi="Times New Roman" w:cs="Times New Roman" w:eastAsia="Times New Roman"/>
          <w:sz w:val="24"/>
          <w:szCs w:val="24"/>
          <w:spacing w:val="-34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  <w:t>23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98" w:lineRule="exact"/>
        <w:ind w:left="1579" w:right="-20"/>
        <w:jc w:val="left"/>
        <w:tabs>
          <w:tab w:pos="872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>MAMMIFERI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  <w:t>23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77" w:lineRule="exact"/>
        <w:ind w:left="854" w:right="-20"/>
        <w:jc w:val="left"/>
        <w:tabs>
          <w:tab w:pos="872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5"/>
        </w:rPr>
        <w:t>ESEMPII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5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5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position w:val="5"/>
        </w:rPr>
        <w:t>CHIMICHI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10"/>
          <w:position w:val="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  <w:position w:val="5"/>
        </w:rPr>
        <w:t>PERI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10"/>
          <w:position w:val="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5"/>
        </w:rPr>
        <w:t>DISTURBI</w:t>
      </w:r>
      <w:r>
        <w:rPr>
          <w:rFonts w:ascii="Times New Roman" w:hAnsi="Times New Roman" w:cs="Times New Roman" w:eastAsia="Times New Roman"/>
          <w:sz w:val="24"/>
          <w:szCs w:val="24"/>
          <w:spacing w:val="-49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5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  <w:position w:val="-1"/>
        </w:rPr>
        <w:t>24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87" w:lineRule="exact"/>
        <w:ind w:left="850" w:right="-20"/>
        <w:jc w:val="left"/>
        <w:tabs>
          <w:tab w:pos="87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>MATERII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>ATTIVI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>FITUTERAPUTIA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position w:val="-2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308" w:lineRule="exact"/>
        <w:ind w:left="845" w:right="-20"/>
        <w:jc w:val="left"/>
        <w:tabs>
          <w:tab w:pos="872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>GRANI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>URTAGLII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7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-1"/>
        </w:rPr>
        <w:t>29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83" w:lineRule="exact"/>
        <w:ind w:left="835" w:right="-20"/>
        <w:jc w:val="left"/>
        <w:tabs>
          <w:tab w:pos="872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>AROMATI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position w:val="6"/>
        </w:rPr>
        <w:t>CUNDIMENTI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6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-1"/>
        </w:rPr>
        <w:t>30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0" w:after="0" w:line="291" w:lineRule="exact"/>
        <w:ind w:left="835" w:right="-20"/>
        <w:jc w:val="left"/>
        <w:tabs>
          <w:tab w:pos="87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8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8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8"/>
        </w:rPr>
        <w:t>FRUTTI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8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8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  <w:position w:val="-1"/>
        </w:rPr>
        <w:t>31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01" w:right="-20"/>
        <w:jc w:val="left"/>
        <w:tabs>
          <w:tab w:pos="8700" w:val="left"/>
        </w:tabs>
        <w:rPr>
          <w:rFonts w:ascii="Courier New" w:hAnsi="Courier New" w:cs="Courier New" w:eastAsia="Courier New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BIBLIUSCRITTU</w:t>
      </w:r>
      <w:r>
        <w:rPr>
          <w:rFonts w:ascii="Times New Roman" w:hAnsi="Times New Roman" w:cs="Times New Roman" w:eastAsia="Times New Roman"/>
          <w:sz w:val="24"/>
          <w:szCs w:val="24"/>
          <w:spacing w:val="-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-10"/>
        </w:rPr>
        <w:t>32</w:t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  <w:position w:val="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945"/>
        <w:jc w:val="righ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Décembre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1983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right"/>
        <w:spacing w:after="0"/>
        <w:sectPr>
          <w:pgSz w:w="11900" w:h="16840"/>
          <w:pgMar w:top="440" w:bottom="280" w:left="1300" w:right="1440"/>
        </w:sectPr>
      </w:pPr>
      <w:rPr/>
    </w:p>
    <w:p>
      <w:pPr>
        <w:spacing w:before="77" w:after="0" w:line="240" w:lineRule="auto"/>
        <w:ind w:left="1310" w:right="-20"/>
        <w:jc w:val="left"/>
        <w:tabs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Treanton·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913" w:right="-20"/>
        <w:jc w:val="left"/>
        <w:rPr>
          <w:rFonts w:ascii="Times New Roman" w:hAnsi="Times New Roman" w:cs="Times New Roman" w:eastAsia="Times New Roman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7"/>
          <w:szCs w:val="27"/>
          <w:spacing w:val="0"/>
          <w:w w:val="111"/>
          <w:i/>
        </w:rPr>
        <w:t>ALFABETU</w:t>
      </w:r>
      <w:r>
        <w:rPr>
          <w:rFonts w:ascii="Times New Roman" w:hAnsi="Times New Roman" w:cs="Times New Roman" w:eastAsia="Times New Roman"/>
          <w:sz w:val="27"/>
          <w:szCs w:val="27"/>
          <w:spacing w:val="-16"/>
          <w:w w:val="111"/>
          <w:i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14"/>
          <w:i/>
        </w:rPr>
        <w:t>GRECULATINU</w:t>
      </w:r>
      <w:r>
        <w:rPr>
          <w:rFonts w:ascii="Times New Roman" w:hAnsi="Times New Roman" w:cs="Times New Roman" w:eastAsia="Times New Roman"/>
          <w:sz w:val="27"/>
          <w:szCs w:val="27"/>
          <w:spacing w:val="-6"/>
          <w:w w:val="114"/>
          <w:i/>
        </w:rPr>
        <w:t>T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5"/>
          <w:i/>
        </w:rPr>
        <w:t>A_LIANUCORSU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543" w:right="-20"/>
        <w:jc w:val="left"/>
        <w:tabs>
          <w:tab w:pos="4940" w:val="left"/>
          <w:tab w:pos="9480" w:val="left"/>
          <w:tab w:pos="112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CORSU</w:t>
      </w:r>
      <w:r>
        <w:rPr>
          <w:rFonts w:ascii="Times New Roman" w:hAnsi="Times New Roman" w:cs="Times New Roman" w:eastAsia="Times New Roman"/>
          <w:sz w:val="25"/>
          <w:szCs w:val="25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GR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1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CU</w:t>
      </w:r>
      <w:r>
        <w:rPr>
          <w:rFonts w:ascii="Times New Roman" w:hAnsi="Times New Roman" w:cs="Times New Roman" w:eastAsia="Times New Roman"/>
          <w:sz w:val="23"/>
          <w:szCs w:val="23"/>
          <w:spacing w:val="-56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LATINU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TALIANU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4" w:lineRule="exact"/>
        <w:ind w:left="3164" w:right="-20"/>
        <w:jc w:val="left"/>
        <w:tabs>
          <w:tab w:pos="127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10"/>
        </w:rPr>
        <w:t>Funemi</w:t>
      </w:r>
      <w:r>
        <w:rPr>
          <w:rFonts w:ascii="Times New Roman" w:hAnsi="Times New Roman" w:cs="Times New Roman" w:eastAsia="Times New Roman"/>
          <w:sz w:val="25"/>
          <w:szCs w:val="25"/>
          <w:spacing w:val="-53"/>
          <w:w w:val="11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0"/>
        </w:rPr>
        <w:t>Funemi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40" w:lineRule="auto"/>
        <w:ind w:left="1901" w:right="-20"/>
        <w:jc w:val="left"/>
        <w:tabs>
          <w:tab w:pos="5360" w:val="left"/>
          <w:tab w:pos="6340" w:val="left"/>
          <w:tab w:pos="9500" w:val="left"/>
          <w:tab w:pos="11200" w:val="left"/>
          <w:tab w:pos="115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5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41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14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3"/>
          <w:position w:val="1"/>
        </w:rPr>
        <w:t>alpha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5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68" w:lineRule="exact"/>
        <w:ind w:left="1891" w:right="-20"/>
        <w:jc w:val="left"/>
        <w:tabs>
          <w:tab w:pos="5360" w:val="left"/>
          <w:tab w:pos="6320" w:val="left"/>
          <w:tab w:pos="9480" w:val="left"/>
          <w:tab w:pos="11200" w:val="left"/>
          <w:tab w:pos="11580" w:val="left"/>
        </w:tabs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3"/>
          <w:szCs w:val="23"/>
          <w:spacing w:val="-47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4"/>
        </w:rPr>
        <w:t>B</w:t>
      </w:r>
      <w:r>
        <w:rPr>
          <w:rFonts w:ascii="Arial" w:hAnsi="Arial" w:cs="Arial" w:eastAsia="Arial"/>
          <w:sz w:val="23"/>
          <w:szCs w:val="23"/>
          <w:spacing w:val="-35"/>
          <w:w w:val="100"/>
          <w:position w:val="-4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4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4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0"/>
          <w:position w:val="-1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20"/>
          <w:position w:val="-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0"/>
          <w:position w:val="-1"/>
        </w:rPr>
        <w:t>ta</w:t>
      </w:r>
      <w:r>
        <w:rPr>
          <w:rFonts w:ascii="Times New Roman" w:hAnsi="Times New Roman" w:cs="Times New Roman" w:eastAsia="Times New Roman"/>
          <w:sz w:val="25"/>
          <w:szCs w:val="25"/>
          <w:spacing w:val="-72"/>
          <w:w w:val="12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3"/>
          <w:szCs w:val="23"/>
          <w:spacing w:val="5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  <w:t>B</w:t>
      </w:r>
      <w:r>
        <w:rPr>
          <w:rFonts w:ascii="Arial" w:hAnsi="Arial" w:cs="Arial" w:eastAsia="Arial"/>
          <w:sz w:val="23"/>
          <w:szCs w:val="23"/>
          <w:spacing w:val="-47"/>
          <w:w w:val="100"/>
          <w:position w:val="-2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3"/>
          <w:szCs w:val="23"/>
          <w:spacing w:val="-33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11"/>
          <w:position w:val="-1"/>
        </w:rPr>
        <w:t>B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0" w:after="0" w:line="322" w:lineRule="exact"/>
        <w:ind w:left="1891" w:right="-20"/>
        <w:jc w:val="left"/>
        <w:tabs>
          <w:tab w:pos="2780" w:val="left"/>
          <w:tab w:pos="9500" w:val="left"/>
          <w:tab w:pos="11200" w:val="left"/>
          <w:tab w:pos="11620" w:val="left"/>
        </w:tabs>
        <w:rPr>
          <w:rFonts w:ascii="Times New Roman" w:hAnsi="Times New Roman" w:cs="Times New Roman" w:eastAsia="Times New Roman"/>
          <w:sz w:val="35"/>
          <w:szCs w:val="3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60"/>
          <w:w w:val="100"/>
          <w:position w:val="2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2"/>
        </w:rPr>
        <w:t>c</w:t>
      </w:r>
      <w:r>
        <w:rPr>
          <w:rFonts w:ascii="Arial" w:hAnsi="Arial" w:cs="Arial" w:eastAsia="Arial"/>
          <w:sz w:val="32"/>
          <w:szCs w:val="32"/>
          <w:spacing w:val="-58"/>
          <w:w w:val="100"/>
          <w:position w:val="2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2"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dj</w:t>
      </w:r>
      <w:r>
        <w:rPr>
          <w:rFonts w:ascii="Times New Roman" w:hAnsi="Times New Roman" w:cs="Times New Roman" w:eastAsia="Times New Roman"/>
          <w:sz w:val="25"/>
          <w:szCs w:val="25"/>
          <w:spacing w:val="-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spacing w:val="0"/>
          <w:w w:val="130"/>
          <w:position w:val="2"/>
        </w:rPr>
        <w:t>c</w:t>
      </w:r>
      <w:r>
        <w:rPr>
          <w:rFonts w:ascii="Times New Roman" w:hAnsi="Times New Roman" w:cs="Times New Roman" w:eastAsia="Times New Roman"/>
          <w:sz w:val="35"/>
          <w:szCs w:val="3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35"/>
          <w:szCs w:val="35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35"/>
          <w:szCs w:val="35"/>
          <w:spacing w:val="0"/>
          <w:w w:val="126"/>
          <w:position w:val="2"/>
        </w:rPr>
        <w:t>c</w:t>
      </w:r>
      <w:r>
        <w:rPr>
          <w:rFonts w:ascii="Times New Roman" w:hAnsi="Times New Roman" w:cs="Times New Roman" w:eastAsia="Times New Roman"/>
          <w:sz w:val="35"/>
          <w:szCs w:val="35"/>
          <w:spacing w:val="0"/>
          <w:w w:val="100"/>
          <w:position w:val="0"/>
        </w:rPr>
      </w:r>
    </w:p>
    <w:p>
      <w:pPr>
        <w:spacing w:before="0" w:after="0" w:line="272" w:lineRule="exact"/>
        <w:ind w:left="1896" w:right="-20"/>
        <w:jc w:val="left"/>
        <w:tabs>
          <w:tab w:pos="2780" w:val="left"/>
          <w:tab w:pos="5360" w:val="left"/>
          <w:tab w:pos="6340" w:val="left"/>
          <w:tab w:pos="9500" w:val="left"/>
          <w:tab w:pos="11200" w:val="left"/>
          <w:tab w:pos="11600" w:val="left"/>
        </w:tabs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30"/>
          <w:position w:val="1"/>
        </w:rPr>
        <w:t>D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dd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216"/>
          <w:position w:val="0"/>
        </w:rPr>
        <w:t>ô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9"/>
          <w:position w:val="1"/>
        </w:rPr>
        <w:t>delta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30"/>
          <w:position w:val="0"/>
        </w:rPr>
        <w:t>D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-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Arial" w:hAnsi="Arial" w:cs="Arial" w:eastAsia="Arial"/>
          <w:sz w:val="23"/>
          <w:szCs w:val="23"/>
          <w:spacing w:val="0"/>
          <w:w w:val="126"/>
          <w:position w:val="0"/>
        </w:rPr>
        <w:t>D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0" w:after="0" w:line="298" w:lineRule="exact"/>
        <w:ind w:left="1891" w:right="-20"/>
        <w:jc w:val="left"/>
        <w:tabs>
          <w:tab w:pos="4840" w:val="left"/>
          <w:tab w:pos="6320" w:val="left"/>
          <w:tab w:pos="9480" w:val="left"/>
          <w:tab w:pos="11200" w:val="left"/>
          <w:tab w:pos="115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53"/>
          <w:position w:val="-1"/>
        </w:rPr>
        <w:t>flHeE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eta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7"/>
          <w:position w:val="1"/>
        </w:rPr>
        <w:t>epsilonu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-4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4" w:lineRule="exact"/>
        <w:ind w:left="1896" w:right="-20"/>
        <w:jc w:val="left"/>
        <w:tabs>
          <w:tab w:pos="2780" w:val="left"/>
          <w:tab w:pos="5360" w:val="left"/>
          <w:tab w:pos="6320" w:val="left"/>
          <w:tab w:pos="9480" w:val="left"/>
          <w:tab w:pos="9820" w:val="left"/>
          <w:tab w:pos="11200" w:val="left"/>
          <w:tab w:pos="1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4.044739pt;margin-top:12.663877pt;width:560.086274pt;height:30.429068pt;mso-position-horizontal-relative:page;mso-position-vertical-relative:paragraph;z-index:-6355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320" w:hRule="exact"/>
                    </w:trPr>
                    <w:tc>
                      <w:tcPr>
                        <w:tcW w:w="70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3" w:after="0" w:line="240" w:lineRule="auto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46"/>
                          </w:rPr>
                          <w:t>gG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9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3" w:after="0" w:line="240" w:lineRule="auto"/>
                          <w:ind w:left="2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5"/>
                          </w:rPr>
                          <w:t>dj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3" w:after="0" w:line="240" w:lineRule="auto"/>
                          <w:ind w:left="5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1"/>
                          </w:rPr>
                          <w:t>sg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9" w:after="0" w:line="240" w:lineRule="auto"/>
                          <w:ind w:right="68"/>
                          <w:jc w:val="righ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1"/>
                            <w:szCs w:val="21"/>
                            <w:spacing w:val="0"/>
                            <w:w w:val="11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1"/>
                            <w:szCs w:val="21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1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317" w:lineRule="exact"/>
                          <w:ind w:left="88" w:right="-20"/>
                          <w:jc w:val="left"/>
                          <w:rPr>
                            <w:rFonts w:ascii="Arial" w:hAnsi="Arial" w:cs="Arial" w:eastAsia="Arial"/>
                            <w:sz w:val="31"/>
                            <w:szCs w:val="31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31"/>
                            <w:szCs w:val="31"/>
                            <w:spacing w:val="0"/>
                            <w:w w:val="164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31"/>
                            <w:szCs w:val="31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16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3" w:after="0" w:line="240" w:lineRule="auto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9"/>
                          </w:rPr>
                          <w:t>gama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2" w:after="0" w:line="240" w:lineRule="auto"/>
                          <w:ind w:right="69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0"/>
                          </w:rPr>
                          <w:t>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7" w:after="0" w:line="240" w:lineRule="auto"/>
                          <w:ind w:left="8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2" w:after="0" w:line="240" w:lineRule="auto"/>
                          <w:ind w:right="66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0"/>
                          </w:rPr>
                          <w:t>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3" w:after="0" w:line="240" w:lineRule="auto"/>
                          <w:ind w:left="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3" w:after="0" w:line="240" w:lineRule="auto"/>
                          <w:ind w:left="493" w:right="-47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5"/>
                          </w:rPr>
                          <w:t>dg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9" w:hRule="exact"/>
                    </w:trPr>
                    <w:tc>
                      <w:tcPr>
                        <w:tcW w:w="70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5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7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9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0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51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16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0" w:lineRule="exact"/>
                          <w:ind w:right="68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0" w:lineRule="exact"/>
                          <w:ind w:left="9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0" w:lineRule="exact"/>
                          <w:ind w:right="66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5" w:lineRule="exact"/>
                          <w:ind w:left="10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3"/>
          <w:szCs w:val="23"/>
          <w:spacing w:val="0"/>
          <w:w w:val="130"/>
          <w:position w:val="2"/>
        </w:rPr>
        <w:t>f</w:t>
      </w:r>
      <w:r>
        <w:rPr>
          <w:rFonts w:ascii="Arial" w:hAnsi="Arial" w:cs="Arial" w:eastAsia="Arial"/>
          <w:sz w:val="23"/>
          <w:szCs w:val="23"/>
          <w:spacing w:val="0"/>
          <w:w w:val="130"/>
          <w:position w:val="2"/>
        </w:rPr>
        <w:t> </w:t>
      </w:r>
      <w:r>
        <w:rPr>
          <w:rFonts w:ascii="Arial" w:hAnsi="Arial" w:cs="Arial" w:eastAsia="Arial"/>
          <w:sz w:val="23"/>
          <w:szCs w:val="23"/>
          <w:spacing w:val="21"/>
          <w:w w:val="13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F</w:t>
      </w:r>
      <w:r>
        <w:rPr>
          <w:rFonts w:ascii="Times New Roman" w:hAnsi="Times New Roman" w:cs="Times New Roman" w:eastAsia="Times New Roman"/>
          <w:sz w:val="25"/>
          <w:szCs w:val="25"/>
          <w:spacing w:val="-58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ph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Arial" w:hAnsi="Arial" w:cs="Arial" w:eastAsia="Arial"/>
          <w:sz w:val="21"/>
          <w:szCs w:val="21"/>
          <w:spacing w:val="0"/>
          <w:w w:val="71"/>
          <w:position w:val="-2"/>
        </w:rPr>
        <w:t>&lt;!&gt;Cl&gt;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-2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-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fi</w:t>
      </w:r>
      <w:r>
        <w:rPr>
          <w:rFonts w:ascii="Times New Roman" w:hAnsi="Times New Roman" w:cs="Times New Roman" w:eastAsia="Times New Roman"/>
          <w:sz w:val="25"/>
          <w:szCs w:val="25"/>
          <w:spacing w:val="-5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Arial" w:hAnsi="Arial" w:cs="Arial" w:eastAsia="Arial"/>
          <w:sz w:val="23"/>
          <w:szCs w:val="23"/>
          <w:spacing w:val="0"/>
          <w:w w:val="130"/>
          <w:position w:val="1"/>
        </w:rPr>
        <w:t>f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  <w:t>f</w:t>
      </w:r>
      <w:r>
        <w:rPr>
          <w:rFonts w:ascii="Arial" w:hAnsi="Arial" w:cs="Arial" w:eastAsia="Arial"/>
          <w:sz w:val="23"/>
          <w:szCs w:val="23"/>
          <w:spacing w:val="-49"/>
          <w:w w:val="100"/>
          <w:position w:val="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  <w:position w:val="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901" w:right="-20"/>
        <w:jc w:val="left"/>
        <w:tabs>
          <w:tab w:pos="2220" w:val="left"/>
          <w:tab w:pos="5360" w:val="left"/>
          <w:tab w:pos="6340" w:val="left"/>
          <w:tab w:pos="9500" w:val="left"/>
          <w:tab w:pos="9880" w:val="left"/>
          <w:tab w:pos="11200" w:val="left"/>
          <w:tab w:pos="115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-4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-5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Arial" w:hAnsi="Arial" w:cs="Arial" w:eastAsia="Arial"/>
          <w:sz w:val="16"/>
          <w:szCs w:val="16"/>
          <w:spacing w:val="0"/>
          <w:w w:val="177"/>
          <w:position w:val="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77"/>
          <w:position w:val="0"/>
        </w:rPr>
        <w:t> </w:t>
      </w:r>
      <w:r>
        <w:rPr>
          <w:rFonts w:ascii="Arial" w:hAnsi="Arial" w:cs="Arial" w:eastAsia="Arial"/>
          <w:sz w:val="16"/>
          <w:szCs w:val="16"/>
          <w:spacing w:val="31"/>
          <w:w w:val="177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-5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iota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-4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-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-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4"/>
          <w:position w:val="1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2" w:after="0" w:line="284" w:lineRule="exact"/>
        <w:ind w:left="2787" w:right="1341" w:firstLine="-901"/>
        <w:jc w:val="left"/>
        <w:tabs>
          <w:tab w:pos="2780" w:val="left"/>
          <w:tab w:pos="5360" w:val="left"/>
          <w:tab w:pos="6340" w:val="left"/>
          <w:tab w:pos="9500" w:val="left"/>
          <w:tab w:pos="127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23"/>
          <w:szCs w:val="23"/>
          <w:spacing w:val="0"/>
          <w:w w:val="146"/>
        </w:rPr>
        <w:t>j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ghj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sgi</w:t>
      </w:r>
      <w:r>
        <w:rPr>
          <w:rFonts w:ascii="Times New Roman" w:hAnsi="Times New Roman" w:cs="Times New Roman" w:eastAsia="Times New Roman"/>
          <w:sz w:val="25"/>
          <w:szCs w:val="25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  <w:tab/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ch</w:t>
      </w:r>
      <w:r>
        <w:rPr>
          <w:rFonts w:ascii="Times New Roman" w:hAnsi="Times New Roman" w:cs="Times New Roman" w:eastAsia="Times New Roman"/>
          <w:sz w:val="25"/>
          <w:szCs w:val="25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Courier New" w:hAnsi="Courier New" w:cs="Courier New" w:eastAsia="Courier New"/>
          <w:sz w:val="29"/>
          <w:szCs w:val="29"/>
          <w:spacing w:val="0"/>
          <w:w w:val="125"/>
          <w:position w:val="0"/>
        </w:rPr>
        <w:t>KK</w:t>
      </w:r>
      <w:r>
        <w:rPr>
          <w:rFonts w:ascii="Courier New" w:hAnsi="Courier New" w:cs="Courier New" w:eastAsia="Courier New"/>
          <w:sz w:val="29"/>
          <w:szCs w:val="29"/>
          <w:spacing w:val="-193"/>
          <w:w w:val="125"/>
          <w:position w:val="0"/>
        </w:rPr>
        <w:t> </w:t>
      </w:r>
      <w:r>
        <w:rPr>
          <w:rFonts w:ascii="Courier New" w:hAnsi="Courier New" w:cs="Courier New" w:eastAsia="Courier New"/>
          <w:sz w:val="29"/>
          <w:szCs w:val="29"/>
          <w:spacing w:val="0"/>
          <w:w w:val="100"/>
          <w:position w:val="0"/>
        </w:rPr>
        <w:tab/>
      </w:r>
      <w:r>
        <w:rPr>
          <w:rFonts w:ascii="Courier New" w:hAnsi="Courier New" w:cs="Courier New" w:eastAsia="Courier New"/>
          <w:sz w:val="29"/>
          <w:szCs w:val="29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5"/>
          <w:position w:val="1"/>
        </w:rPr>
        <w:t>capa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</w:r>
      <w:r>
        <w:rPr>
          <w:rFonts w:ascii="Arial" w:hAnsi="Arial" w:cs="Arial" w:eastAsia="Arial"/>
          <w:sz w:val="23"/>
          <w:szCs w:val="23"/>
          <w:spacing w:val="0"/>
          <w:w w:val="125"/>
          <w:position w:val="1"/>
        </w:rPr>
        <w:t>k</w:t>
      </w:r>
      <w:r>
        <w:rPr>
          <w:rFonts w:ascii="Arial" w:hAnsi="Arial" w:cs="Arial" w:eastAsia="Arial"/>
          <w:sz w:val="23"/>
          <w:szCs w:val="23"/>
          <w:spacing w:val="0"/>
          <w:w w:val="125"/>
          <w:position w:val="1"/>
        </w:rPr>
        <w:t> </w:t>
      </w:r>
      <w:r>
        <w:rPr>
          <w:rFonts w:ascii="Arial" w:hAnsi="Arial" w:cs="Arial" w:eastAsia="Arial"/>
          <w:sz w:val="23"/>
          <w:szCs w:val="23"/>
          <w:spacing w:val="26"/>
          <w:w w:val="125"/>
          <w:position w:val="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25"/>
          <w:position w:val="1"/>
        </w:rPr>
        <w:t>K</w:t>
      </w:r>
      <w:r>
        <w:rPr>
          <w:rFonts w:ascii="Arial" w:hAnsi="Arial" w:cs="Arial" w:eastAsia="Arial"/>
          <w:sz w:val="23"/>
          <w:szCs w:val="23"/>
          <w:spacing w:val="-78"/>
          <w:w w:val="125"/>
          <w:position w:val="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5"/>
          <w:position w:val="1"/>
        </w:rPr>
        <w:t>ch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1" w:lineRule="exact"/>
        <w:ind w:left="1901" w:right="-20"/>
        <w:jc w:val="left"/>
        <w:tabs>
          <w:tab w:pos="2780" w:val="left"/>
          <w:tab w:pos="5360" w:val="left"/>
          <w:tab w:pos="6340" w:val="left"/>
          <w:tab w:pos="9500" w:val="left"/>
          <w:tab w:pos="11200" w:val="left"/>
          <w:tab w:pos="11600" w:val="left"/>
        </w:tabs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g1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i/>
        </w:rPr>
        <w:t>J..A</w:t>
      </w:r>
      <w:r>
        <w:rPr>
          <w:rFonts w:ascii="Times New Roman" w:hAnsi="Times New Roman" w:cs="Times New Roman" w:eastAsia="Times New Roman"/>
          <w:sz w:val="25"/>
          <w:szCs w:val="25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1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21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1"/>
        </w:rPr>
        <w:t>da</w:t>
      </w:r>
      <w:r>
        <w:rPr>
          <w:rFonts w:ascii="Times New Roman" w:hAnsi="Times New Roman" w:cs="Times New Roman" w:eastAsia="Times New Roman"/>
          <w:sz w:val="25"/>
          <w:szCs w:val="25"/>
          <w:spacing w:val="-70"/>
          <w:w w:val="12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39"/>
        </w:rPr>
        <w:t>L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5"/>
          <w:szCs w:val="25"/>
          <w:spacing w:val="-5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  <w:r>
        <w:rPr>
          <w:rFonts w:ascii="Arial" w:hAnsi="Arial" w:cs="Arial" w:eastAsia="Arial"/>
          <w:sz w:val="23"/>
          <w:szCs w:val="23"/>
          <w:spacing w:val="0"/>
          <w:w w:val="139"/>
          <w:position w:val="1"/>
        </w:rPr>
        <w:t>L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0" w:after="0" w:line="302" w:lineRule="exact"/>
        <w:ind w:left="1906" w:right="-20"/>
        <w:jc w:val="left"/>
        <w:tabs>
          <w:tab w:pos="5380" w:val="left"/>
          <w:tab w:pos="6340" w:val="left"/>
          <w:tab w:pos="9500" w:val="left"/>
          <w:tab w:pos="112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3.806396pt;margin-top:15.098068pt;width:498.332304pt;height:119.269628pt;mso-position-horizontal-relative:page;mso-position-vertical-relative:paragraph;z-index:-6354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55" w:hRule="exact"/>
                    </w:trPr>
                    <w:tc>
                      <w:tcPr>
                        <w:tcW w:w="72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1" w:lineRule="exact"/>
                          <w:ind w:left="5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54"/>
                          </w:rPr>
                          <w:t>nN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4" w:lineRule="exact"/>
                          <w:ind w:left="5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51"/>
                          </w:rPr>
                          <w:t>oO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8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5"/>
                          </w:rPr>
                          <w:t>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99" w:type="dxa"/>
                        <w:gridSpan w:val="2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0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41"/>
                          </w:rPr>
                          <w:t>vN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283" w:lineRule="exact"/>
                          <w:ind w:left="5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1"/>
                          </w:rPr>
                          <w:t>ro.Oo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1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27"/>
                            <w:w w:val="100"/>
                            <w:position w:val="-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47"/>
                            <w:position w:val="-1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29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1" w:lineRule="exact"/>
                          <w:ind w:left="24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23"/>
                          </w:rPr>
                          <w:t>nu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240" w:lineRule="auto"/>
                          <w:ind w:left="29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omega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"/>
                            <w:w w:val="11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2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6"/>
                          </w:rPr>
                          <w:t>omicronu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right="70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3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0" w:after="0" w:line="240" w:lineRule="auto"/>
                          <w:ind w:right="73"/>
                          <w:jc w:val="righ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167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9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8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240" w:lineRule="auto"/>
                          <w:ind w:left="8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69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2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right="76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3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76" w:after="0" w:line="240" w:lineRule="auto"/>
                          <w:ind w:right="79"/>
                          <w:jc w:val="righ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  <w:spacing w:val="0"/>
                            <w:w w:val="157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1" w:lineRule="exact"/>
                          <w:ind w:left="8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8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240" w:lineRule="auto"/>
                          <w:ind w:left="7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7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00" w:hRule="exact"/>
                    </w:trPr>
                    <w:tc>
                      <w:tcPr>
                        <w:tcW w:w="72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6" w:lineRule="exact"/>
                          <w:ind w:left="5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69"/>
                          </w:rPr>
                          <w:t>pp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5" w:lineRule="exact"/>
                          <w:ind w:left="2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b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99" w:type="dxa"/>
                        <w:gridSpan w:val="2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240" w:lineRule="auto"/>
                          <w:ind w:left="106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54"/>
                          </w:rPr>
                          <w:t>1tll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9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9" w:lineRule="exact"/>
                          <w:ind w:left="24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3"/>
                          </w:rPr>
                          <w:t>pi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240" w:lineRule="auto"/>
                          <w:ind w:right="68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4" w:lineRule="exact"/>
                          <w:ind w:left="107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35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2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240" w:lineRule="auto"/>
                          <w:ind w:right="75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27" w:lineRule="exact"/>
                          <w:ind w:left="9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  <w:position w:val="1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</w:tr>
                  <w:tr>
                    <w:trPr>
                      <w:trHeight w:val="277" w:hRule="exact"/>
                    </w:trPr>
                    <w:tc>
                      <w:tcPr>
                        <w:tcW w:w="72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1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60"/>
                          </w:rPr>
                          <w:t>qQ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8" w:lineRule="exact"/>
                          <w:ind w:left="2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8"/>
                          </w:rPr>
                          <w:t>ch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99" w:type="dxa"/>
                        <w:gridSpan w:val="2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9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72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272" w:lineRule="exact"/>
                          <w:ind w:right="73"/>
                          <w:jc w:val="righ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19"/>
                            <w:position w:val="-1"/>
                          </w:rPr>
                          <w:t>q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8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16"/>
                          </w:rPr>
                          <w:t>Q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2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7" w:after="0" w:line="259" w:lineRule="exact"/>
                          <w:ind w:right="57"/>
                          <w:jc w:val="right"/>
                          <w:rPr>
                            <w:rFonts w:ascii="Arial" w:hAnsi="Arial" w:cs="Arial" w:eastAsia="Arial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25"/>
                            <w:position w:val="-1"/>
                          </w:rPr>
                          <w:t>q</w:t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2" w:lineRule="exact"/>
                          <w:ind w:left="7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19"/>
                          </w:rPr>
                          <w:t>Q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tcW w:w="9967" w:type="dxa"/>
                        <w:gridSpan w:val="10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45" w:right="-20"/>
                          <w:jc w:val="left"/>
                          <w:tabs>
                            <w:tab w:pos="920" w:val="left"/>
                            <w:tab w:pos="3500" w:val="left"/>
                            <w:tab w:pos="4480" w:val="left"/>
                            <w:tab w:pos="7640" w:val="left"/>
                            <w:tab w:pos="8000" w:val="left"/>
                            <w:tab w:pos="9360" w:val="left"/>
                            <w:tab w:pos="9700" w:val="left"/>
                          </w:tabs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54"/>
                            <w:position w:val="-3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79"/>
                            <w:w w:val="154"/>
                            <w:position w:val="-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00"/>
                            <w:position w:val="-3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-41"/>
                            <w:w w:val="100"/>
                            <w:position w:val="-3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00"/>
                            <w:position w:val="-3"/>
                          </w:rPr>
                          <w:tab/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00"/>
                            <w:position w:val="-3"/>
                          </w:rPr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70"/>
                            <w:position w:val="-2"/>
                          </w:rPr>
                          <w:t>pp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  <w:position w:val="-2"/>
                          </w:rPr>
                          <w:tab/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  <w:position w:val="-2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  <w:t>ro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1"/>
                            <w:w w:val="100"/>
                            <w:position w:val="-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54"/>
                            <w:position w:val="-3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  <w:position w:val="-3"/>
                          </w:rPr>
                          <w:tab/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  <w:position w:val="-3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46"/>
                            <w:position w:val="-4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  <w:position w:val="-4"/>
                          </w:rPr>
                          <w:tab/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  <w:position w:val="-4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-3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</w:tr>
                  <w:tr>
                    <w:trPr>
                      <w:trHeight w:val="344" w:hRule="exact"/>
                    </w:trPr>
                    <w:tc>
                      <w:tcPr>
                        <w:tcW w:w="72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337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  <w:spacing w:val="0"/>
                            <w:w w:val="113"/>
                            <w:position w:val="1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1" w:after="0" w:line="240" w:lineRule="auto"/>
                          <w:ind w:left="2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4"/>
                          </w:rPr>
                          <w:t>sc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1" w:after="0" w:line="240" w:lineRule="auto"/>
                          <w:ind w:left="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7"/>
                          </w:rPr>
                          <w:t>z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0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300" w:right="-20"/>
                          <w:jc w:val="left"/>
                          <w:rPr>
                            <w:rFonts w:ascii="Arial" w:hAnsi="Arial" w:cs="Arial" w:eastAsia="Arial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68"/>
                            <w:i/>
                          </w:rPr>
                          <w:t>aL</w:t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9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6" w:after="0" w:line="240" w:lineRule="auto"/>
                          <w:ind w:left="24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8"/>
                          </w:rPr>
                          <w:t>sigma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6" w:after="0" w:line="240" w:lineRule="auto"/>
                          <w:ind w:right="95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9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344" w:lineRule="exact"/>
                          <w:ind w:left="11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  <w:spacing w:val="0"/>
                            <w:w w:val="113"/>
                            <w:position w:val="1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82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6" w:after="0" w:line="240" w:lineRule="auto"/>
                          <w:ind w:right="107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3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338" w:lineRule="exact"/>
                          <w:ind w:left="168" w:right="-55"/>
                          <w:jc w:val="left"/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  <w:spacing w:val="0"/>
                            <w:w w:val="113"/>
                            <w:position w:val="1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6"/>
                            <w:szCs w:val="36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72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4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6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36"/>
                            <w:w w:val="1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6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0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2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67"/>
                          </w:rPr>
                          <w:t>ttd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76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8" w:lineRule="exact"/>
                          <w:ind w:right="38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8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8" w:lineRule="exact"/>
                          <w:ind w:left="58" w:right="-20"/>
                          <w:jc w:val="left"/>
                          <w:rPr>
                            <w:rFonts w:ascii="Arial" w:hAnsi="Arial" w:cs="Arial" w:eastAsia="Arial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77"/>
                          </w:rPr>
                          <w:t>0t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69"/>
                            <w:w w:val="177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06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9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4" w:lineRule="exact"/>
                          <w:ind w:left="24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24"/>
                          </w:rPr>
                          <w:t>teta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9"/>
                            <w:w w:val="1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3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to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4" w:lineRule="exact"/>
                          <w:ind w:right="123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4" w:lineRule="exact"/>
                          <w:ind w:left="9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6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82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4" w:lineRule="exact"/>
                          <w:ind w:right="134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20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9" w:lineRule="exact"/>
                          <w:ind w:left="8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92" w:hRule="exact"/>
                    </w:trPr>
                    <w:tc>
                      <w:tcPr>
                        <w:tcW w:w="9967" w:type="dxa"/>
                        <w:gridSpan w:val="10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99" w:lineRule="exact"/>
                          <w:ind w:left="45" w:right="-20"/>
                          <w:jc w:val="left"/>
                          <w:tabs>
                            <w:tab w:pos="920" w:val="left"/>
                            <w:tab w:pos="3500" w:val="left"/>
                            <w:tab w:pos="4480" w:val="left"/>
                            <w:tab w:pos="7640" w:val="left"/>
                            <w:tab w:pos="9360" w:val="left"/>
                          </w:tabs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50"/>
                            <w:position w:val="1"/>
                          </w:rPr>
                          <w:t>uU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11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ou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5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30"/>
                            <w:position w:val="0"/>
                          </w:rPr>
                          <w:t>uY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45"/>
                            <w:w w:val="130"/>
                            <w:position w:val="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30"/>
                            <w:position w:val="1"/>
                          </w:rPr>
                          <w:t>upsilonu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21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  <w:spacing w:val="0"/>
                            <w:w w:val="100"/>
                            <w:position w:val="1"/>
                          </w:rPr>
                          <w:t>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  <w:spacing w:val="-73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  <w:spacing w:val="0"/>
                            <w:w w:val="100"/>
                            <w:position w:val="1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  <w:spacing w:val="0"/>
                            <w:w w:val="100"/>
                            <w:position w:val="1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2"/>
                          </w:rPr>
                          <w:t>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2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17"/>
                            <w:w w:val="100"/>
                            <w:position w:val="2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  <w:spacing w:val="0"/>
                            <w:w w:val="107"/>
                            <w:position w:val="2"/>
                          </w:rPr>
                          <w:t>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1"/>
          <w:position w:val="2"/>
        </w:rPr>
        <w:t>mM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  <w:t>!-lM</w:t>
      </w:r>
      <w:r>
        <w:rPr>
          <w:rFonts w:ascii="Arial" w:hAnsi="Arial" w:cs="Arial" w:eastAsia="Arial"/>
          <w:sz w:val="23"/>
          <w:szCs w:val="23"/>
          <w:spacing w:val="-2"/>
          <w:w w:val="100"/>
          <w:position w:val="-2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mu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36"/>
          <w:position w:val="1"/>
        </w:rPr>
        <w:t>mM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36"/>
          <w:position w:val="2"/>
        </w:rPr>
        <w:t>mM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1896" w:right="-20"/>
        <w:jc w:val="left"/>
        <w:tabs>
          <w:tab w:pos="2780" w:val="left"/>
          <w:tab w:pos="11200" w:val="left"/>
        </w:tabs>
        <w:rPr>
          <w:rFonts w:ascii="Arial" w:hAnsi="Arial" w:cs="Arial" w:eastAsia="Arial"/>
          <w:sz w:val="33"/>
          <w:szCs w:val="33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-6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0"/>
        </w:rPr>
        <w:t>bu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1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5"/>
          <w:szCs w:val="25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112"/>
        </w:rPr>
        <w:t>v</w:t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</w:p>
    <w:p>
      <w:pPr>
        <w:spacing w:before="0" w:after="0" w:line="168" w:lineRule="exact"/>
        <w:ind w:left="277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19"/>
          <w:position w:val="-8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412" w:lineRule="exact"/>
        <w:ind w:left="2787" w:right="-20"/>
        <w:jc w:val="left"/>
        <w:tabs>
          <w:tab w:pos="5360" w:val="left"/>
          <w:tab w:pos="6340" w:val="left"/>
          <w:tab w:pos="9500" w:val="left"/>
          <w:tab w:pos="986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ss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cc</w:t>
      </w:r>
      <w:r>
        <w:rPr>
          <w:rFonts w:ascii="Times New Roman" w:hAnsi="Times New Roman" w:cs="Times New Roman" w:eastAsia="Times New Roman"/>
          <w:sz w:val="25"/>
          <w:szCs w:val="25"/>
          <w:spacing w:val="5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zz</w:t>
      </w:r>
      <w:r>
        <w:rPr>
          <w:rFonts w:ascii="Times New Roman" w:hAnsi="Times New Roman" w:cs="Times New Roman" w:eastAsia="Times New Roman"/>
          <w:sz w:val="25"/>
          <w:szCs w:val="25"/>
          <w:spacing w:val="-3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position w:val="6"/>
        </w:rPr>
        <w:t>ç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47"/>
          <w:position w:val="6"/>
        </w:rPr>
        <w:t>....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position w:val="6"/>
        </w:rPr>
        <w:tab/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position w:val="6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issi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position w:val="-1"/>
        </w:rPr>
      </w:r>
      <w:r>
        <w:rPr>
          <w:rFonts w:ascii="Arial" w:hAnsi="Arial" w:cs="Arial" w:eastAsia="Arial"/>
          <w:sz w:val="32"/>
          <w:szCs w:val="32"/>
          <w:spacing w:val="0"/>
          <w:w w:val="101"/>
          <w:position w:val="-1"/>
        </w:rPr>
        <w:t>x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0" w:after="0" w:line="218" w:lineRule="exact"/>
        <w:ind w:left="2787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ghji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ii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io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jo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357" w:lineRule="exact"/>
        <w:ind w:left="1896" w:right="-20"/>
        <w:jc w:val="left"/>
        <w:tabs>
          <w:tab w:pos="2780" w:val="left"/>
          <w:tab w:pos="5360" w:val="left"/>
          <w:tab w:pos="6320" w:val="left"/>
          <w:tab w:pos="11200" w:val="left"/>
          <w:tab w:pos="127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Z'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9"/>
          <w:szCs w:val="29"/>
          <w:spacing w:val="0"/>
          <w:w w:val="129"/>
        </w:rPr>
        <w:t>Z</w:t>
      </w:r>
      <w:r>
        <w:rPr>
          <w:rFonts w:ascii="Courier New" w:hAnsi="Courier New" w:cs="Courier New" w:eastAsia="Courier New"/>
          <w:sz w:val="29"/>
          <w:szCs w:val="29"/>
          <w:spacing w:val="0"/>
          <w:w w:val="100"/>
        </w:rPr>
        <w:tab/>
      </w:r>
      <w:r>
        <w:rPr>
          <w:rFonts w:ascii="Courier New" w:hAnsi="Courier New" w:cs="Courier New" w:eastAsia="Courier New"/>
          <w:sz w:val="29"/>
          <w:szCs w:val="29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dz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-3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0"/>
        </w:rPr>
        <w:t>ç</w:t>
      </w:r>
      <w:r>
        <w:rPr>
          <w:rFonts w:ascii="Times New Roman" w:hAnsi="Times New Roman" w:cs="Times New Roman" w:eastAsia="Times New Roman"/>
          <w:sz w:val="33"/>
          <w:szCs w:val="33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34"/>
          <w:szCs w:val="34"/>
          <w:spacing w:val="-8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6"/>
          <w:position w:val="0"/>
        </w:rPr>
        <w:t>zedu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39"/>
          <w:szCs w:val="39"/>
          <w:spacing w:val="0"/>
          <w:w w:val="100"/>
          <w:position w:val="0"/>
        </w:rPr>
        <w:t>z</w:t>
      </w:r>
      <w:r>
        <w:rPr>
          <w:rFonts w:ascii="Courier New" w:hAnsi="Courier New" w:cs="Courier New" w:eastAsia="Courier New"/>
          <w:sz w:val="39"/>
          <w:szCs w:val="39"/>
          <w:spacing w:val="-225"/>
          <w:w w:val="100"/>
          <w:position w:val="0"/>
        </w:rPr>
        <w:t> </w:t>
      </w:r>
      <w:r>
        <w:rPr>
          <w:rFonts w:ascii="Courier New" w:hAnsi="Courier New" w:cs="Courier New" w:eastAsia="Courier New"/>
          <w:sz w:val="39"/>
          <w:szCs w:val="39"/>
          <w:spacing w:val="0"/>
          <w:w w:val="100"/>
          <w:position w:val="0"/>
        </w:rPr>
        <w:tab/>
      </w:r>
      <w:r>
        <w:rPr>
          <w:rFonts w:ascii="Courier New" w:hAnsi="Courier New" w:cs="Courier New" w:eastAsia="Courier New"/>
          <w:sz w:val="39"/>
          <w:szCs w:val="39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dz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0"/>
        </w:rPr>
        <w:t>ts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307" w:lineRule="exact"/>
        <w:ind w:left="5319" w:right="7624"/>
        <w:jc w:val="center"/>
        <w:tabs>
          <w:tab w:pos="62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  <w:t>xx</w:t>
      </w:r>
      <w:r>
        <w:rPr>
          <w:rFonts w:ascii="Times New Roman" w:hAnsi="Times New Roman" w:cs="Times New Roman" w:eastAsia="Times New Roman"/>
          <w:sz w:val="36"/>
          <w:szCs w:val="36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20"/>
          <w:position w:val="4"/>
        </w:rPr>
        <w:t>chi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40" w:lineRule="exact"/>
        <w:ind w:left="5332" w:right="7654"/>
        <w:jc w:val="center"/>
        <w:tabs>
          <w:tab w:pos="63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63"/>
          <w:i/>
          <w:position w:val="1"/>
        </w:rPr>
        <w:t>\jf\f'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8"/>
          <w:position w:val="0"/>
        </w:rPr>
        <w:t>psi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center"/>
        <w:spacing w:after="0"/>
        <w:sectPr>
          <w:pgSz w:w="16860" w:h="11920" w:orient="landscape"/>
          <w:pgMar w:top="540" w:bottom="0" w:left="20" w:right="2420"/>
        </w:sectPr>
      </w:pPr>
      <w:rPr/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9" w:lineRule="exact"/>
        <w:ind w:left="147" w:right="-20"/>
        <w:jc w:val="left"/>
        <w:tabs>
          <w:tab w:pos="940" w:val="left"/>
        </w:tabs>
        <w:rPr>
          <w:rFonts w:ascii="Arial" w:hAnsi="Arial" w:cs="Arial" w:eastAsia="Arial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position w:val="-3"/>
        </w:rPr>
        <w:t>a:::</w:t>
      </w:r>
      <w:r>
        <w:rPr>
          <w:rFonts w:ascii="Times New Roman" w:hAnsi="Times New Roman" w:cs="Times New Roman" w:eastAsia="Times New Roman"/>
          <w:sz w:val="36"/>
          <w:szCs w:val="36"/>
          <w:spacing w:val="-4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position w:val="-3"/>
        </w:rPr>
        <w:tab/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position w:val="-3"/>
        </w:rPr>
      </w:r>
      <w:r>
        <w:rPr>
          <w:rFonts w:ascii="Arial" w:hAnsi="Arial" w:cs="Arial" w:eastAsia="Arial"/>
          <w:sz w:val="25"/>
          <w:szCs w:val="25"/>
          <w:spacing w:val="0"/>
          <w:w w:val="78"/>
          <w:position w:val="4"/>
        </w:rPr>
        <w:t>c··---·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0"/>
        </w:rPr>
      </w:r>
    </w:p>
    <w:p>
      <w:pPr>
        <w:spacing w:before="0" w:after="0" w:line="97" w:lineRule="exact"/>
        <w:ind w:left="113" w:right="-58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/>
        <w:pict>
          <v:group style="position:absolute;margin-left:339.612213pt;margin-top:5.817498pt;width:64.585904pt;height:.1pt;mso-position-horizontal-relative:page;mso-position-vertical-relative:paragraph;z-index:-6356" coordorigin="6792,116" coordsize="1292,2">
            <v:shape style="position:absolute;left:6792;top:116;width:1292;height:2" coordorigin="6792,116" coordsize="1292,0" path="m6792,116l8084,116e" filled="f" stroked="t" strokeweight=".23832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99"/>
          <w:position w:val="1"/>
        </w:rPr>
        <w:t>---·---------·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99"/>
          <w:position w:val="1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99"/>
          <w:position w:val="1"/>
        </w:rPr>
        <w:t>---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0"/>
        </w:rPr>
      </w:r>
    </w:p>
    <w:p>
      <w:pPr>
        <w:spacing w:before="43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0"/>
          <w:w w:val="121"/>
        </w:rPr>
        <w:t>Q'tavov: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6860" w:h="11920" w:orient="landscape"/>
          <w:pgMar w:top="960" w:bottom="0" w:left="20" w:right="2420"/>
          <w:cols w:num="2" w:equalWidth="0">
            <w:col w:w="1526" w:space="8524"/>
            <w:col w:w="4370"/>
          </w:cols>
        </w:sectPr>
      </w:pPr>
      <w:rPr/>
    </w:p>
    <w:p>
      <w:pPr>
        <w:spacing w:before="3" w:after="0" w:line="240" w:lineRule="auto"/>
        <w:ind w:left="227" w:right="-20"/>
        <w:jc w:val="left"/>
        <w:rPr>
          <w:rFonts w:ascii="Times New Roman" w:hAnsi="Times New Roman" w:cs="Times New Roman" w:eastAsia="Times New Roman"/>
          <w:sz w:val="71"/>
          <w:szCs w:val="71"/>
        </w:rPr>
      </w:pPr>
      <w:rPr/>
      <w:r>
        <w:rPr/>
        <w:pict>
          <v:group style="position:absolute;margin-left:10.974812pt;margin-top:11.397744pt;width:.1pt;height:32.604296pt;mso-position-horizontal-relative:page;mso-position-vertical-relative:paragraph;z-index:-6353" coordorigin="219,228" coordsize="2,652">
            <v:shape style="position:absolute;left:219;top:228;width:2;height:652" coordorigin="219,228" coordsize="0,652" path="m219,880l219,228e" filled="f" stroked="t" strokeweight=".236017pt" strokecolor="#000000">
              <v:path arrowok="t"/>
            </v:shape>
          </v:group>
          <w10:wrap type="none"/>
        </w:pict>
      </w:r>
      <w:r>
        <w:rPr/>
        <w:pict>
          <v:group style="position:absolute;margin-left:6.844506pt;margin-top:331.278687pt;width:.1pt;height:79.249858pt;mso-position-horizontal-relative:page;mso-position-vertical-relative:page;z-index:-6352" coordorigin="137,6626" coordsize="2,1585">
            <v:shape style="position:absolute;left:137;top:6626;width:2;height:1585" coordorigin="137,6626" coordsize="0,1585" path="m137,8211l137,6626e" filled="f" stroked="t" strokeweight=".47203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71"/>
          <w:szCs w:val="71"/>
          <w:spacing w:val="0"/>
          <w:w w:val="51"/>
          <w:b/>
          <w:bCs/>
        </w:rPr>
        <w:t>n</w:t>
      </w:r>
      <w:r>
        <w:rPr>
          <w:rFonts w:ascii="Times New Roman" w:hAnsi="Times New Roman" w:cs="Times New Roman" w:eastAsia="Times New Roman"/>
          <w:sz w:val="71"/>
          <w:szCs w:val="71"/>
          <w:spacing w:val="0"/>
          <w:w w:val="100"/>
        </w:rPr>
      </w:r>
    </w:p>
    <w:p>
      <w:pPr>
        <w:spacing w:before="0" w:after="0" w:line="281" w:lineRule="exact"/>
        <w:ind w:left="1473" w:right="-20"/>
        <w:jc w:val="left"/>
        <w:tabs>
          <w:tab w:pos="65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  <w:position w:val="1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8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>Treanton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i/>
          <w:position w:val="-1"/>
        </w:rPr>
        <w:t>4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118" w:right="-20"/>
        <w:jc w:val="left"/>
        <w:tabs>
          <w:tab w:pos="2820" w:val="left"/>
        </w:tabs>
        <w:rPr>
          <w:rFonts w:ascii="Times New Roman" w:hAnsi="Times New Roman" w:cs="Times New Roman" w:eastAsia="Times New Roman"/>
          <w:sz w:val="38"/>
          <w:szCs w:val="3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.105117pt;margin-top:10.352955pt;width:1.5012pt;height:5pt;mso-position-horizontal-relative:page;mso-position-vertical-relative:paragraph;z-index:-6351" type="#_x0000_t202" filled="f" stroked="f">
            <v:textbox inset="0,0,0,0">
              <w:txbxContent>
                <w:p>
                  <w:pPr>
                    <w:spacing w:before="0" w:after="0" w:line="100" w:lineRule="exact"/>
                    <w:ind w:right="-55"/>
                    <w:jc w:val="left"/>
                    <w:rPr>
                      <w:rFonts w:ascii="Arial" w:hAnsi="Arial" w:cs="Arial" w:eastAsia="Arial"/>
                      <w:sz w:val="10"/>
                      <w:szCs w:val="10"/>
                    </w:rPr>
                  </w:pPr>
                  <w:rPr/>
                  <w:r>
                    <w:rPr>
                      <w:rFonts w:ascii="Arial" w:hAnsi="Arial" w:cs="Arial" w:eastAsia="Arial"/>
                      <w:sz w:val="10"/>
                      <w:szCs w:val="10"/>
                      <w:spacing w:val="0"/>
                      <w:w w:val="54"/>
                    </w:rPr>
                    <w:t>1</w:t>
                  </w:r>
                  <w:r>
                    <w:rPr>
                      <w:rFonts w:ascii="Arial" w:hAnsi="Arial" w:cs="Arial" w:eastAsia="Arial"/>
                      <w:sz w:val="10"/>
                      <w:szCs w:val="1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676716pt;margin-top:2.995064pt;width:7.933181pt;height:8.5pt;mso-position-horizontal-relative:page;mso-position-vertical-relative:paragraph;z-index:-6350" type="#_x0000_t202" filled="f" stroked="f">
            <v:textbox inset="0,0,0,0">
              <w:txbxContent>
                <w:p>
                  <w:pPr>
                    <w:spacing w:before="0" w:after="0" w:line="170" w:lineRule="exact"/>
                    <w:ind w:right="-65"/>
                    <w:jc w:val="left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Pr/>
                  <w:r>
                    <w:rPr>
                      <w:rFonts w:ascii="Arial" w:hAnsi="Arial" w:cs="Arial" w:eastAsia="Arial"/>
                      <w:sz w:val="8"/>
                      <w:szCs w:val="8"/>
                      <w:spacing w:val="0"/>
                      <w:w w:val="60"/>
                    </w:rPr>
                    <w:t>1</w:t>
                  </w:r>
                  <w:r>
                    <w:rPr>
                      <w:rFonts w:ascii="Arial" w:hAnsi="Arial" w:cs="Arial" w:eastAsia="Arial"/>
                      <w:sz w:val="8"/>
                      <w:szCs w:val="8"/>
                      <w:spacing w:val="0"/>
                      <w:w w:val="60"/>
                    </w:rPr>
                    <w:t>     </w:t>
                  </w:r>
                  <w:r>
                    <w:rPr>
                      <w:rFonts w:ascii="Arial" w:hAnsi="Arial" w:cs="Arial" w:eastAsia="Arial"/>
                      <w:sz w:val="8"/>
                      <w:szCs w:val="8"/>
                      <w:spacing w:val="2"/>
                      <w:w w:val="60"/>
                    </w:rPr>
                    <w:t> </w:t>
                  </w:r>
                  <w:r>
                    <w:rPr>
                      <w:rFonts w:ascii="Arial" w:hAnsi="Arial" w:cs="Arial" w:eastAsia="Arial"/>
                      <w:sz w:val="17"/>
                      <w:szCs w:val="17"/>
                      <w:spacing w:val="0"/>
                      <w:w w:val="60"/>
                    </w:rPr>
                    <w:t>1</w:t>
                  </w:r>
                  <w:r>
                    <w:rPr>
                      <w:rFonts w:ascii="Arial" w:hAnsi="Arial" w:cs="Arial" w:eastAsia="Arial"/>
                      <w:sz w:val="17"/>
                      <w:szCs w:val="17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8"/>
          <w:szCs w:val="8"/>
          <w:spacing w:val="0"/>
          <w:w w:val="285"/>
        </w:rPr>
        <w:t>'1</w:t>
      </w:r>
      <w:r>
        <w:rPr>
          <w:rFonts w:ascii="Arial" w:hAnsi="Arial" w:cs="Arial" w:eastAsia="Arial"/>
          <w:sz w:val="8"/>
          <w:szCs w:val="8"/>
          <w:spacing w:val="0"/>
          <w:w w:val="100"/>
        </w:rPr>
        <w:tab/>
      </w:r>
      <w:r>
        <w:rPr>
          <w:rFonts w:ascii="Arial" w:hAnsi="Arial" w:cs="Arial" w:eastAsia="Arial"/>
          <w:sz w:val="8"/>
          <w:szCs w:val="8"/>
          <w:spacing w:val="0"/>
          <w:w w:val="100"/>
        </w:rPr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0"/>
          <w:b/>
          <w:bCs/>
        </w:rPr>
        <w:t>ELEMENT</w:t>
      </w:r>
      <w:r>
        <w:rPr>
          <w:rFonts w:ascii="Times New Roman" w:hAnsi="Times New Roman" w:cs="Times New Roman" w:eastAsia="Times New Roman"/>
          <w:sz w:val="38"/>
          <w:szCs w:val="38"/>
          <w:spacing w:val="-2"/>
          <w:w w:val="90"/>
          <w:b/>
          <w:bCs/>
        </w:rPr>
        <w:t>!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0"/>
          <w:b/>
          <w:bCs/>
        </w:rPr>
        <w:t>GRECUCORSI</w:t>
      </w:r>
      <w:r>
        <w:rPr>
          <w:rFonts w:ascii="Times New Roman" w:hAnsi="Times New Roman" w:cs="Times New Roman" w:eastAsia="Times New Roman"/>
          <w:sz w:val="38"/>
          <w:szCs w:val="38"/>
          <w:spacing w:val="43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0"/>
          <w:b/>
          <w:bCs/>
        </w:rPr>
        <w:t>DI</w:t>
      </w:r>
      <w:r>
        <w:rPr>
          <w:rFonts w:ascii="Times New Roman" w:hAnsi="Times New Roman" w:cs="Times New Roman" w:eastAsia="Times New Roman"/>
          <w:sz w:val="38"/>
          <w:szCs w:val="38"/>
          <w:spacing w:val="-10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EPITETI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71" w:lineRule="exact"/>
        <w:ind w:right="86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ETIMULOGIA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  <w:position w:val="-1"/>
        </w:rPr>
        <w:t>BUTANICA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522.681427" w:type="dxa"/>
      </w:tblPr>
      <w:tblGrid/>
      <w:tr>
        <w:trPr>
          <w:trHeight w:val="634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1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acant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8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52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54"/>
              </w:rPr>
              <w:t>_,.;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5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4"/>
                <w:w w:val="5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aci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1" w:after="0" w:line="257" w:lineRule="auto"/>
              <w:ind w:left="510" w:right="83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d'épineux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d'acéré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52" w:lineRule="auto"/>
              <w:ind w:left="233" w:right="753" w:firstLine="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1"/>
              </w:rPr>
              <w:t>a.Ka.vea.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a.KtÇ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1" w:after="0" w:line="261" w:lineRule="auto"/>
              <w:ind w:left="540" w:right="690" w:firstLine="4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épine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9"/>
              </w:rPr>
              <w:t>pointu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allo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4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1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dissemblable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2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9"/>
              </w:rPr>
              <w:t>a.ÂÂO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8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8"/>
              </w:rPr>
              <w:t>différent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1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ampel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5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50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grimpant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1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4"/>
              </w:rPr>
              <w:t>O.Jl1t8ÂOÇ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578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grimpant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1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anghio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0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clos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a.yyewv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receptable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8"/>
              </w:rPr>
              <w:t>antemo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9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8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fleur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22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6"/>
              </w:rPr>
              <w:t>a.v9sJ.LOV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78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fleur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6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42"/>
              </w:rPr>
              <w:t>--anter--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50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anthère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w w:val="99"/>
              </w:rPr>
              <w:t>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3"/>
                <w:w w:val="99"/>
              </w:rPr>
              <w:t>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4"/>
              </w:rPr>
              <w:t>vespa.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578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8"/>
              </w:rPr>
              <w:t>anthère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anto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fleur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22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4"/>
              </w:rPr>
              <w:t>a.veoç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fleur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436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1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43"/>
              </w:rPr>
              <w:t>--arch--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premier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5" w:after="0" w:line="240" w:lineRule="auto"/>
              <w:ind w:left="22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68"/>
              </w:rPr>
              <w:t>&lt;XPX'll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578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chef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balanu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9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gland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5"/>
              </w:rPr>
              <w:t>J3a.'A.a.voÇ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gland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basi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base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f3a.mÇ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piedestal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1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bio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1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8"/>
              </w:rPr>
              <w:t>vivant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6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f3wÇ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1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4"/>
              </w:rPr>
              <w:t>vie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4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botri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bouquet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f3o-rpuÇ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grappe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6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brachi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7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court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1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f3pa.xuÇ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6"/>
              </w:rPr>
              <w:t>court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421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4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39"/>
              </w:rPr>
              <w:t>--brio--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mousse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23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f3puov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mousse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407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cali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8"/>
              </w:rPr>
              <w:t>séduisant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0"/>
              </w:rPr>
              <w:t>KO.ÂÂ.t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beau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37"/>
              </w:rPr>
              <w:t>--camp--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5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courbé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0"/>
              </w:rPr>
              <w:t>KO.!J.1t'tOÇ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courbé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cardi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1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coeur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Ka.pota.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coeur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carp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fructifère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Ka.pnoÇ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fruit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36"/>
              </w:rPr>
              <w:t>caul--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6"/>
              </w:rPr>
              <w:t>tige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2"/>
              </w:rPr>
              <w:t>KO.UÀOO'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tronc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45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cefal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spacing w:val="0"/>
                <w:w w:val="136"/>
              </w:rPr>
              <w:t>--cari--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tête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précieux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6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7"/>
              </w:rPr>
              <w:t>K8$0.Â1'\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xa.pt-roÇ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tête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cher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0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chiti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chitine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5" w:lineRule="exact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w w:val="82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spacing w:val="9"/>
                <w:w w:val="82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1"/>
              </w:rPr>
              <w:t>'t(I)V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tunique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7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5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claro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1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9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vert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5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8"/>
              </w:rPr>
              <w:t>XÂ.ropoÇ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9" w:lineRule="exact"/>
              <w:ind w:left="55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vert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cromo--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5"/>
              </w:rPr>
              <w:t>coloré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65"/>
              </w:rPr>
              <w:t>xproJ.L&lt;X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couleur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4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clad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4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rejet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6"/>
              </w:rPr>
              <w:t>K'A.a.ooÇ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4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branche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1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cocc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2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graine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4"/>
              </w:rPr>
              <w:t>KOKKOÇ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branche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cotil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conque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1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4"/>
              </w:rPr>
              <w:t>KO'tUÂ1'\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6"/>
              </w:rPr>
              <w:t>cotyle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7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37"/>
              </w:rPr>
              <w:t>--ciano--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noirâtre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Kua.voÇ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bleu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sombre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412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5"/>
              </w:rPr>
              <w:t>cicle--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circulaire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6"/>
              </w:rPr>
              <w:t>KUKÂOÇ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8"/>
              </w:rPr>
              <w:t>cercle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402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dattil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2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6"/>
              </w:rPr>
              <w:t>digité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8"/>
              </w:rPr>
              <w:t>oa.K-ru'A.oÇ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doigt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detto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6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trois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08Â't08t011Ç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3"/>
              </w:rPr>
              <w:t>triangulaire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dendron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7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5"/>
              </w:rPr>
              <w:t>arbre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1"/>
              </w:rPr>
              <w:t>oevopov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7"/>
              </w:rPr>
              <w:t>arbre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1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5"/>
              </w:rPr>
              <w:t>derm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9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5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peau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6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7"/>
              </w:rPr>
              <w:t>08p!J.O.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0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peau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9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6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6"/>
              </w:rPr>
              <w:t>didim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4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6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jumelé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83"/>
              </w:rPr>
              <w:t>ùtùy!J.oÇ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6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double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1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40"/>
              </w:rPr>
              <w:t>--dise--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disque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3"/>
              </w:rPr>
              <w:t>OtO'KOÇ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6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4"/>
              </w:rPr>
              <w:t>disque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1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3"/>
              </w:rPr>
              <w:t>dolic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1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3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7"/>
              </w:rPr>
              <w:t>long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oo'A.txoÇ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6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19"/>
              </w:rPr>
              <w:t>long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53" w:hRule="exact"/>
        </w:trPr>
        <w:tc>
          <w:tcPr>
            <w:tcW w:w="19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38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dis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0"/>
              </w:rPr>
              <w:t>--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4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49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1"/>
              </w:rPr>
              <w:t>erroné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71"/>
              </w:rPr>
              <w:t>OUO'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57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22"/>
              </w:rPr>
              <w:t>dissemblable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</w:tbl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7" w:after="0" w:line="240" w:lineRule="auto"/>
        <w:ind w:left="170" w:right="-20"/>
        <w:jc w:val="left"/>
        <w:rPr>
          <w:rFonts w:ascii="Times New Roman" w:hAnsi="Times New Roman" w:cs="Times New Roman" w:eastAsia="Times New Roman"/>
          <w:sz w:val="10"/>
          <w:szCs w:val="10"/>
        </w:rPr>
      </w:pPr>
      <w:rPr/>
      <w:r>
        <w:rPr>
          <w:rFonts w:ascii="Times New Roman" w:hAnsi="Times New Roman" w:cs="Times New Roman" w:eastAsia="Times New Roman"/>
          <w:sz w:val="10"/>
          <w:szCs w:val="10"/>
          <w:spacing w:val="0"/>
          <w:w w:val="54"/>
        </w:rPr>
        <w:t>1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54"/>
        </w:rPr>
        <w:t>      </w:t>
      </w:r>
      <w:r>
        <w:rPr>
          <w:rFonts w:ascii="Times New Roman" w:hAnsi="Times New Roman" w:cs="Times New Roman" w:eastAsia="Times New Roman"/>
          <w:sz w:val="10"/>
          <w:szCs w:val="10"/>
          <w:spacing w:val="10"/>
          <w:w w:val="54"/>
        </w:rPr>
        <w:t> 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62"/>
        </w:rPr>
        <w:t>;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</w:rPr>
      </w:r>
    </w:p>
    <w:p>
      <w:pPr>
        <w:jc w:val="left"/>
        <w:spacing w:after="0"/>
        <w:sectPr>
          <w:pgSz w:w="11900" w:h="16840"/>
          <w:pgMar w:top="0" w:bottom="0" w:left="80" w:right="1440"/>
        </w:sectPr>
      </w:pPr>
      <w:rPr/>
    </w:p>
    <w:p>
      <w:pPr>
        <w:spacing w:before="12" w:after="0" w:line="240" w:lineRule="auto"/>
        <w:ind w:left="168" w:right="-20"/>
        <w:jc w:val="left"/>
        <w:rPr>
          <w:rFonts w:ascii="Times New Roman" w:hAnsi="Times New Roman" w:cs="Times New Roman" w:eastAsia="Times New Roman"/>
          <w:sz w:val="67"/>
          <w:szCs w:val="67"/>
        </w:rPr>
      </w:pPr>
      <w:rPr/>
      <w:r>
        <w:rPr>
          <w:rFonts w:ascii="Times New Roman" w:hAnsi="Times New Roman" w:cs="Times New Roman" w:eastAsia="Times New Roman"/>
          <w:sz w:val="67"/>
          <w:szCs w:val="67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67"/>
          <w:szCs w:val="67"/>
          <w:spacing w:val="0"/>
          <w:w w:val="100"/>
        </w:rPr>
      </w:r>
    </w:p>
    <w:p>
      <w:pPr>
        <w:spacing w:before="7" w:after="0" w:line="240" w:lineRule="auto"/>
        <w:ind w:left="1414" w:right="-20"/>
        <w:jc w:val="left"/>
        <w:tabs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.397064pt;margin-top:5.210765pt;width:8.970pt;height:34.5pt;mso-position-horizontal-relative:page;mso-position-vertical-relative:paragraph;z-index:-6348" type="#_x0000_t202" filled="f" stroked="f">
            <v:textbox inset="0,0,0,0">
              <w:txbxContent>
                <w:p>
                  <w:pPr>
                    <w:spacing w:before="0" w:after="0" w:line="690" w:lineRule="exact"/>
                    <w:ind w:right="-144"/>
                    <w:jc w:val="left"/>
                    <w:rPr>
                      <w:rFonts w:ascii="Times New Roman" w:hAnsi="Times New Roman" w:cs="Times New Roman" w:eastAsia="Times New Roman"/>
                      <w:sz w:val="69"/>
                      <w:szCs w:val="69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69"/>
                      <w:szCs w:val="69"/>
                      <w:spacing w:val="0"/>
                      <w:w w:val="52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69"/>
                      <w:szCs w:val="69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  <w:position w:val="1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9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>Treantori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  <w:i/>
          <w:position w:val="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517" w:lineRule="exact"/>
        <w:ind w:left="168" w:right="-20"/>
        <w:jc w:val="left"/>
        <w:tabs>
          <w:tab w:pos="1520" w:val="left"/>
          <w:tab w:pos="3880" w:val="left"/>
          <w:tab w:pos="604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100"/>
          <w:position w:val="8"/>
        </w:rPr>
        <w:t>[.</w:t>
      </w:r>
      <w:r>
        <w:rPr>
          <w:rFonts w:ascii="Arial" w:hAnsi="Arial" w:cs="Arial" w:eastAsia="Arial"/>
          <w:sz w:val="36"/>
          <w:szCs w:val="36"/>
          <w:spacing w:val="-70"/>
          <w:w w:val="100"/>
          <w:position w:val="8"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position w:val="8"/>
        </w:rPr>
        <w:tab/>
      </w:r>
      <w:r>
        <w:rPr>
          <w:rFonts w:ascii="Arial" w:hAnsi="Arial" w:cs="Arial" w:eastAsia="Arial"/>
          <w:sz w:val="36"/>
          <w:szCs w:val="36"/>
          <w:spacing w:val="0"/>
          <w:w w:val="100"/>
          <w:position w:val="8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4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-4"/>
        </w:rPr>
        <w:t>esto</w:t>
      </w:r>
      <w:r>
        <w:rPr>
          <w:rFonts w:ascii="Times New Roman" w:hAnsi="Times New Roman" w:cs="Times New Roman" w:eastAsia="Times New Roman"/>
          <w:sz w:val="23"/>
          <w:szCs w:val="23"/>
          <w:spacing w:val="-7"/>
          <w:w w:val="119"/>
          <w:position w:val="-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4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4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4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-4"/>
        </w:rPr>
        <w:t>externe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4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3"/>
          <w:position w:val="-6"/>
        </w:rPr>
        <w:t>EK'tOÇ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6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-4"/>
        </w:rPr>
        <w:t>extérieur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67" w:lineRule="exact"/>
        <w:ind w:left="168" w:right="-20"/>
        <w:jc w:val="left"/>
        <w:tabs>
          <w:tab w:pos="1520" w:val="left"/>
          <w:tab w:pos="3880" w:val="left"/>
          <w:tab w:pos="604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79"/>
          <w:position w:val="3"/>
        </w:rPr>
        <w:t>'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3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3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1"/>
        </w:rPr>
        <w:t>endo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17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0"/>
        </w:rPr>
        <w:t>interne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evôo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0"/>
        </w:rPr>
        <w:t>intérieur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9" w:right="-20"/>
        <w:jc w:val="left"/>
        <w:tabs>
          <w:tab w:pos="1520" w:val="left"/>
          <w:tab w:pos="3880" w:val="left"/>
          <w:tab w:pos="604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60"/>
          <w:i/>
          <w:position w:val="-3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60"/>
          <w:i/>
          <w:position w:val="-3"/>
        </w:rPr>
        <w:t> </w:t>
      </w:r>
      <w:r>
        <w:rPr>
          <w:rFonts w:ascii="Arial" w:hAnsi="Arial" w:cs="Arial" w:eastAsia="Arial"/>
          <w:sz w:val="14"/>
          <w:szCs w:val="14"/>
          <w:spacing w:val="16"/>
          <w:w w:val="60"/>
          <w:i/>
          <w:position w:val="-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60"/>
          <w:position w:val="-3"/>
        </w:rPr>
        <w:t>..</w:t>
      </w:r>
      <w:r>
        <w:rPr>
          <w:rFonts w:ascii="Arial" w:hAnsi="Arial" w:cs="Arial" w:eastAsia="Arial"/>
          <w:sz w:val="14"/>
          <w:szCs w:val="14"/>
          <w:spacing w:val="-21"/>
          <w:w w:val="60"/>
          <w:position w:val="-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3"/>
        </w:rPr>
        <w:tab/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-3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30"/>
          <w:position w:val="1"/>
        </w:rPr>
        <w:t>epi--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1"/>
          <w:position w:val="0"/>
        </w:rPr>
        <w:t>dessous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4"/>
          <w:position w:val="-1"/>
        </w:rPr>
        <w:t>E1tt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7"/>
          <w:position w:val="0"/>
        </w:rPr>
        <w:t>sur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1" w:after="0" w:line="270" w:lineRule="exact"/>
        <w:ind w:left="159" w:right="-20"/>
        <w:jc w:val="left"/>
        <w:tabs>
          <w:tab w:pos="1520" w:val="left"/>
          <w:tab w:pos="3880" w:val="left"/>
          <w:tab w:pos="604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2"/>
        </w:rPr>
        <w:t>'</w:t>
      </w:r>
      <w:r>
        <w:rPr>
          <w:rFonts w:ascii="Times New Roman" w:hAnsi="Times New Roman" w:cs="Times New Roman" w:eastAsia="Times New Roman"/>
          <w:sz w:val="14"/>
          <w:szCs w:val="14"/>
          <w:spacing w:val="-34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2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0"/>
        </w:rPr>
        <w:t>eritro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0"/>
        </w:rPr>
        <w:t>rougeatre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>epu9poÇ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  <w:position w:val="0"/>
        </w:rPr>
        <w:t>rouge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527" w:right="-20"/>
        <w:jc w:val="left"/>
        <w:tabs>
          <w:tab w:pos="388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0"/>
          <w:position w:val="2"/>
        </w:rPr>
        <w:t>gaster</w:t>
      </w:r>
      <w:r>
        <w:rPr>
          <w:rFonts w:ascii="Times New Roman" w:hAnsi="Times New Roman" w:cs="Times New Roman" w:eastAsia="Times New Roman"/>
          <w:sz w:val="23"/>
          <w:szCs w:val="23"/>
          <w:spacing w:val="2"/>
          <w:w w:val="12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  <w:position w:val="1"/>
        </w:rPr>
        <w:t>bombé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6"/>
          <w:position w:val="0"/>
        </w:rPr>
        <w:t>ya.cr'tfl&lt;p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0"/>
          <w:position w:val="1"/>
        </w:rPr>
        <w:t>ventru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67" w:lineRule="exact"/>
        <w:ind w:left="1532" w:right="-20"/>
        <w:jc w:val="left"/>
        <w:tabs>
          <w:tab w:pos="3880" w:val="left"/>
          <w:tab w:pos="602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1"/>
        </w:rPr>
        <w:t>gloss</w:t>
      </w:r>
      <w:r>
        <w:rPr>
          <w:rFonts w:ascii="Times New Roman" w:hAnsi="Times New Roman" w:cs="Times New Roman" w:eastAsia="Times New Roman"/>
          <w:sz w:val="23"/>
          <w:szCs w:val="23"/>
          <w:spacing w:val="-18"/>
          <w:w w:val="116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  <w:position w:val="0"/>
        </w:rPr>
        <w:t>expression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7"/>
          <w:position w:val="0"/>
        </w:rPr>
        <w:t>yAœcrcra.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1"/>
        </w:rPr>
        <w:t>langue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81" w:lineRule="exact"/>
        <w:ind w:left="1527" w:right="-20"/>
        <w:jc w:val="left"/>
        <w:tabs>
          <w:tab w:pos="3880" w:val="left"/>
          <w:tab w:pos="602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gone</w:t>
      </w:r>
      <w:r>
        <w:rPr>
          <w:rFonts w:ascii="Times New Roman" w:hAnsi="Times New Roman" w:cs="Times New Roman" w:eastAsia="Times New Roman"/>
          <w:sz w:val="23"/>
          <w:szCs w:val="23"/>
          <w:spacing w:val="5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1"/>
        </w:rPr>
        <w:t>angulaire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2"/>
          <w:position w:val="-1"/>
        </w:rPr>
        <w:t>yov11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1"/>
        </w:rPr>
        <w:t>coin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7" w:lineRule="exact"/>
        <w:ind w:left="1527" w:right="-20"/>
        <w:jc w:val="left"/>
        <w:tabs>
          <w:tab w:pos="3880" w:val="left"/>
          <w:tab w:pos="602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  <w:position w:val="2"/>
        </w:rPr>
        <w:t>gramm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15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  <w:position w:val="1"/>
        </w:rPr>
        <w:t>expression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6"/>
          <w:position w:val="-1"/>
        </w:rPr>
        <w:t>yp&lt;Xf.l!W-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1"/>
        </w:rPr>
        <w:t>commun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81" w:lineRule="exact"/>
        <w:ind w:left="1527" w:right="-20"/>
        <w:jc w:val="left"/>
        <w:tabs>
          <w:tab w:pos="3880" w:val="left"/>
          <w:tab w:pos="602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3"/>
          <w:position w:val="3"/>
        </w:rPr>
        <w:t>--graf--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1"/>
        </w:rPr>
        <w:t>écriture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7"/>
          <w:position w:val="-1"/>
        </w:rPr>
        <w:t>ypa.&lt;!&gt;rt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1"/>
        </w:rPr>
        <w:t>écrit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81" w:lineRule="exact"/>
        <w:ind w:left="1523" w:right="-20"/>
        <w:jc w:val="left"/>
        <w:tabs>
          <w:tab w:pos="388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>gimn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2"/>
        </w:rPr>
        <w:t>nudité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7"/>
          <w:position w:val="-1"/>
        </w:rPr>
        <w:t>YDf.lVOÇ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0"/>
          <w:position w:val="2"/>
        </w:rPr>
        <w:t>nudité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56" w:lineRule="exact"/>
        <w:ind w:left="1518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gine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  <w:position w:val="1"/>
        </w:rPr>
        <w:t>féminin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91"/>
          <w:position w:val="0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91"/>
          <w:position w:val="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45"/>
          <w:position w:val="0"/>
        </w:rPr>
        <w:t>v,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  <w:position w:val="1"/>
        </w:rPr>
        <w:t>femelle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23" w:right="-20"/>
        <w:jc w:val="left"/>
        <w:tabs>
          <w:tab w:pos="3860" w:val="left"/>
          <w:tab w:pos="602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gire</w:t>
      </w:r>
      <w:r>
        <w:rPr>
          <w:rFonts w:ascii="Times New Roman" w:hAnsi="Times New Roman" w:cs="Times New Roman" w:eastAsia="Times New Roman"/>
          <w:sz w:val="23"/>
          <w:szCs w:val="23"/>
          <w:spacing w:val="5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1"/>
        </w:rPr>
        <w:t>rondeur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yupoÇ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1"/>
        </w:rPr>
        <w:t>cercle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18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3"/>
          <w:position w:val="1"/>
        </w:rPr>
        <w:t>--erna--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2"/>
          <w:position w:val="0"/>
        </w:rPr>
        <w:t>sang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5"/>
          <w:position w:val="-3"/>
        </w:rPr>
        <w:t>&lt;Xt!W-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2"/>
          <w:position w:val="0"/>
        </w:rPr>
        <w:t>sang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51" w:lineRule="exact"/>
        <w:ind w:left="1523" w:right="-20"/>
        <w:jc w:val="left"/>
        <w:tabs>
          <w:tab w:pos="3860" w:val="left"/>
          <w:tab w:pos="6020" w:val="left"/>
          <w:tab w:pos="81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alo</w:t>
      </w:r>
      <w:r>
        <w:rPr>
          <w:rFonts w:ascii="Times New Roman" w:hAnsi="Times New Roman" w:cs="Times New Roman" w:eastAsia="Times New Roman"/>
          <w:sz w:val="23"/>
          <w:szCs w:val="23"/>
          <w:spacing w:val="5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1"/>
          <w:position w:val="1"/>
        </w:rPr>
        <w:t>salure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4"/>
          <w:position w:val="0"/>
        </w:rPr>
        <w:t>a.A.oÇ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1"/>
        </w:rPr>
        <w:t>sel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81" w:lineRule="exact"/>
        <w:ind w:left="1518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edu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1"/>
        </w:rPr>
        <w:t>douceur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>rtôuÇ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1"/>
        </w:rPr>
        <w:t>suave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18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elicu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  <w:position w:val="1"/>
        </w:rPr>
        <w:t>giratoire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7"/>
          <w:position w:val="0"/>
        </w:rPr>
        <w:t>EÀtKOEtÔflS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1"/>
        </w:rPr>
        <w:t>hélicoïde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18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elio</w:t>
      </w:r>
      <w:r>
        <w:rPr>
          <w:rFonts w:ascii="Times New Roman" w:hAnsi="Times New Roman" w:cs="Times New Roman" w:eastAsia="Times New Roman"/>
          <w:sz w:val="23"/>
          <w:szCs w:val="23"/>
          <w:spacing w:val="4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  <w:position w:val="1"/>
        </w:rPr>
        <w:t>d'ensoleillé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flÀtoÇ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1"/>
        </w:rPr>
        <w:t>soleil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67" w:lineRule="exact"/>
        <w:ind w:left="1518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6.726497pt;margin-top:10.363792pt;width:.1pt;height:17.135104pt;mso-position-horizontal-relative:page;mso-position-vertical-relative:paragraph;z-index:-6349" coordorigin="135,207" coordsize="2,343">
            <v:shape style="position:absolute;left:135;top:207;width:2;height:343" coordorigin="135,207" coordsize="0,343" path="m135,550l135,207e" filled="f" stroked="t" strokeweight=".23601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1"/>
        </w:rPr>
        <w:t>eliss</w:t>
      </w:r>
      <w:r>
        <w:rPr>
          <w:rFonts w:ascii="Times New Roman" w:hAnsi="Times New Roman" w:cs="Times New Roman" w:eastAsia="Times New Roman"/>
          <w:sz w:val="23"/>
          <w:szCs w:val="23"/>
          <w:spacing w:val="-15"/>
          <w:w w:val="119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1"/>
        </w:rPr>
        <w:t>spirale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5"/>
          <w:position w:val="0"/>
        </w:rPr>
        <w:t>EÀtÇ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1"/>
        </w:rPr>
        <w:t>spirale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98" w:lineRule="exact"/>
        <w:ind w:left="1513" w:right="-20"/>
        <w:jc w:val="left"/>
        <w:tabs>
          <w:tab w:pos="3860" w:val="left"/>
          <w:tab w:pos="6020" w:val="left"/>
          <w:tab w:pos="81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4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4"/>
        </w:rPr>
        <w:t>emer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16"/>
          <w:position w:val="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4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3"/>
        </w:rPr>
        <w:t>calendrier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1"/>
          <w:position w:val="-2"/>
        </w:rPr>
        <w:t>11f.!EP&lt;X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3"/>
        </w:rPr>
        <w:t>jour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4" w:lineRule="exact"/>
        <w:ind w:left="1513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4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4"/>
        </w:rPr>
        <w:t>emi</w:t>
      </w:r>
      <w:r>
        <w:rPr>
          <w:rFonts w:ascii="Times New Roman" w:hAnsi="Times New Roman" w:cs="Times New Roman" w:eastAsia="Times New Roman"/>
          <w:sz w:val="23"/>
          <w:szCs w:val="23"/>
          <w:spacing w:val="53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4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3"/>
        </w:rPr>
        <w:t>semi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9"/>
          <w:position w:val="0"/>
        </w:rPr>
        <w:t>rtf.lt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3"/>
        </w:rPr>
        <w:t>moitié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1513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1"/>
        </w:rPr>
        <w:t>esper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19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1"/>
        </w:rPr>
        <w:t>crepusculaire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ecrnepoÇ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1"/>
        </w:rPr>
        <w:t>soin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13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etero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  <w:position w:val="0"/>
        </w:rPr>
        <w:t>different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e'tepoÇ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  <w:position w:val="0"/>
        </w:rPr>
        <w:t>différent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6" w:lineRule="exact"/>
        <w:ind w:left="1509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olo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  <w:position w:val="0"/>
        </w:rPr>
        <w:t>complet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7"/>
          <w:position w:val="-1"/>
        </w:rPr>
        <w:t>oA.oÇ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0"/>
        </w:rPr>
        <w:t>entier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67" w:lineRule="exact"/>
        <w:ind w:left="1513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ialo</w:t>
      </w:r>
      <w:r>
        <w:rPr>
          <w:rFonts w:ascii="Times New Roman" w:hAnsi="Times New Roman" w:cs="Times New Roman" w:eastAsia="Times New Roman"/>
          <w:sz w:val="23"/>
          <w:szCs w:val="23"/>
          <w:spacing w:val="5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0"/>
        </w:rPr>
        <w:t>brillant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8"/>
          <w:position w:val="0"/>
        </w:rPr>
        <w:t>ua.A.oÇ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  <w:position w:val="0"/>
        </w:rPr>
        <w:t>mirage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09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idro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0"/>
        </w:rPr>
        <w:t>humide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uôrop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0"/>
          <w:position w:val="0"/>
        </w:rPr>
        <w:t>eau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1" w:after="0" w:line="240" w:lineRule="auto"/>
        <w:ind w:left="1504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1gro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0"/>
        </w:rPr>
        <w:t>humide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uypoÇ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0"/>
        </w:rPr>
        <w:t>humidité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2" w:after="0" w:line="291" w:lineRule="exact"/>
        <w:ind w:left="1509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2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2"/>
        </w:rPr>
        <w:t>imen</w:t>
      </w:r>
      <w:r>
        <w:rPr>
          <w:rFonts w:ascii="Times New Roman" w:hAnsi="Times New Roman" w:cs="Times New Roman" w:eastAsia="Times New Roman"/>
          <w:sz w:val="23"/>
          <w:szCs w:val="23"/>
          <w:spacing w:val="2"/>
          <w:w w:val="116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2"/>
        </w:rPr>
        <w:t>membraneux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2"/>
          <w:position w:val="-1"/>
        </w:rPr>
        <w:t>Uf.lflV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2"/>
        </w:rPr>
        <w:t>membrane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45" w:lineRule="exact"/>
        <w:ind w:left="1509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86"/>
          <w:position w:val="2"/>
        </w:rPr>
        <w:t>'--</w:t>
      </w:r>
      <w:r>
        <w:rPr>
          <w:rFonts w:ascii="Times New Roman" w:hAnsi="Times New Roman" w:cs="Times New Roman" w:eastAsia="Times New Roman"/>
          <w:sz w:val="23"/>
          <w:szCs w:val="23"/>
          <w:spacing w:val="12"/>
          <w:w w:val="86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iper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0"/>
          <w:position w:val="0"/>
        </w:rPr>
        <w:t>supérieur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\)1têp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4"/>
          <w:position w:val="0"/>
        </w:rPr>
        <w:t>dessus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09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ipo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</w:rPr>
        <w:t>inférieur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82"/>
          <w:position w:val="1"/>
        </w:rPr>
        <w:t>\)1t0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2"/>
          <w:position w:val="0"/>
        </w:rPr>
        <w:t>dessous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6" w:after="0" w:line="240" w:lineRule="auto"/>
        <w:ind w:left="1509" w:right="-20"/>
        <w:jc w:val="left"/>
        <w:tabs>
          <w:tab w:pos="3840" w:val="left"/>
          <w:tab w:pos="600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1"/>
          <w:position w:val="1"/>
        </w:rPr>
        <w:t>--iso</w:t>
      </w:r>
      <w:r>
        <w:rPr>
          <w:rFonts w:ascii="Times New Roman" w:hAnsi="Times New Roman" w:cs="Times New Roman" w:eastAsia="Times New Roman"/>
          <w:sz w:val="23"/>
          <w:szCs w:val="23"/>
          <w:spacing w:val="-4"/>
          <w:w w:val="131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égal</w:t>
      </w:r>
      <w:r>
        <w:rPr>
          <w:rFonts w:ascii="Times New Roman" w:hAnsi="Times New Roman" w:cs="Times New Roman" w:eastAsia="Times New Roman"/>
          <w:sz w:val="23"/>
          <w:szCs w:val="23"/>
          <w:spacing w:val="-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tcroÇ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1"/>
        </w:rPr>
        <w:t>égal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04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lepid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0"/>
        </w:rPr>
        <w:t>écaillé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ÀEntôoÇ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0"/>
        </w:rPr>
        <w:t>écaille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3" w:lineRule="exact"/>
        <w:ind w:left="1509" w:right="-20"/>
        <w:jc w:val="left"/>
        <w:tabs>
          <w:tab w:pos="3840" w:val="left"/>
          <w:tab w:pos="6020" w:val="left"/>
          <w:tab w:pos="81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letto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</w:rPr>
        <w:t>mince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3"/>
        </w:rPr>
        <w:t>Àe1t'tOÇ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7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1"/>
        </w:rPr>
        <w:t>esse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69" w:lineRule="exact"/>
        <w:ind w:left="1509" w:right="-20"/>
        <w:jc w:val="left"/>
        <w:tabs>
          <w:tab w:pos="3840" w:val="left"/>
          <w:tab w:pos="6020" w:val="left"/>
          <w:tab w:pos="81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24"/>
          <w:position w:val="1"/>
        </w:rPr>
        <w:t>--leucon</w:t>
      </w:r>
      <w:r>
        <w:rPr>
          <w:rFonts w:ascii="Times New Roman" w:hAnsi="Times New Roman" w:cs="Times New Roman" w:eastAsia="Times New Roman"/>
          <w:sz w:val="23"/>
          <w:szCs w:val="23"/>
          <w:spacing w:val="-7"/>
          <w:w w:val="124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0"/>
        </w:rPr>
        <w:t>blancheur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9"/>
          <w:position w:val="0"/>
        </w:rPr>
        <w:t>ÀEUKOV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0"/>
        </w:rPr>
        <w:t>blanc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1" w:after="0" w:line="240" w:lineRule="auto"/>
        <w:ind w:left="1504" w:right="-20"/>
        <w:jc w:val="left"/>
        <w:tabs>
          <w:tab w:pos="386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lopo</w:t>
      </w:r>
      <w:r>
        <w:rPr>
          <w:rFonts w:ascii="Times New Roman" w:hAnsi="Times New Roman" w:cs="Times New Roman" w:eastAsia="Times New Roman"/>
          <w:sz w:val="23"/>
          <w:szCs w:val="23"/>
          <w:spacing w:val="5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0"/>
        </w:rPr>
        <w:t>gousse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ÀonoÇ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0"/>
        </w:rPr>
        <w:t>capsule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04" w:right="-20"/>
        <w:jc w:val="left"/>
        <w:tabs>
          <w:tab w:pos="384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lofo</w:t>
      </w:r>
      <w:r>
        <w:rPr>
          <w:rFonts w:ascii="Times New Roman" w:hAnsi="Times New Roman" w:cs="Times New Roman" w:eastAsia="Times New Roman"/>
          <w:sz w:val="23"/>
          <w:szCs w:val="23"/>
          <w:spacing w:val="2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  <w:position w:val="0"/>
        </w:rPr>
        <w:t>sommet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1"/>
          <w:position w:val="0"/>
        </w:rPr>
        <w:t>A.o&lt;j&gt;oÇ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0"/>
        </w:rPr>
        <w:t>crête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04" w:right="-20"/>
        <w:jc w:val="left"/>
        <w:tabs>
          <w:tab w:pos="384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0"/>
          <w:position w:val="2"/>
        </w:rPr>
        <w:t>--macro--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1"/>
        </w:rPr>
        <w:t>ample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8"/>
          <w:position w:val="0"/>
        </w:rPr>
        <w:t>!W-KpoÇ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1"/>
        </w:rPr>
        <w:t>grandeur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6" w:lineRule="exact"/>
        <w:ind w:left="1504" w:right="-20"/>
        <w:jc w:val="left"/>
        <w:tabs>
          <w:tab w:pos="384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1"/>
          <w:position w:val="2"/>
        </w:rPr>
        <w:t>megal--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1"/>
        </w:rPr>
        <w:t>ample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2"/>
          <w:position w:val="-1"/>
        </w:rPr>
        <w:t>f.lEY&lt;XÀoÇ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  <w:position w:val="1"/>
        </w:rPr>
        <w:t>grandeur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09" w:right="-20"/>
        <w:jc w:val="left"/>
        <w:tabs>
          <w:tab w:pos="3840" w:val="left"/>
          <w:tab w:pos="6020" w:val="left"/>
          <w:tab w:pos="81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0"/>
          <w:position w:val="2"/>
        </w:rPr>
        <w:t>--melan--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1"/>
        </w:rPr>
        <w:t>noirâtre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59"/>
          <w:position w:val="0"/>
        </w:rPr>
        <w:t>f.!EÀ&lt;XÇ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5"/>
          <w:position w:val="1"/>
        </w:rPr>
        <w:t>noir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81" w:lineRule="exact"/>
        <w:ind w:left="1504" w:right="-20"/>
        <w:jc w:val="left"/>
        <w:tabs>
          <w:tab w:pos="384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3"/>
          <w:position w:val="3"/>
        </w:rPr>
        <w:t>--mel--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2"/>
        </w:rPr>
        <w:t>fruité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1"/>
          <w:position w:val="-1"/>
        </w:rPr>
        <w:t>f.lflÀOV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7"/>
          <w:position w:val="2"/>
        </w:rPr>
        <w:t>fruit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62" w:lineRule="exact"/>
        <w:ind w:left="1504" w:right="-20"/>
        <w:jc w:val="left"/>
        <w:tabs>
          <w:tab w:pos="3840" w:val="left"/>
          <w:tab w:pos="6020" w:val="left"/>
          <w:tab w:pos="81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2"/>
          <w:position w:val="3"/>
        </w:rPr>
        <w:t>--merls--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  <w:position w:val="1"/>
        </w:rPr>
        <w:t>portion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4"/>
          <w:position w:val="0"/>
        </w:rPr>
        <w:t>f.!EptÇ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8"/>
          <w:position w:val="1"/>
        </w:rPr>
        <w:t>partie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1" w:lineRule="exact"/>
        <w:ind w:left="1504" w:right="-20"/>
        <w:jc w:val="left"/>
        <w:tabs>
          <w:tab w:pos="3840" w:val="left"/>
          <w:tab w:pos="6020" w:val="left"/>
          <w:tab w:pos="814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meso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>--</w:t>
      </w:r>
      <w:r>
        <w:rPr>
          <w:rFonts w:ascii="Times New Roman" w:hAnsi="Times New Roman" w:cs="Times New Roman" w:eastAsia="Times New Roman"/>
          <w:sz w:val="23"/>
          <w:szCs w:val="23"/>
          <w:spacing w:val="-4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4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milieu</w:t>
      </w:r>
      <w:r>
        <w:rPr>
          <w:rFonts w:ascii="Times New Roman" w:hAnsi="Times New Roman" w:cs="Times New Roman" w:eastAsia="Times New Roman"/>
          <w:sz w:val="23"/>
          <w:szCs w:val="23"/>
          <w:spacing w:val="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3"/>
          <w:position w:val="0"/>
        </w:rPr>
        <w:t>f.!EO'OÇ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1"/>
        </w:rPr>
        <w:t>milieu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276" w:lineRule="exact"/>
        <w:ind w:left="1504" w:right="-20"/>
        <w:jc w:val="left"/>
        <w:tabs>
          <w:tab w:pos="3840" w:val="left"/>
          <w:tab w:pos="6020" w:val="left"/>
          <w:tab w:pos="81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34"/>
          <w:position w:val="3"/>
        </w:rPr>
        <w:t>--meta--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3"/>
          <w:szCs w:val="23"/>
          <w:spacing w:val="5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  <w:position w:val="1"/>
        </w:rPr>
        <w:t>diversifié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59"/>
          <w:position w:val="-1"/>
        </w:rPr>
        <w:t>f.lE't&lt;X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6"/>
          <w:position w:val="1"/>
        </w:rPr>
        <w:t>changement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146" w:lineRule="exact"/>
        <w:ind w:left="107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264"/>
          <w:position w:val="-3"/>
        </w:rPr>
        <w:t>i.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146" w:lineRule="exact"/>
        <w:ind w:left="107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79"/>
          <w:position w:val="1"/>
        </w:rPr>
        <w:t>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pgSz w:w="11900" w:h="16840"/>
          <w:pgMar w:top="0" w:bottom="0" w:left="120" w:right="1680"/>
        </w:sectPr>
      </w:pPr>
      <w:rPr/>
    </w:p>
    <w:p>
      <w:pPr>
        <w:spacing w:before="6" w:after="0" w:line="240" w:lineRule="auto"/>
        <w:ind w:left="1300" w:right="-20"/>
        <w:jc w:val="left"/>
        <w:tabs>
          <w:tab w:pos="63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63.038666pt;margin-top:629.186829pt;width:122.803867pt;height:.1pt;mso-position-horizontal-relative:page;mso-position-vertical-relative:page;z-index:-6347" coordorigin="9261,12584" coordsize="2456,2">
            <v:shape style="position:absolute;left:9261;top:12584;width:2456;height:2" coordorigin="9261,12584" coordsize="2456,0" path="m9261,12584l11717,12584e" filled="f" stroked="t" strokeweight=".234807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618785pt;margin-top:4.568514pt;width:8.450pt;height:32.5pt;mso-position-horizontal-relative:page;mso-position-vertical-relative:paragraph;z-index:-6345" type="#_x0000_t202" filled="f" stroked="f">
            <v:textbox inset="0,0,0,0">
              <w:txbxContent>
                <w:p>
                  <w:pPr>
                    <w:spacing w:before="0" w:after="0" w:line="650" w:lineRule="exact"/>
                    <w:ind w:right="-138"/>
                    <w:jc w:val="left"/>
                    <w:rPr>
                      <w:rFonts w:ascii="Times New Roman" w:hAnsi="Times New Roman" w:cs="Times New Roman" w:eastAsia="Times New Roman"/>
                      <w:sz w:val="65"/>
                      <w:szCs w:val="65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65"/>
                      <w:szCs w:val="65"/>
                      <w:spacing w:val="0"/>
                      <w:w w:val="52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65"/>
                      <w:szCs w:val="65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  <w:i/>
          <w:position w:val="1"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94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>Treanton'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2" w:right="-20"/>
        <w:jc w:val="left"/>
        <w:rPr>
          <w:rFonts w:ascii="Arial" w:hAnsi="Arial" w:cs="Arial" w:eastAsia="Arial"/>
          <w:sz w:val="29"/>
          <w:szCs w:val="29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5.720993pt;margin-top:3.143102pt;width:396.478787pt;height:634.0793pt;mso-position-horizontal-relative:page;mso-position-vertical-relative:paragraph;z-index:-6346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90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70" w:after="0" w:line="240" w:lineRule="auto"/>
                          <w:ind w:left="6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micr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3"/>
                            <w:w w:val="11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0" w:after="0" w:line="240" w:lineRule="auto"/>
                          <w:ind w:left="6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mitr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61" w:lineRule="exact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1"/>
                          </w:rPr>
                          <w:t>--mono--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0" w:after="0" w:line="245" w:lineRule="auto"/>
                          <w:ind w:left="620" w:right="387" w:firstLine="5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minuscule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couvert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2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unique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3" w:lineRule="auto"/>
                          <w:ind w:left="354" w:right="725" w:firstLine="-3"/>
                          <w:jc w:val="both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ttcpo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2"/>
                          </w:rPr>
                          <w:t>t'tpa.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2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48"/>
                          </w:rPr>
                          <w:t>voÇ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0" w:after="0" w:line="245" w:lineRule="auto"/>
                          <w:ind w:left="681" w:right="287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petit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chapeau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3"/>
                          </w:rPr>
                          <w:t>seul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4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morf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6" w:after="0" w:line="240" w:lineRule="auto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mice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6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2"/>
                          </w:rPr>
                          <w:t>formé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0" w:after="0" w:line="240" w:lineRule="auto"/>
                          <w:ind w:left="6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champignon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6" w:after="0" w:line="241" w:lineRule="auto"/>
                          <w:ind w:left="328" w:right="729" w:firstLine="25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7"/>
                          </w:rPr>
                          <w:t>op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7"/>
                          </w:rPr>
                          <w:t>l'\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84"/>
                          </w:rPr>
                          <w:t>UK'I'\Ç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67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3"/>
                          </w:rPr>
                          <w:t>forme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0" w:after="0" w:line="240" w:lineRule="auto"/>
                          <w:ind w:left="68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mycelium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1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1" w:lineRule="exact"/>
                          <w:ind w:left="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miri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5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6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inombrable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3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UptOÇ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67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inombrable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10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1" w:lineRule="exact"/>
                          <w:ind w:left="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5"/>
                          </w:rPr>
                          <w:t>--mir--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parfumé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40" w:lineRule="auto"/>
                          <w:ind w:left="3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5"/>
                          </w:rPr>
                          <w:t>upov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7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parfum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41"/>
                          </w:rPr>
                          <w:t>--nan--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1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minuscule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7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va.voÇ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33" w:right="721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1"/>
                          </w:rPr>
                          <w:t>nain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4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nem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240" w:lineRule="auto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nevr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1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3"/>
                          </w:rPr>
                          <w:t>effilé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6" w:after="0" w:line="240" w:lineRule="auto"/>
                          <w:ind w:left="61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nervuré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1" w:after="0" w:line="240" w:lineRule="auto"/>
                          <w:ind w:left="27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5"/>
                          </w:rPr>
                          <w:t>Vl'\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37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1"/>
                          </w:rPr>
                          <w:t>vsupov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7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filament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6" w:after="0" w:line="240" w:lineRule="auto"/>
                          <w:ind w:left="630" w:right="78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3"/>
                          </w:rPr>
                          <w:t>nerf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06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nuttu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9"/>
                            <w:w w:val="118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2"/>
                          </w:rPr>
                          <w:t>nuit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3"/>
                          </w:rPr>
                          <w:t>VUK'tOÇ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6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9"/>
                          </w:rPr>
                          <w:t>nocturne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10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9"/>
                          </w:rPr>
                          <w:t>ocr--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pâle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80"/>
                          </w:rPr>
                          <w:t>rotcpoÇ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38" w:right="746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1"/>
                          </w:rPr>
                          <w:t>ô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cre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0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odont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6"/>
                            <w:w w:val="11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dentelé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0"/>
                          </w:rPr>
                          <w:t>OOOV'tOÇ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38" w:right="717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1"/>
                          </w:rPr>
                          <w:t>dent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oligo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petit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0" w:lineRule="auto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oÀtyoÇ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29" w:right="72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petit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5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omma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7"/>
                            <w:w w:val="11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8"/>
                          </w:rPr>
                          <w:t>oeil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6" w:after="0" w:line="240" w:lineRule="auto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313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32" w:right="824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9"/>
                          </w:rPr>
                          <w:t>oeil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ofi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9"/>
                          </w:rPr>
                          <w:t>sinueux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2" w:lineRule="exact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-1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tÇ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67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1"/>
                          </w:rPr>
                          <w:t>serpent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ops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8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6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ressemblant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0" w:lineRule="auto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81"/>
                          </w:rPr>
                          <w:t>O'tftÇ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67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similitude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--orto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61"/>
                            <w:w w:val="11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6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2"/>
                          </w:rPr>
                          <w:t>rectification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op9oÇ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67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aplomb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osm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1"/>
                          </w:rPr>
                          <w:t>d'attirant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4" w:after="0" w:line="240" w:lineRule="auto"/>
                          <w:ind w:left="2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100"/>
                          </w:rPr>
                          <w:t>00"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118"/>
                          </w:rPr>
                          <w:t>1'\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6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parfum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0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6"/>
                          </w:rPr>
                          <w:t>--osse--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2" w:lineRule="exact"/>
                          <w:ind w:left="6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d'ossature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57"/>
                          </w:rPr>
                          <w:t>OO""CEOV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2" w:lineRule="exact"/>
                          <w:ind w:left="629" w:right="96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os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0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9"/>
                          </w:rPr>
                          <w:t>--pan--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d'universel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2"/>
                          </w:rPr>
                          <w:t>1t0.V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6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universel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8"/>
                          </w:rPr>
                          <w:t>--para--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6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2"/>
                          </w:rPr>
                          <w:t>proximité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2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  <w:i/>
                          </w:rPr>
                          <w:t>na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3"/>
                            <w:w w:val="100"/>
                            <w:i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pa.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623" w:right="75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près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0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5"/>
                          </w:rPr>
                          <w:t>--peri--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contour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83"/>
                          </w:rPr>
                          <w:t>1tEpt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6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2"/>
                          </w:rPr>
                          <w:t>autour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10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4"/>
                          </w:rPr>
                          <w:t>--petai--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5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pétale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0" w:lineRule="auto"/>
                          <w:ind w:left="2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69"/>
                          </w:rPr>
                          <w:t>1tE'tO.ÀOV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5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pétale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10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3"/>
                          </w:rPr>
                          <w:t>--faner--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visible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81"/>
                          </w:rPr>
                          <w:t>&lt;pa.vspoÇ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6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évident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fùo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8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aimer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69"/>
                          </w:rPr>
                          <w:t>&lt;ptÀO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6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attirance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0"/>
                          </w:rPr>
                          <w:t>fragm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7"/>
                            <w:w w:val="11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59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2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9"/>
                          </w:rPr>
                          <w:t>séparation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9" w:after="0" w:line="240" w:lineRule="auto"/>
                          <w:ind w:left="251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21"/>
                            <w:i/>
                          </w:rPr>
                          <w:t>&lt;ppa.y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6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cloture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foro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porter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6" w:lineRule="exact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9"/>
                          </w:rPr>
                          <w:t>&lt;popoÇ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65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porteur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46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  <w:position w:val="-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9"/>
                            <w:w w:val="100"/>
                            <w:position w:val="-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4"/>
                            <w:position w:val="-1"/>
                          </w:rPr>
                          <w:t>fugl--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  <w:position w:val="0"/>
                          </w:rPr>
                        </w:r>
                      </w:p>
                      <w:p>
                        <w:pPr>
                          <w:spacing w:before="0" w:after="0" w:line="289" w:lineRule="exact"/>
                          <w:ind w:left="45" w:right="-20"/>
                          <w:jc w:val="left"/>
                          <w:rPr>
                            <w:rFonts w:ascii="Arial" w:hAnsi="Arial" w:cs="Arial" w:eastAsia="Arial"/>
                            <w:sz w:val="29"/>
                            <w:szCs w:val="29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9"/>
                            <w:szCs w:val="29"/>
                            <w:spacing w:val="0"/>
                            <w:w w:val="83"/>
                          </w:rPr>
                          <w:t>--</w:t>
                        </w:r>
                        <w:r>
                          <w:rPr>
                            <w:rFonts w:ascii="Arial" w:hAnsi="Arial" w:cs="Arial" w:eastAsia="Arial"/>
                            <w:sz w:val="29"/>
                            <w:szCs w:val="29"/>
                            <w:spacing w:val="-16"/>
                            <w:w w:val="83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9"/>
                            <w:szCs w:val="29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9"/>
                            <w:szCs w:val="29"/>
                            <w:spacing w:val="-2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9"/>
                            <w:szCs w:val="29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Arial" w:hAnsi="Arial" w:cs="Arial" w:eastAsia="Arial"/>
                            <w:sz w:val="29"/>
                            <w:szCs w:val="29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59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0"/>
                          </w:rPr>
                          <w:t>feuille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6" w:after="0" w:line="240" w:lineRule="auto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2"/>
                          </w:rPr>
                          <w:t>catégorie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0"/>
                          </w:rPr>
                          <w:t>&lt;pUÀÀoV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5" w:after="0" w:line="240" w:lineRule="auto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60"/>
                          </w:rPr>
                          <w:t>&lt;f&gt;UÀOV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10" w:right="561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3"/>
                          </w:rPr>
                          <w:t>feuille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240" w:lineRule="auto"/>
                          <w:ind w:left="620" w:right="764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racé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0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fi.ton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plante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53"/>
                          </w:rPr>
                          <w:t>&lt;f&gt;U"COV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6" w:lineRule="exact"/>
                          <w:ind w:left="619" w:right="663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plant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0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piatis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0"/>
                            <w:w w:val="1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étendu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2"/>
                          </w:rPr>
                          <w:t>1tÀO.'tUÇ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6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9"/>
                          </w:rPr>
                          <w:t>étendu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5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piett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"/>
                            <w:w w:val="1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0"/>
                          </w:rPr>
                          <w:t>tressé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0" w:lineRule="auto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2"/>
                          </w:rPr>
                          <w:t>1tÂEK'tOÇ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19" w:right="67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2"/>
                          </w:rPr>
                          <w:t>natte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4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96"/>
                          </w:rPr>
                          <w:t>pOQi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-2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single" w:sz="1.878456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59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0"/>
                          </w:rPr>
                          <w:t>pied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single" w:sz="1.878456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1"/>
                          </w:rPr>
                          <w:t>1tOOtOV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15" w:right="777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2"/>
                          </w:rPr>
                          <w:t>pied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7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32"/>
                          </w:rPr>
                          <w:t>--poli--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single" w:sz="1.878456" w:space="0" w:color="000000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59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9"/>
                          </w:rPr>
                          <w:t>plusieurs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single" w:sz="1.878456" w:space="0" w:color="000000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1" w:lineRule="exact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noXu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65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8"/>
                          </w:rPr>
                          <w:t>nomb-reux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por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59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passage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2" w:lineRule="exact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nopoÇ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15" w:right="75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pore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prot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59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5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3"/>
                          </w:rPr>
                          <w:t>premier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67"/>
                          </w:rPr>
                          <w:t>1tpCO'tOÇ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5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5"/>
                          </w:rPr>
                          <w:t>premier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tter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1"/>
                          </w:rPr>
                          <w:t>aile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2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81"/>
                          </w:rPr>
                          <w:t>1t'tEptÇ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65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plume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piram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2"/>
                            <w:w w:val="11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pyramide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40" w:lineRule="auto"/>
                          <w:ind w:left="25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70"/>
                          </w:rPr>
                          <w:t>1tUpO.f..ttÇ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5" w:lineRule="exact"/>
                          <w:ind w:left="65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4"/>
                          </w:rPr>
                          <w:t>pyramide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3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2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3"/>
                          </w:rPr>
                          <w:t>rachi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35"/>
                            <w:w w:val="11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3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1"/>
                          </w:rPr>
                          <w:t>ossature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7" w:after="0" w:line="240" w:lineRule="auto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pa.xtÇ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3" w:lineRule="exact"/>
                          <w:ind w:left="65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21"/>
                          </w:rPr>
                          <w:t>rachis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64" w:hRule="exact"/>
                    </w:trPr>
                    <w:tc>
                      <w:tcPr>
                        <w:tcW w:w="178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1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--riz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3"/>
                            <w:w w:val="118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8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49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0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42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6"/>
                          </w:rPr>
                          <w:t>racine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40" w:lineRule="auto"/>
                          <w:ind w:left="26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w w:val="106"/>
                          </w:rPr>
                          <w:t>pt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-13"/>
                            <w:w w:val="10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94"/>
                          </w:rPr>
                          <w:t>a.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5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17"/>
                          </w:rPr>
                          <w:t>racine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9"/>
          <w:szCs w:val="29"/>
          <w:spacing w:val="0"/>
          <w:w w:val="74"/>
        </w:rPr>
        <w:t>r·</w:t>
      </w:r>
      <w:r>
        <w:rPr>
          <w:rFonts w:ascii="Arial" w:hAnsi="Arial" w:cs="Arial" w:eastAsia="Arial"/>
          <w:sz w:val="29"/>
          <w:szCs w:val="29"/>
          <w:spacing w:val="0"/>
          <w:w w:val="100"/>
        </w:rPr>
      </w:r>
    </w:p>
    <w:p>
      <w:pPr>
        <w:jc w:val="left"/>
        <w:spacing w:after="0"/>
        <w:sectPr>
          <w:pgMar w:header="0" w:footer="0" w:top="780" w:bottom="280" w:left="160" w:right="1680"/>
          <w:headerReference w:type="odd" r:id="rId7"/>
          <w:pgSz w:w="11900" w:h="16840"/>
        </w:sectPr>
      </w:pPr>
      <w:rPr/>
    </w:p>
    <w:p>
      <w:pPr>
        <w:spacing w:before="0" w:after="0" w:line="799" w:lineRule="exact"/>
        <w:ind w:left="10" w:right="-20"/>
        <w:jc w:val="left"/>
        <w:rPr>
          <w:rFonts w:ascii="Arial" w:hAnsi="Arial" w:cs="Arial" w:eastAsia="Arial"/>
          <w:sz w:val="79"/>
          <w:szCs w:val="79"/>
        </w:rPr>
      </w:pPr>
      <w:rPr/>
      <w:r>
        <w:rPr>
          <w:rFonts w:ascii="Arial" w:hAnsi="Arial" w:cs="Arial" w:eastAsia="Arial"/>
          <w:sz w:val="79"/>
          <w:szCs w:val="79"/>
          <w:spacing w:val="0"/>
          <w:w w:val="52"/>
          <w:position w:val="-1"/>
        </w:rPr>
        <w:t>n</w:t>
      </w:r>
      <w:r>
        <w:rPr>
          <w:rFonts w:ascii="Arial" w:hAnsi="Arial" w:cs="Arial" w:eastAsia="Arial"/>
          <w:sz w:val="79"/>
          <w:szCs w:val="79"/>
          <w:spacing w:val="0"/>
          <w:w w:val="100"/>
          <w:position w:val="0"/>
        </w:rPr>
      </w:r>
    </w:p>
    <w:p>
      <w:pPr>
        <w:spacing w:before="0" w:after="0" w:line="209" w:lineRule="exact"/>
        <w:ind w:left="1267" w:right="-20"/>
        <w:jc w:val="left"/>
        <w:tabs>
          <w:tab w:pos="64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  <w:position w:val="-7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0"/>
          <w:i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-7"/>
        </w:rPr>
        <w:t>Treant01i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-7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-7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i/>
          <w:position w:val="-2"/>
        </w:rPr>
        <w:t>7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583" w:lineRule="exact"/>
        <w:ind w:left="14" w:right="-20"/>
        <w:jc w:val="left"/>
        <w:rPr>
          <w:rFonts w:ascii="Times New Roman" w:hAnsi="Times New Roman" w:cs="Times New Roman" w:eastAsia="Times New Roman"/>
          <w:sz w:val="65"/>
          <w:szCs w:val="65"/>
        </w:rPr>
      </w:pPr>
      <w:rPr/>
      <w:r>
        <w:rPr>
          <w:rFonts w:ascii="Times New Roman" w:hAnsi="Times New Roman" w:cs="Times New Roman" w:eastAsia="Times New Roman"/>
          <w:sz w:val="65"/>
          <w:szCs w:val="65"/>
          <w:spacing w:val="0"/>
          <w:w w:val="53"/>
          <w:position w:val="1"/>
        </w:rPr>
        <w:t>n</w:t>
      </w:r>
      <w:r>
        <w:rPr>
          <w:rFonts w:ascii="Times New Roman" w:hAnsi="Times New Roman" w:cs="Times New Roman" w:eastAsia="Times New Roman"/>
          <w:sz w:val="65"/>
          <w:szCs w:val="65"/>
          <w:spacing w:val="0"/>
          <w:w w:val="100"/>
          <w:position w:val="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pgMar w:header="0" w:footer="0" w:top="0" w:bottom="280" w:left="0" w:right="1680"/>
          <w:headerReference w:type="even" r:id="rId8"/>
          <w:pgSz w:w="11900" w:h="16840"/>
        </w:sectPr>
      </w:pPr>
      <w:rPr/>
    </w:p>
    <w:p>
      <w:pPr>
        <w:spacing w:before="79" w:after="0" w:line="259" w:lineRule="exact"/>
        <w:ind w:left="24" w:right="-79"/>
        <w:jc w:val="left"/>
        <w:tabs>
          <w:tab w:pos="1400" w:val="left"/>
          <w:tab w:pos="3780" w:val="left"/>
          <w:tab w:pos="59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.439516pt;margin-top:11.415457pt;width:1.221pt;height:10pt;mso-position-horizontal-relative:page;mso-position-vertical-relative:paragraph;z-index:-6342" type="#_x0000_t202" filled="f" stroked="f">
            <v:textbox inset="0,0,0,0">
              <w:txbxContent>
                <w:p>
                  <w:pPr>
                    <w:spacing w:before="0" w:after="0" w:line="200" w:lineRule="exact"/>
                    <w:ind w:right="-7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55"/>
                    </w:rPr>
                    <w:t>i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5"/>
          <w:szCs w:val="15"/>
          <w:spacing w:val="0"/>
          <w:w w:val="53"/>
          <w:position w:val="6"/>
        </w:rPr>
        <w:t>f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6"/>
        </w:rPr>
        <w:tab/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6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3"/>
        </w:rPr>
        <w:t>--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3"/>
        </w:rPr>
        <w:t>rod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3"/>
        </w:rPr>
        <w:t>--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3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4"/>
          <w:position w:val="-1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24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4"/>
          <w:position w:val="-1"/>
        </w:rPr>
        <w:t>rosé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position w:val="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u w:val="single" w:color="000000"/>
          <w:position w:val="0"/>
        </w:rPr>
        <w:t>  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73"/>
          <w:u w:val="single" w:color="000000"/>
          <w:position w:val="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73"/>
          <w:position w:val="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position w:val="0"/>
        </w:rPr>
        <w:t>o8ov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1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6"/>
        </w:rPr>
        <w:t>rose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1680"/>
          <w:cols w:num="2" w:equalWidth="0">
            <w:col w:w="6546" w:space="1621"/>
            <w:col w:w="2053"/>
          </w:cols>
        </w:sectPr>
      </w:pPr>
      <w:rPr/>
    </w:p>
    <w:p>
      <w:pPr>
        <w:spacing w:before="0" w:after="0" w:line="312" w:lineRule="exact"/>
        <w:ind w:left="1406" w:right="-20"/>
        <w:jc w:val="left"/>
        <w:tabs>
          <w:tab w:pos="3780" w:val="left"/>
          <w:tab w:pos="5980" w:val="left"/>
          <w:tab w:pos="81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1.199597pt;margin-top:628.440552pt;width:593.800403pt;height:.1pt;mso-position-horizontal-relative:page;mso-position-vertical-relative:page;z-index:-6344" coordorigin="24,12569" coordsize="11876,2">
            <v:shape style="position:absolute;left:24;top:12569;width:11876;height:2" coordorigin="24,12569" coordsize="11876,0" path="m24,12569l11900,12569e" filled="f" stroked="t" strokeweight=".47983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--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47"/>
          <w:position w:val="-1"/>
        </w:rPr>
        <w:t>ns</w:t>
      </w:r>
      <w:r>
        <w:rPr>
          <w:rFonts w:ascii="Times New Roman" w:hAnsi="Times New Roman" w:cs="Times New Roman" w:eastAsia="Times New Roman"/>
          <w:sz w:val="22"/>
          <w:szCs w:val="22"/>
          <w:spacing w:val="-32"/>
          <w:w w:val="147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--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7"/>
          <w:position w:val="2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27"/>
          <w:position w:val="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7"/>
          <w:position w:val="2"/>
        </w:rPr>
        <w:t>ratatiné</w:t>
      </w:r>
      <w:r>
        <w:rPr>
          <w:rFonts w:ascii="Times New Roman" w:hAnsi="Times New Roman" w:cs="Times New Roman" w:eastAsia="Times New Roman"/>
          <w:sz w:val="22"/>
          <w:szCs w:val="22"/>
          <w:spacing w:val="-63"/>
          <w:w w:val="127"/>
          <w:position w:val="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4"/>
        </w:rPr>
        <w:t>pucroÇ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8"/>
          <w:position w:val="7"/>
        </w:rPr>
        <w:t>plié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181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9.016129pt;margin-top:-1.422273pt;width:279.210955pt;height:381.17157pt;mso-position-horizontal-relative:page;mso-position-vertical-relative:paragraph;z-index:-6343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918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sapr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7"/>
                            <w:w w:val="1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1" w:after="0" w:line="240" w:lineRule="auto"/>
                          <w:ind w:left="3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42"/>
                          </w:rPr>
                          <w:t>--scier--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35" w:after="0" w:line="242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  <w:position w:val="-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  <w:position w:val="-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  <w:position w:val="-1"/>
                          </w:rPr>
                          <w:t>scif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  <w:position w:val="-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10"/>
                            <w:w w:val="100"/>
                            <w:position w:val="-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9"/>
                            <w:position w:val="-1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1" w:after="0" w:line="259" w:lineRule="auto"/>
                          <w:ind w:left="601" w:right="581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6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6"/>
                            <w:w w:val="12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6"/>
                          </w:rPr>
                          <w:t>pourriture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4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sclérosé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5" w:after="0" w:line="240" w:lineRule="auto"/>
                          <w:ind w:left="60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coupe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71" w:after="0" w:line="240" w:lineRule="auto"/>
                          <w:ind w:left="11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6"/>
                          </w:rPr>
                          <w:t>crcx.1tpoÇ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30" w:after="0" w:line="254" w:lineRule="auto"/>
                          <w:ind w:left="117" w:right="68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1"/>
                          </w:rPr>
                          <w:t>01CÂ:I1POÇ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1"/>
                          </w:rPr>
                          <w:t>O'lCU&lt;poÇ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2" w:after="0" w:line="240" w:lineRule="auto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41"/>
                          </w:rPr>
                          <w:t>--soma--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8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corps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1" w:lineRule="exact"/>
                          <w:ind w:left="12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57"/>
                          </w:rPr>
                          <w:t>O'Olfl&lt;:X.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1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5" w:after="0" w:line="240" w:lineRule="auto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48"/>
                          </w:rPr>
                          <w:t>--sor--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4" w:lineRule="exact"/>
                          <w:ind w:left="61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"/>
                            <w:w w:val="1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amoncellement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0" w:lineRule="exact"/>
                          <w:ind w:left="12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crropo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1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2" w:after="0" w:line="240" w:lineRule="auto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6"/>
                          </w:rPr>
                          <w:t>spat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27"/>
                            <w:w w:val="12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6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61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8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14"/>
                            <w:w w:val="128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8"/>
                          </w:rPr>
                          <w:t>spatule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2" w:lineRule="exact"/>
                          <w:ind w:left="12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68"/>
                          </w:rPr>
                          <w:t>0'1tCX.8f\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49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5" w:after="0" w:line="240" w:lineRule="auto"/>
                          <w:ind w:left="5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sperm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18"/>
                            <w:w w:val="1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51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8"/>
                          </w:rPr>
                          <w:t>sfer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14"/>
                            <w:w w:val="118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8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4" w:lineRule="exact"/>
                          <w:ind w:left="61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ensemencer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5" w:after="0" w:line="240" w:lineRule="auto"/>
                          <w:ind w:left="6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6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sphérique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5" w:lineRule="exact"/>
                          <w:ind w:left="13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69"/>
                          </w:rPr>
                          <w:t>0'1t8pfl&lt;:X.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1" w:after="0" w:line="240" w:lineRule="auto"/>
                          <w:ind w:left="13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w w:val="79"/>
                          </w:rPr>
                          <w:t>crcpa.t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3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67"/>
                          </w:rPr>
                          <w:t>pcx.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57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7" w:after="0" w:line="240" w:lineRule="auto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2"/>
                          </w:rPr>
                          <w:t>spir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28"/>
                            <w:w w:val="122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2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spor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1" w:lineRule="exact"/>
                          <w:ind w:left="62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7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10"/>
                            <w:w w:val="1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7"/>
                          </w:rPr>
                          <w:t>spiralé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62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5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spore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27" w:lineRule="exact"/>
                          <w:ind w:left="13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80"/>
                          </w:rPr>
                          <w:t>0'1t8tpcx.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14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67"/>
                          </w:rPr>
                          <w:t>0'1tOpCX.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4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7" w:after="0" w:line="240" w:lineRule="auto"/>
                          <w:ind w:left="6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stach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29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62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2"/>
                          </w:rPr>
                          <w:t>épi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2" w:lineRule="exact"/>
                          <w:ind w:left="14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9"/>
                          </w:rPr>
                          <w:t>crtcx.x.uÇ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7" w:after="0" w:line="240" w:lineRule="auto"/>
                          <w:ind w:left="6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stal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26"/>
                            <w:w w:val="1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7" w:lineRule="exact"/>
                          <w:ind w:left="63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poteau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2" w:lineRule="exact"/>
                          <w:ind w:left="14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8"/>
                          </w:rPr>
                          <w:t>crtcx.Â.ts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40" w:lineRule="auto"/>
                          <w:ind w:left="6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43"/>
                          </w:rPr>
                          <w:t>--stem--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5" w:lineRule="exact"/>
                          <w:ind w:left="63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9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12"/>
                            <w:w w:val="119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9"/>
                          </w:rPr>
                          <w:t>élevé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5" w:lineRule="exact"/>
                          <w:ind w:left="14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w w:val="82"/>
                          </w:rPr>
                          <w:t>O''tf\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33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1"/>
                            <w:szCs w:val="21"/>
                            <w:spacing w:val="0"/>
                            <w:w w:val="62"/>
                          </w:rPr>
                          <w:t>f.10</w:t>
                        </w:r>
                        <w:r>
                          <w:rPr>
                            <w:rFonts w:ascii="Arial" w:hAnsi="Arial" w:cs="Arial" w:eastAsia="Arial"/>
                            <w:sz w:val="21"/>
                            <w:szCs w:val="21"/>
                            <w:spacing w:val="4"/>
                            <w:w w:val="62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v</w:t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4" w:after="0" w:line="251" w:lineRule="exact"/>
                          <w:ind w:left="7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0"/>
                          </w:rPr>
                          <w:t>ster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7"/>
                            <w:w w:val="12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9" w:lineRule="exact"/>
                          <w:ind w:left="63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d'étriqué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0" w:lineRule="exact"/>
                          <w:ind w:left="1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crtsvoÇ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1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2" w:after="0" w:line="240" w:lineRule="auto"/>
                          <w:ind w:left="7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sticc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5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2" w:lineRule="exact"/>
                          <w:ind w:left="64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rangé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27" w:lineRule="exact"/>
                          <w:ind w:left="15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crttx.oÇ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5" w:after="0" w:line="240" w:lineRule="auto"/>
                          <w:ind w:left="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stigm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"/>
                            <w:w w:val="1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5" w:lineRule="exact"/>
                          <w:ind w:left="64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7"/>
                            <w:w w:val="12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marqué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9" w:lineRule="exact"/>
                          <w:ind w:left="16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w w:val="101"/>
                          </w:rPr>
                          <w:t>crt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21"/>
                            <w:w w:val="101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58"/>
                            <w:i/>
                          </w:rPr>
                          <w:t>Yfl&lt;:X.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681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0" w:after="0" w:line="240" w:lineRule="auto"/>
                          <w:ind w:left="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stom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2"/>
                            <w:w w:val="1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5" w:after="0" w:line="240" w:lineRule="auto"/>
                          <w:ind w:left="8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6"/>
                          </w:rPr>
                          <w:t>step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9"/>
                            <w:w w:val="12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6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9" w:lineRule="exact"/>
                          <w:ind w:left="6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ouverture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6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-1"/>
                            <w:w w:val="1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enroulé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0" w:lineRule="exact"/>
                          <w:ind w:left="16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65"/>
                          </w:rPr>
                          <w:t>O'tOfl&lt;:X.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1" w:after="0" w:line="240" w:lineRule="auto"/>
                          <w:ind w:left="1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crtps1ttoÇ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60" w:lineRule="exact"/>
                          <w:jc w:val="left"/>
                          <w:rPr>
                            <w:sz w:val="16"/>
                            <w:szCs w:val="16"/>
                          </w:rPr>
                        </w:pPr>
                        <w:rPr/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tall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2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thalle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7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1"/>
                          </w:rPr>
                          <w:t>crtcx.Â.Â.oÇ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40" w:lineRule="auto"/>
                          <w:ind w:left="9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8"/>
                          </w:rPr>
                          <w:t>tece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19"/>
                            <w:w w:val="118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8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5" w:lineRule="exact"/>
                          <w:ind w:left="6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5"/>
                          </w:rPr>
                          <w:t>capsule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9" w:lineRule="exact"/>
                          <w:ind w:left="17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Sf\Kf\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5" w:after="0" w:line="240" w:lineRule="auto"/>
                          <w:ind w:left="9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43"/>
                          </w:rPr>
                          <w:t>--tom--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4" w:lineRule="exact"/>
                          <w:ind w:left="6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2"/>
                          </w:rPr>
                          <w:t>découpe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5" w:lineRule="exact"/>
                          <w:ind w:left="18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83"/>
                          </w:rPr>
                          <w:t>tOJ!OÇ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5" w:after="0" w:line="240" w:lineRule="auto"/>
                          <w:ind w:left="9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tr-em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3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9" w:lineRule="exact"/>
                          <w:ind w:left="66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ouverture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40" w:lineRule="auto"/>
                          <w:ind w:left="18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73"/>
                          </w:rPr>
                          <w:t>tPlifl&lt;:X.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9" w:after="0" w:line="240" w:lineRule="auto"/>
                          <w:ind w:left="102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3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35"/>
                          </w:rPr>
                          <w:t>til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35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35"/>
                          </w:rPr>
                          <w:t>--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9" w:lineRule="exact"/>
                          <w:ind w:left="6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7"/>
                          </w:rPr>
                          <w:t>enflé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0" w:lineRule="exact"/>
                          <w:ind w:left="18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tuÂ.oÇ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16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0" w:after="0" w:line="240" w:lineRule="auto"/>
                          <w:ind w:left="10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tip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9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0" w:lineRule="exact"/>
                          <w:ind w:left="6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1"/>
                          </w:rPr>
                          <w:t>exemplaire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30" w:lineRule="exact"/>
                          <w:ind w:left="18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tyKOÇ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05" w:hRule="exact"/>
                    </w:trPr>
                    <w:tc>
                      <w:tcPr>
                        <w:tcW w:w="181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7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  <w:rPr/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1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3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zig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4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15"/>
                          </w:rPr>
                          <w:t>--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8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24"/>
                          </w:rPr>
                          <w:t>paire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9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  <w:t>ÇuyoÇ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1"/>
        </w:rPr>
        <w:t>décomposé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61" w:lineRule="auto"/>
        <w:ind w:left="8191" w:right="1015" w:firstLine="-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dur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4"/>
        </w:rPr>
        <w:t>coupe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7"/>
        </w:rPr>
        <w:t>corps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amas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spathe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semence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8"/>
        </w:rPr>
        <w:t>globe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7"/>
        </w:rPr>
        <w:t>spirale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semence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" w:after="0" w:line="259" w:lineRule="auto"/>
        <w:ind w:left="8210" w:right="921" w:firstLine="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épi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pieu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4"/>
        </w:rPr>
        <w:t>couronne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61" w:lineRule="auto"/>
        <w:ind w:left="8220" w:right="1141" w:firstLine="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étroit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rang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tatoué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4"/>
        </w:rPr>
        <w:t>bouche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7"/>
        </w:rPr>
        <w:t>spirale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9" w:lineRule="auto"/>
        <w:ind w:left="8239" w:right="106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25"/>
        </w:rPr>
        <w:t>manche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1"/>
        </w:rPr>
        <w:t>boîte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tranche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3"/>
        </w:rPr>
        <w:t>ouvert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64" w:lineRule="auto"/>
        <w:ind w:left="8253" w:right="46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25"/>
        </w:rPr>
        <w:t>protubérance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9"/>
        </w:rPr>
        <w:t>modèle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26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22"/>
        </w:rPr>
        <w:t>couple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1680"/>
        </w:sectPr>
      </w:pPr>
      <w:rPr/>
    </w:p>
    <w:p>
      <w:pPr>
        <w:spacing w:before="0" w:after="0" w:line="822" w:lineRule="exact"/>
        <w:ind w:left="174" w:right="-20"/>
        <w:jc w:val="left"/>
        <w:tabs>
          <w:tab w:pos="1380" w:val="left"/>
          <w:tab w:pos="64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" w:hAnsi="Arial" w:cs="Arial" w:eastAsia="Arial"/>
          <w:sz w:val="78"/>
          <w:szCs w:val="78"/>
          <w:spacing w:val="0"/>
          <w:w w:val="52"/>
        </w:rPr>
        <w:t>n</w:t>
      </w:r>
      <w:r>
        <w:rPr>
          <w:rFonts w:ascii="Arial" w:hAnsi="Arial" w:cs="Arial" w:eastAsia="Arial"/>
          <w:sz w:val="78"/>
          <w:szCs w:val="78"/>
          <w:spacing w:val="0"/>
          <w:w w:val="100"/>
        </w:rPr>
        <w:tab/>
      </w:r>
      <w:r>
        <w:rPr>
          <w:rFonts w:ascii="Arial" w:hAnsi="Arial" w:cs="Arial" w:eastAsia="Arial"/>
          <w:sz w:val="78"/>
          <w:szCs w:val="78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  <w:position w:val="42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8"/>
          <w:i/>
          <w:position w:val="4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42"/>
        </w:rPr>
        <w:t>Treanton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42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42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41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303" w:lineRule="exact"/>
        <w:ind w:left="2797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w w:val="116"/>
        </w:rPr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-2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SCIFR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1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LETTAR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3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PE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-1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NOM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6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5"/>
          <w:u w:val="single" w:color="000000"/>
        </w:rPr>
        <w:t>BUTANICHI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5"/>
        </w:rPr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1695" w:right="1795" w:firstLine="-174"/>
        <w:jc w:val="left"/>
        <w:tabs>
          <w:tab w:pos="5980" w:val="left"/>
          <w:tab w:pos="61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NUMER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u w:val="single" w:color="000000"/>
        </w:rPr>
        <w:t>CARDINAL!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NUMER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u w:val="single" w:color="000000"/>
        </w:rPr>
        <w:t>ORDINAL!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LATINUCORSI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  <w:u w:val="single" w:color="000000"/>
        </w:rPr>
        <w:t>LATINUCORSI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57.617798" w:type="dxa"/>
      </w:tblPr>
      <w:tblGrid/>
      <w:tr>
        <w:trPr>
          <w:trHeight w:val="662" w:hRule="exact"/>
        </w:trPr>
        <w:tc>
          <w:tcPr>
            <w:tcW w:w="13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4" w:after="0" w:line="252" w:lineRule="auto"/>
              <w:ind w:left="45" w:right="638" w:firstLine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DUI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4" w:after="0" w:line="240" w:lineRule="auto"/>
              <w:ind w:left="22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8" w:after="0" w:line="252" w:lineRule="auto"/>
              <w:ind w:left="214" w:right="10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UNUS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DUO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4" w:after="0" w:line="252" w:lineRule="auto"/>
              <w:ind w:left="540" w:right="1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PRIMU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SECONDU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2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4" w:after="0" w:line="247" w:lineRule="auto"/>
              <w:ind w:left="167" w:right="-21" w:firstLine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PRIMUS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SECUNDUS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13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TRES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3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TERZU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TERTIUS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13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8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  <w:w w:val="108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QUATUOR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5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QUARTU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QUARTUS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13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CINQUE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QUINQUE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5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QUINTU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QUINTUS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13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SEI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3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99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  <w:w w:val="9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SEXTUS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75" w:hRule="exact"/>
        </w:trPr>
        <w:tc>
          <w:tcPr>
            <w:tcW w:w="13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SETTE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4" w:after="0" w:line="252" w:lineRule="auto"/>
              <w:ind w:left="49" w:right="512" w:firstLine="-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OTTU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NOVE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53" w:lineRule="exact"/>
              <w:ind w:left="2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  <w:position w:val="-2"/>
              </w:rPr>
              <w:t>SEPTEM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364" w:lineRule="exact"/>
              <w:ind w:left="204" w:right="-20"/>
              <w:jc w:val="left"/>
              <w:rPr>
                <w:rFonts w:ascii="Courier New" w:hAnsi="Courier New" w:cs="Courier New" w:eastAsia="Courier New"/>
                <w:sz w:val="38"/>
                <w:szCs w:val="38"/>
              </w:rPr>
            </w:pPr>
            <w:rPr/>
            <w:r>
              <w:rPr>
                <w:rFonts w:ascii="Courier New" w:hAnsi="Courier New" w:cs="Courier New" w:eastAsia="Courier New"/>
                <w:sz w:val="38"/>
                <w:szCs w:val="38"/>
                <w:spacing w:val="0"/>
                <w:w w:val="78"/>
                <w:position w:val="4"/>
              </w:rPr>
              <w:t>ocra</w:t>
            </w:r>
            <w:r>
              <w:rPr>
                <w:rFonts w:ascii="Courier New" w:hAnsi="Courier New" w:cs="Courier New" w:eastAsia="Courier New"/>
                <w:sz w:val="38"/>
                <w:szCs w:val="38"/>
                <w:spacing w:val="0"/>
                <w:w w:val="100"/>
                <w:position w:val="0"/>
              </w:rPr>
            </w:r>
          </w:p>
          <w:p>
            <w:pPr>
              <w:spacing w:before="0" w:after="0" w:line="239" w:lineRule="exact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NOVEM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3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SETTIMU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4" w:after="0" w:line="252" w:lineRule="auto"/>
              <w:ind w:left="540" w:right="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3"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AVU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NUVEZIMU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SEPTIMUS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167" w:right="140" w:firstLine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OCfAVUS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9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NUS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67" w:hRule="exact"/>
        </w:trPr>
        <w:tc>
          <w:tcPr>
            <w:tcW w:w="13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DECE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DECEM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DECEZIMU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1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DECIMUS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29" w:after="0" w:line="240" w:lineRule="auto"/>
        <w:ind w:left="151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PREFISS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NUMERIC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  <w:u w:val="single" w:color="000000"/>
        </w:rPr>
        <w:t>LATINUCORSI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90" w:lineRule="exact"/>
        <w:ind w:left="1493" w:right="-20"/>
        <w:jc w:val="left"/>
        <w:tabs>
          <w:tab w:pos="2360" w:val="left"/>
          <w:tab w:pos="3380" w:val="left"/>
          <w:tab w:pos="5480" w:val="left"/>
          <w:tab w:pos="5980" w:val="left"/>
          <w:tab w:pos="866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SEMI</w:t>
      </w:r>
      <w:r>
        <w:rPr>
          <w:rFonts w:ascii="Times New Roman" w:hAnsi="Times New Roman" w:cs="Times New Roman" w:eastAsia="Times New Roman"/>
          <w:sz w:val="24"/>
          <w:szCs w:val="24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  <w:position w:val="-1"/>
        </w:rPr>
        <w:t>esempiu: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SEMIALATU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da</w:t>
      </w:r>
      <w:r>
        <w:rPr>
          <w:rFonts w:ascii="Times New Roman" w:hAnsi="Times New Roman" w:cs="Times New Roman" w:eastAsia="Times New Roman"/>
          <w:sz w:val="18"/>
          <w:szCs w:val="18"/>
          <w:spacing w:val="-2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SEMI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8"/>
          <w:i/>
          <w:position w:val="-1"/>
        </w:rPr>
        <w:t>semiailé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</w:p>
    <w:p>
      <w:pPr>
        <w:spacing w:before="4" w:after="0" w:line="20" w:lineRule="exact"/>
        <w:jc w:val="left"/>
        <w:rPr>
          <w:sz w:val="2"/>
          <w:szCs w:val="2"/>
        </w:rPr>
      </w:pPr>
      <w:rPr/>
      <w:r>
        <w:rPr>
          <w:sz w:val="2"/>
          <w:szCs w:val="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94.016571" w:type="dxa"/>
      </w:tblPr>
      <w:tblGrid/>
      <w:tr>
        <w:trPr>
          <w:trHeight w:val="889" w:hRule="exact"/>
        </w:trPr>
        <w:tc>
          <w:tcPr>
            <w:tcW w:w="1635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60" w:lineRule="auto"/>
              <w:ind w:left="108" w:right="996" w:firstLine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60" w:lineRule="auto"/>
              <w:ind w:left="371" w:right="572" w:firstLine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UNIFUGLIU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BIFORMU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9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26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9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60" w:lineRule="auto"/>
              <w:ind w:left="149" w:right="1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5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777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une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4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feuille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  <w:p>
            <w:pPr>
              <w:spacing w:before="0" w:after="0" w:line="295" w:lineRule="exact"/>
              <w:ind w:left="683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deux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6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formes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97" w:hRule="exact"/>
        </w:trPr>
        <w:tc>
          <w:tcPr>
            <w:tcW w:w="16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3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TRIPARTITU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1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5" w:lineRule="exact"/>
              <w:ind w:left="716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93"/>
                <w:i/>
              </w:rPr>
              <w:t>troi8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4"/>
                <w:w w:val="93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parties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97" w:hRule="exact"/>
        </w:trPr>
        <w:tc>
          <w:tcPr>
            <w:tcW w:w="16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9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QUADRI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367" w:right="-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QUADRICULORU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QUADRI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2" w:lineRule="exact"/>
              <w:ind w:left="523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quatre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1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couleurs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97" w:hRule="exact"/>
        </w:trPr>
        <w:tc>
          <w:tcPr>
            <w:tcW w:w="16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6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QUINQUE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QUINQUELOBU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6" w:lineRule="exact"/>
              <w:ind w:left="1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QUINQUE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5" w:lineRule="exact"/>
              <w:ind w:left="810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cinq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24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4"/>
                <w:i/>
              </w:rPr>
              <w:t>lobes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16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4" w:lineRule="exact"/>
              <w:ind w:left="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3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SESSANGULARU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4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3" w:lineRule="exact"/>
              <w:ind w:left="829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six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8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1"/>
                <w:i/>
              </w:rPr>
              <w:t>angles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624" w:hRule="exact"/>
        </w:trPr>
        <w:tc>
          <w:tcPr>
            <w:tcW w:w="16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56" w:lineRule="auto"/>
              <w:ind w:left="99" w:right="746" w:firstLine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SETTE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OTTO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56" w:lineRule="auto"/>
              <w:ind w:left="371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SETTECOSTATU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OTTOSEPALU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3"/>
              </w:rPr>
              <w:t>etc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8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5" w:lineRule="exact"/>
              <w:ind w:left="1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position w:val="-1"/>
              </w:rPr>
              <w:t>SEPTEM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4"/>
                <w:w w:val="100"/>
                <w:position w:val="-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57"/>
                <w:position w:val="-1"/>
              </w:rPr>
              <w:t>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369" w:lineRule="exact"/>
              <w:ind w:left="149" w:right="-20"/>
              <w:jc w:val="left"/>
              <w:rPr>
                <w:rFonts w:ascii="Courier New" w:hAnsi="Courier New" w:cs="Courier New" w:eastAsia="Courier New"/>
                <w:sz w:val="38"/>
                <w:szCs w:val="38"/>
              </w:rPr>
            </w:pPr>
            <w:rPr/>
            <w:r>
              <w:rPr>
                <w:rFonts w:ascii="Courier New" w:hAnsi="Courier New" w:cs="Courier New" w:eastAsia="Courier New"/>
                <w:sz w:val="38"/>
                <w:szCs w:val="38"/>
                <w:spacing w:val="0"/>
                <w:w w:val="77"/>
                <w:position w:val="3"/>
              </w:rPr>
              <w:t>ocro</w:t>
            </w:r>
            <w:r>
              <w:rPr>
                <w:rFonts w:ascii="Courier New" w:hAnsi="Courier New" w:cs="Courier New" w:eastAsia="Courier New"/>
                <w:sz w:val="38"/>
                <w:szCs w:val="38"/>
                <w:spacing w:val="0"/>
                <w:w w:val="100"/>
                <w:position w:val="0"/>
              </w:rPr>
            </w:r>
          </w:p>
        </w:tc>
        <w:tc>
          <w:tcPr>
            <w:tcW w:w="25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2" w:lineRule="exact"/>
              <w:ind w:left="794" w:right="414"/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sept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1"/>
                <w:i/>
              </w:rPr>
              <w:t>cotés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76" w:right="300"/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huit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27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sépales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70" w:hRule="exact"/>
        </w:trPr>
        <w:tc>
          <w:tcPr>
            <w:tcW w:w="16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NOVEM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14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NOVEM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67" w:hRule="exact"/>
        </w:trPr>
        <w:tc>
          <w:tcPr>
            <w:tcW w:w="16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DECEM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14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DECEM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9" w:after="0" w:line="240" w:lineRule="auto"/>
        <w:ind w:left="150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6.717451pt;margin-top:80.859154pt;width:34.847645pt;height:.1pt;mso-position-horizontal-relative:page;mso-position-vertical-relative:paragraph;z-index:-6341" coordorigin="334,1617" coordsize="697,2">
            <v:shape style="position:absolute;left:334;top:1617;width:697;height:2" coordorigin="334,1617" coordsize="697,0" path="m334,1617l1031,1617e" filled="f" stroked="t" strokeweight=".23545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PREFISS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NUMERIC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  <w:u w:val="single" w:color="000000"/>
        </w:rPr>
        <w:t>GRECUCORSI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89.307556" w:type="dxa"/>
      </w:tblPr>
      <w:tblGrid/>
      <w:tr>
        <w:trPr>
          <w:trHeight w:val="385" w:hRule="exact"/>
        </w:trPr>
        <w:tc>
          <w:tcPr>
            <w:tcW w:w="975" w:type="dxa"/>
            <w:tcBorders>
              <w:top w:val="nil" w:sz="6" w:space="0" w:color="auto"/>
              <w:bottom w:val="single" w:sz="5.65096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80" w:after="0" w:line="240" w:lineRule="auto"/>
              <w:ind w:left="10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EMI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nil" w:sz="6" w:space="0" w:color="auto"/>
              <w:bottom w:val="single" w:sz="5.65096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38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17"/>
              </w:rPr>
              <w:t>es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29" w:type="dxa"/>
            <w:tcBorders>
              <w:top w:val="nil" w:sz="6" w:space="0" w:color="auto"/>
              <w:bottom w:val="single" w:sz="5.65096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90" w:after="0" w:line="240" w:lineRule="auto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EMITTERU</w:t>
            </w:r>
          </w:p>
        </w:tc>
        <w:tc>
          <w:tcPr>
            <w:tcW w:w="267" w:type="dxa"/>
            <w:tcBorders>
              <w:top w:val="nil" w:sz="6" w:space="0" w:color="auto"/>
              <w:bottom w:val="single" w:sz="5.65096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nil" w:sz="6" w:space="0" w:color="auto"/>
              <w:bottom w:val="single" w:sz="5.65096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8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15"/>
              </w:rPr>
              <w:t>da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74" w:type="dxa"/>
            <w:tcBorders>
              <w:top w:val="nil" w:sz="6" w:space="0" w:color="auto"/>
              <w:bottom w:val="single" w:sz="5.65096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85" w:after="0" w:line="240" w:lineRule="auto"/>
              <w:ind w:left="1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HEMI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58" w:type="dxa"/>
            <w:tcBorders>
              <w:top w:val="nil" w:sz="6" w:space="0" w:color="auto"/>
              <w:bottom w:val="single" w:sz="5.65096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6" w:after="0" w:line="240" w:lineRule="auto"/>
              <w:ind w:left="1029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4"/>
                <w:i/>
              </w:rPr>
              <w:t>hémiptère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582" w:hRule="exact"/>
        </w:trPr>
        <w:tc>
          <w:tcPr>
            <w:tcW w:w="975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MONO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single" w:sz="5.650968" w:space="0" w:color="000000"/>
              <w:bottom w:val="single" w:sz="1.8836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1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MONOFIORU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7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single" w:sz="5.650968" w:space="0" w:color="000000"/>
              <w:bottom w:val="single" w:sz="1.8836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4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MONO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58" w:type="dxa"/>
            <w:tcBorders>
              <w:top w:val="single" w:sz="5.6509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39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une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37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fleur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594" w:hRule="exact"/>
        </w:trPr>
        <w:tc>
          <w:tcPr>
            <w:tcW w:w="9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92" w:lineRule="exact"/>
              <w:ind w:left="108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6"/>
              </w:rPr>
              <w:t>BI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  <w:p>
            <w:pPr>
              <w:spacing w:before="14" w:after="0" w:line="240" w:lineRule="auto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single" w:sz="1.88365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1" w:after="0" w:line="256" w:lineRule="auto"/>
              <w:ind w:left="204" w:right="264" w:firstLine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9IMGR-FlJ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TRIANTERU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single" w:sz="1.88365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325" w:lineRule="exact"/>
              <w:ind w:left="141" w:right="-20"/>
              <w:jc w:val="left"/>
              <w:rPr>
                <w:rFonts w:ascii="Courier New" w:hAnsi="Courier New" w:cs="Courier New" w:eastAsia="Courier New"/>
                <w:sz w:val="30"/>
                <w:szCs w:val="30"/>
              </w:rPr>
            </w:pPr>
            <w:rPr/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100"/>
                <w:position w:val="3"/>
              </w:rPr>
              <w:t>DI</w:t>
            </w:r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100"/>
                <w:position w:val="0"/>
              </w:rPr>
            </w:r>
          </w:p>
          <w:p>
            <w:pPr>
              <w:spacing w:before="0" w:after="0" w:line="257" w:lineRule="exact"/>
              <w:ind w:left="13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2" w:lineRule="exact"/>
              <w:ind w:left="831" w:right="-1468"/>
              <w:jc w:val="left"/>
              <w:tabs>
                <w:tab w:pos="4040" w:val="left"/>
              </w:tabs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96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8"/>
                <w:i/>
              </w:rPr>
              <w:t>deux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17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99"/>
                <w:i/>
              </w:rPr>
              <w:t>forme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1"/>
                <w:w w:val="99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1"/>
                <w:w w:val="100"/>
                <w:i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770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trois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27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anthères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9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TETRA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2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TETRACROMU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13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1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1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</w:p>
        </w:tc>
        <w:tc>
          <w:tcPr>
            <w:tcW w:w="2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2" w:lineRule="exact"/>
              <w:ind w:left="667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quatre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1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couleurs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97" w:hRule="exact"/>
        </w:trPr>
        <w:tc>
          <w:tcPr>
            <w:tcW w:w="9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10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PENTA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PENTACARPU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1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PENTA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2" w:lineRule="exact"/>
              <w:ind w:left="977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cinq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32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fruits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97" w:hRule="exact"/>
        </w:trPr>
        <w:tc>
          <w:tcPr>
            <w:tcW w:w="9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6" w:lineRule="exact"/>
              <w:ind w:left="10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ESSAGONU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HEXA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5" w:lineRule="exact"/>
              <w:ind w:left="968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six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-4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1"/>
                <w:i/>
              </w:rPr>
              <w:t>angles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620" w:hRule="exact"/>
        </w:trPr>
        <w:tc>
          <w:tcPr>
            <w:tcW w:w="9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4" w:lineRule="exact"/>
              <w:ind w:left="10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ETTA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8" w:after="0" w:line="240" w:lineRule="auto"/>
              <w:ind w:left="10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OTTO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56" w:lineRule="auto"/>
              <w:ind w:left="209" w:right="54" w:firstLine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ETTAGRANU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OTTOPETALU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4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15"/>
              </w:rPr>
              <w:t>etc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55" w:lineRule="exact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  <w:position w:val="-2"/>
              </w:rPr>
              <w:t>HEPTA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362" w:lineRule="exact"/>
              <w:ind w:left="141" w:right="-20"/>
              <w:jc w:val="left"/>
              <w:rPr>
                <w:rFonts w:ascii="Courier New" w:hAnsi="Courier New" w:cs="Courier New" w:eastAsia="Courier New"/>
                <w:sz w:val="38"/>
                <w:szCs w:val="38"/>
              </w:rPr>
            </w:pPr>
            <w:rPr/>
            <w:r>
              <w:rPr>
                <w:rFonts w:ascii="Courier New" w:hAnsi="Courier New" w:cs="Courier New" w:eastAsia="Courier New"/>
                <w:sz w:val="38"/>
                <w:szCs w:val="38"/>
                <w:spacing w:val="0"/>
                <w:w w:val="77"/>
                <w:position w:val="3"/>
              </w:rPr>
              <w:t>ocro</w:t>
            </w:r>
            <w:r>
              <w:rPr>
                <w:rFonts w:ascii="Courier New" w:hAnsi="Courier New" w:cs="Courier New" w:eastAsia="Courier New"/>
                <w:sz w:val="38"/>
                <w:szCs w:val="38"/>
                <w:spacing w:val="0"/>
                <w:w w:val="100"/>
                <w:position w:val="0"/>
              </w:rPr>
            </w:r>
          </w:p>
        </w:tc>
        <w:tc>
          <w:tcPr>
            <w:tcW w:w="2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3" w:lineRule="exact"/>
              <w:ind w:left="888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sept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1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4"/>
                <w:i/>
              </w:rPr>
              <w:t>pépins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  <w:p>
            <w:pPr>
              <w:spacing w:before="0" w:after="0" w:line="290" w:lineRule="exact"/>
              <w:ind w:left="878" w:right="-2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huit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34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  <w:i/>
              </w:rPr>
              <w:t>pétales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spacing w:val="0"/>
                <w:w w:val="100"/>
              </w:rPr>
            </w:r>
          </w:p>
        </w:tc>
      </w:tr>
      <w:tr>
        <w:trPr>
          <w:trHeight w:val="268" w:hRule="exact"/>
        </w:trPr>
        <w:tc>
          <w:tcPr>
            <w:tcW w:w="9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ENA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ENNEA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0" w:hRule="exact"/>
        </w:trPr>
        <w:tc>
          <w:tcPr>
            <w:tcW w:w="9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DECA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6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3"/>
              </w:rPr>
              <w:t>DECA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0" w:top="780" w:bottom="280" w:left="160" w:right="1440"/>
          <w:headerReference w:type="odd" r:id="rId9"/>
          <w:headerReference w:type="even" r:id="rId10"/>
          <w:pgSz w:w="11900" w:h="16840"/>
        </w:sectPr>
      </w:pPr>
      <w:rPr/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364" w:right="-20"/>
        <w:jc w:val="left"/>
        <w:tabs>
          <w:tab w:pos="64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  <w:i/>
          <w:position w:val="1"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94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>Treanton'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b/>
          <w:bCs/>
          <w:i/>
          <w:position w:val="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56" w:right="3476"/>
        <w:jc w:val="center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TERMINULOGIA</w:t>
      </w:r>
      <w:r>
        <w:rPr>
          <w:rFonts w:ascii="Times New Roman" w:hAnsi="Times New Roman" w:cs="Times New Roman" w:eastAsia="Times New Roman"/>
          <w:sz w:val="25"/>
          <w:szCs w:val="25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BUTANICA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40" w:right="2641"/>
        <w:jc w:val="center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34"/>
          <w:szCs w:val="34"/>
          <w:spacing w:val="0"/>
          <w:w w:val="87"/>
          <w:b/>
          <w:bCs/>
        </w:rPr>
        <w:t>1</w:t>
      </w:r>
      <w:r>
        <w:rPr>
          <w:rFonts w:ascii="Times New Roman" w:hAnsi="Times New Roman" w:cs="Times New Roman" w:eastAsia="Times New Roman"/>
          <w:sz w:val="34"/>
          <w:szCs w:val="34"/>
          <w:spacing w:val="-12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87"/>
          <w:b/>
          <w:bCs/>
        </w:rPr>
        <w:t>EPITETI</w:t>
      </w:r>
      <w:r>
        <w:rPr>
          <w:rFonts w:ascii="Times New Roman" w:hAnsi="Times New Roman" w:cs="Times New Roman" w:eastAsia="Times New Roman"/>
          <w:sz w:val="34"/>
          <w:szCs w:val="34"/>
          <w:spacing w:val="6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87"/>
          <w:b/>
          <w:bCs/>
        </w:rPr>
        <w:t>SPECIFICHI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35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34"/>
          <w:szCs w:val="34"/>
          <w:spacing w:val="-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95"/>
          <w:b/>
          <w:bCs/>
        </w:rPr>
        <w:t>PIANTI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</w:rPr>
      </w:r>
    </w:p>
    <w:p>
      <w:pPr>
        <w:spacing w:before="14" w:after="0" w:line="240" w:lineRule="auto"/>
        <w:ind w:left="3055" w:right="2398"/>
        <w:jc w:val="center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4"/>
          <w:szCs w:val="34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95"/>
          <w:b/>
          <w:bCs/>
        </w:rPr>
        <w:t>TERMINULOGIA</w:t>
      </w:r>
      <w:r>
        <w:rPr>
          <w:rFonts w:ascii="Times New Roman" w:hAnsi="Times New Roman" w:cs="Times New Roman" w:eastAsia="Times New Roman"/>
          <w:sz w:val="34"/>
          <w:szCs w:val="34"/>
          <w:spacing w:val="-23"/>
          <w:w w:val="95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95"/>
          <w:b/>
          <w:bCs/>
        </w:rPr>
        <w:t>LATINACORSA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9" w:lineRule="auto"/>
        <w:ind w:left="639" w:right="494"/>
        <w:jc w:val="left"/>
        <w:tabs>
          <w:tab w:pos="2240" w:val="left"/>
          <w:tab w:pos="3800" w:val="left"/>
          <w:tab w:pos="604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abortu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abortus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</w:rPr>
        <w:t>mal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9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developpé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attenuatu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attenuatus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</w:rPr>
        <w:t>aminci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acitozu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acetosus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acre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augustu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augustus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majestueux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acicularu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acicularis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d'aiguille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avicularu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avicularis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les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oiseaux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aciniformu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aciniformis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grappe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5" w:after="0" w:line="230" w:lineRule="auto"/>
        <w:ind w:left="635" w:right="689"/>
        <w:jc w:val="left"/>
        <w:tabs>
          <w:tab w:pos="2220" w:val="left"/>
          <w:tab w:pos="3770" w:val="left"/>
          <w:tab w:pos="3800" w:val="left"/>
          <w:tab w:pos="6020" w:val="left"/>
          <w:tab w:pos="746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aculeatu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aculeatus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aiguillonné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bag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baccatus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</w:rPr>
        <w:t>muni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9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baies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acutu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acutus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piquant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biannualu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biennis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bisannuel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aduncu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aduncus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crochu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bifidu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bifidus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fendu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affinu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affi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  <w:t>VOlSffi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brachipodu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brachypodus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pied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agrestu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agrestus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rustique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brachistatu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brachystatis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épi</w:t>
      </w:r>
      <w:r>
        <w:rPr>
          <w:rFonts w:ascii="Times New Roman" w:hAnsi="Times New Roman" w:cs="Times New Roman" w:eastAsia="Times New Roman"/>
          <w:sz w:val="25"/>
          <w:szCs w:val="25"/>
          <w:spacing w:val="-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court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ailé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bratteatu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bracteatus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avec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bractée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3" w:after="0" w:line="282" w:lineRule="exact"/>
        <w:ind w:left="635" w:right="437" w:firstLine="5"/>
        <w:jc w:val="left"/>
        <w:tabs>
          <w:tab w:pos="2220" w:val="left"/>
          <w:tab w:pos="3770" w:val="left"/>
          <w:tab w:pos="380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albanu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albanus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recouvert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blanc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bulbiferu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bulbiferus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muni</w:t>
      </w:r>
      <w:r>
        <w:rPr>
          <w:rFonts w:ascii="Times New Roman" w:hAnsi="Times New Roman" w:cs="Times New Roman" w:eastAsia="Times New Roman"/>
          <w:sz w:val="25"/>
          <w:szCs w:val="25"/>
          <w:spacing w:val="-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9"/>
          <w:position w:val="0"/>
        </w:rPr>
        <w:t>bulbilles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9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agliachju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alliaceus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odeur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d'ail</w:t>
      </w:r>
      <w:r>
        <w:rPr>
          <w:rFonts w:ascii="Times New Roman" w:hAnsi="Times New Roman" w:cs="Times New Roman" w:eastAsia="Times New Roman"/>
          <w:sz w:val="25"/>
          <w:szCs w:val="25"/>
          <w:spacing w:val="-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bulbatu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bulbatus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boursoufllé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altemu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altemus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alterné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butiracbju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butyraceus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huileux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4" w:lineRule="exact"/>
        <w:ind w:left="635" w:right="-20"/>
        <w:jc w:val="left"/>
        <w:tabs>
          <w:tab w:pos="2220" w:val="left"/>
          <w:tab w:pos="37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-6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haut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6" w:lineRule="exact"/>
        <w:ind w:left="639" w:right="-20"/>
        <w:jc w:val="left"/>
        <w:tabs>
          <w:tab w:pos="2240" w:val="left"/>
          <w:tab w:pos="3800" w:val="left"/>
          <w:tab w:pos="604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anfibiu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amphibius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amphibie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ceruliu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coeruleus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</w:rPr>
        <w:t>bleu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ciel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101" w:lineRule="exact"/>
        <w:ind w:left="635" w:right="-20"/>
        <w:jc w:val="left"/>
        <w:tabs>
          <w:tab w:pos="2220" w:val="left"/>
          <w:tab w:pos="378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4"/>
        </w:rPr>
        <w:t>ampliatu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4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>ampliatus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-15"/>
        </w:rPr>
        <w:t>plus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4"/>
          <w:position w:val="-1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>grand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>cespitozu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>coespitosus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-15"/>
        </w:rPr>
        <w:t>poussant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95"/>
          <w:position w:val="-1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-15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95"/>
          <w:position w:val="-1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5"/>
        </w:rPr>
        <w:t>touffes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0" w:top="680" w:bottom="280" w:left="80" w:right="860"/>
          <w:pgSz w:w="11900" w:h="16840"/>
        </w:sectPr>
      </w:pPr>
      <w:rPr/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92" w:lineRule="exact"/>
        <w:ind w:left="635" w:right="-79"/>
        <w:jc w:val="left"/>
        <w:tabs>
          <w:tab w:pos="22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anacantu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anacanthus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67" w:lineRule="exact"/>
        <w:ind w:left="483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/>
        <w:br w:type="column"/>
      </w:r>
      <w:r>
        <w:rPr>
          <w:rFonts w:ascii="Arial" w:hAnsi="Arial" w:cs="Arial" w:eastAsia="Arial"/>
          <w:sz w:val="17"/>
          <w:szCs w:val="17"/>
          <w:spacing w:val="0"/>
          <w:w w:val="236"/>
          <w:position w:val="-5"/>
        </w:rPr>
        <w:t>,</w:t>
      </w:r>
      <w:r>
        <w:rPr>
          <w:rFonts w:ascii="Arial" w:hAnsi="Arial" w:cs="Arial" w:eastAsia="Arial"/>
          <w:sz w:val="17"/>
          <w:szCs w:val="17"/>
          <w:spacing w:val="-28"/>
          <w:w w:val="236"/>
          <w:position w:val="-5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-5"/>
        </w:rPr>
        <w:t>.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0" w:after="0" w:line="194" w:lineRule="exact"/>
        <w:ind w:right="-20"/>
        <w:jc w:val="left"/>
        <w:tabs>
          <w:tab w:pos="2220" w:val="left"/>
          <w:tab w:pos="3680" w:val="left"/>
          <w:tab w:pos="50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1"/>
        </w:rPr>
        <w:t>sans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4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epme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calcariu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calcareus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calcicole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80" w:right="860"/>
          <w:cols w:num="2" w:equalWidth="0">
            <w:col w:w="3299" w:space="517"/>
            <w:col w:w="7144"/>
          </w:cols>
        </w:sectPr>
      </w:pPr>
      <w:rPr/>
    </w:p>
    <w:p>
      <w:pPr>
        <w:spacing w:before="0" w:after="0" w:line="272" w:lineRule="exact"/>
        <w:ind w:left="635" w:right="-20"/>
        <w:jc w:val="left"/>
        <w:tabs>
          <w:tab w:pos="2220" w:val="left"/>
          <w:tab w:pos="3800" w:val="left"/>
          <w:tab w:pos="6020" w:val="left"/>
          <w:tab w:pos="748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androghjinu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androgynus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position w:val="0"/>
        </w:rPr>
        <w:t>inflorescence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8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position w:val="0"/>
        </w:rPr>
        <w:t>mâ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8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position w:val="0"/>
        </w:rPr>
        <w:t>et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position w:val="0"/>
        </w:rPr>
        <w:t>fern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calciolu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5"/>
          <w:position w:val="0"/>
        </w:rPr>
        <w:t>ca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85"/>
          <w:position w:val="0"/>
        </w:rPr>
        <w:t>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5"/>
          <w:position w:val="0"/>
        </w:rPr>
        <w:t>coolus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5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8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5"/>
          <w:position w:val="0"/>
        </w:rPr>
        <w:t>petit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8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sabot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6" w:lineRule="exact"/>
        <w:ind w:left="635" w:right="-20"/>
        <w:jc w:val="left"/>
        <w:tabs>
          <w:tab w:pos="2220" w:val="left"/>
          <w:tab w:pos="3800" w:val="left"/>
          <w:tab w:pos="6020" w:val="left"/>
          <w:tab w:pos="748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angulatu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angulatus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angles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calafugliu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calaphyllus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belles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6" w:after="0" w:line="282" w:lineRule="exact"/>
        <w:ind w:left="635" w:right="36"/>
        <w:jc w:val="left"/>
        <w:tabs>
          <w:tab w:pos="2220" w:val="left"/>
          <w:tab w:pos="380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angu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angustus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étroit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calicinu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calycinus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1"/>
        </w:rPr>
        <w:t>semblable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9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un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calice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annularu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annularis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annuel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cand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candidus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blanc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639" w:right="-20"/>
        <w:jc w:val="left"/>
        <w:tabs>
          <w:tab w:pos="2240" w:val="left"/>
          <w:tab w:pos="3800" w:val="left"/>
          <w:tab w:pos="6040" w:val="left"/>
          <w:tab w:pos="748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apertu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apertus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ouvert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capriolatus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capreolatus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grimpant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1" w:lineRule="exact"/>
        <w:ind w:left="635" w:right="-20"/>
        <w:jc w:val="left"/>
        <w:tabs>
          <w:tab w:pos="2220" w:val="left"/>
          <w:tab w:pos="3800" w:val="left"/>
          <w:tab w:pos="6020" w:val="left"/>
          <w:tab w:pos="748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apetalu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apetalus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sans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pétale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caren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carin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carène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1" w:after="0" w:line="276" w:lineRule="exact"/>
        <w:ind w:left="639" w:right="1361" w:firstLine="-5"/>
        <w:jc w:val="left"/>
        <w:tabs>
          <w:tab w:pos="2220" w:val="left"/>
          <w:tab w:pos="3800" w:val="left"/>
          <w:tab w:pos="6040" w:val="left"/>
          <w:tab w:pos="748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aphyllus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sans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feuille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car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car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charnu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ap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cul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apiculatus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aiguillon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carpu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carpus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fruit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2" w:lineRule="exact"/>
        <w:ind w:left="639" w:right="296" w:firstLine="-5"/>
        <w:jc w:val="left"/>
        <w:tabs>
          <w:tab w:pos="2220" w:val="left"/>
          <w:tab w:pos="380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arannoïdu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arachnoïdes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</w:rPr>
        <w:t>couvert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fils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terminée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queue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bur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arboratus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arborescent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caulu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5"/>
          <w:szCs w:val="25"/>
          <w:spacing w:val="-22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ulis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tige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639" w:right="598" w:firstLine="-5"/>
        <w:jc w:val="left"/>
        <w:tabs>
          <w:tab w:pos="2220" w:val="left"/>
          <w:tab w:pos="3800" w:val="left"/>
          <w:tab w:pos="6020" w:val="left"/>
          <w:tab w:pos="748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3.076771pt;margin-top:13.507402pt;width:440.333134pt;height:2.618268pt;mso-position-horizontal-relative:page;mso-position-vertical-relative:paragraph;z-index:-6340" coordorigin="62,270" coordsize="8807,52">
            <v:group style="position:absolute;left:66;top:275;width:1865;height:2" coordorigin="66,275" coordsize="1865,2">
              <v:shape style="position:absolute;left:66;top:275;width:1865;height:2" coordorigin="66,275" coordsize="1865,0" path="m66,275l1931,275e" filled="f" stroked="t" strokeweight=".473349pt" strokecolor="#000000">
                <v:path arrowok="t"/>
              </v:shape>
            </v:group>
            <v:group style="position:absolute;left:66;top:284;width:3342;height:2" coordorigin="66,284" coordsize="3342,2">
              <v:shape style="position:absolute;left:66;top:284;width:3342;height:2" coordorigin="66,284" coordsize="3342,0" path="m66,284l3408,284e" filled="f" stroked="t" strokeweight=".473349pt" strokecolor="#000000">
                <v:path arrowok="t"/>
              </v:shape>
            </v:group>
            <v:group style="position:absolute;left:492;top:296;width:4355;height:2" coordorigin="492,296" coordsize="4355,2">
              <v:shape style="position:absolute;left:492;top:296;width:4355;height:2" coordorigin="492,296" coordsize="4355,0" path="m492,296l4847,296e" filled="f" stroked="t" strokeweight=".473349pt" strokecolor="#000000">
                <v:path arrowok="t"/>
              </v:shape>
            </v:group>
            <v:group style="position:absolute;left:2424;top:318;width:3593;height:2" coordorigin="2424,318" coordsize="3593,2">
              <v:shape style="position:absolute;left:2424;top:318;width:3593;height:2" coordorigin="2424,318" coordsize="3593,0" path="m2424,318l6016,318e" filled="f" stroked="t" strokeweight=".473349pt" strokecolor="#000000">
                <v:path arrowok="t"/>
              </v:shape>
            </v:group>
            <v:group style="position:absolute;left:5997;top:296;width:2868;height:2" coordorigin="5997,296" coordsize="2868,2">
              <v:shape style="position:absolute;left:5997;top:296;width:2868;height:2" coordorigin="5997,296" coordsize="2868,0" path="m5997,296l8866,296e" filled="f" stroked="t" strokeweight=".23667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arenanu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arenarius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sablonneux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chjionofilu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chionofilus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1"/>
        </w:rPr>
        <w:t>aimant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neige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argutu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argutus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effilé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cibanu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c1banus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comestible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aristatu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aristatus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avec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arête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ciliatu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ciliatus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cilié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80" w:right="860"/>
        </w:sectPr>
      </w:pPr>
      <w:rPr/>
    </w:p>
    <w:p>
      <w:pPr>
        <w:spacing w:before="0" w:after="0" w:line="274" w:lineRule="exact"/>
        <w:ind w:left="635" w:right="-78"/>
        <w:jc w:val="left"/>
        <w:tabs>
          <w:tab w:pos="22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aristozu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aristosus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82" w:lineRule="exact"/>
        <w:ind w:left="516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/>
        <w:br w:type="column"/>
      </w:r>
      <w:r>
        <w:rPr>
          <w:rFonts w:ascii="Arial" w:hAnsi="Arial" w:cs="Arial" w:eastAsia="Arial"/>
          <w:sz w:val="17"/>
          <w:szCs w:val="17"/>
          <w:spacing w:val="0"/>
          <w:w w:val="236"/>
          <w:position w:val="-1"/>
        </w:rPr>
        <w:t>,</w:t>
      </w:r>
      <w:r>
        <w:rPr>
          <w:rFonts w:ascii="Arial" w:hAnsi="Arial" w:cs="Arial" w:eastAsia="Arial"/>
          <w:sz w:val="17"/>
          <w:szCs w:val="17"/>
          <w:spacing w:val="-28"/>
          <w:w w:val="236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4"/>
          <w:position w:val="-1"/>
        </w:rPr>
        <w:t>.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0" w:after="0" w:line="192" w:lineRule="exact"/>
        <w:ind w:right="-78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87"/>
          <w:position w:val="1"/>
        </w:rPr>
        <w:t>avec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87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7"/>
          <w:position w:val="1"/>
        </w:rPr>
        <w:t>ep1s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4" w:lineRule="exact"/>
        <w:ind w:right="-78"/>
        <w:jc w:val="left"/>
        <w:tabs>
          <w:tab w:pos="146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3"/>
          <w:position w:val="-1"/>
        </w:rPr>
        <w:t>c1m1ccmaccm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6"/>
          <w:position w:val="-1"/>
        </w:rPr>
        <w:t>ClmlCffiUS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0" w:after="0" w:line="265" w:lineRule="exact"/>
        <w:ind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</w:rPr>
        <w:t>odeur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punaise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80" w:right="860"/>
          <w:cols w:num="4" w:equalWidth="0">
            <w:col w:w="3075" w:space="736"/>
            <w:col w:w="851" w:space="1378"/>
            <w:col w:w="2343" w:space="530"/>
            <w:col w:w="2047"/>
          </w:cols>
        </w:sectPr>
      </w:pPr>
      <w:rPr/>
    </w:p>
    <w:p>
      <w:pPr>
        <w:spacing w:before="0" w:after="0" w:line="286" w:lineRule="exact"/>
        <w:ind w:left="639" w:right="-20"/>
        <w:jc w:val="left"/>
        <w:tabs>
          <w:tab w:pos="2240" w:val="left"/>
          <w:tab w:pos="3800" w:val="left"/>
          <w:tab w:pos="6040" w:val="left"/>
          <w:tab w:pos="750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497.490051pt;margin-top:629.414673pt;width:91.593078pt;height:.1pt;mso-position-horizontal-relative:page;mso-position-vertical-relative:page;z-index:-6339" coordorigin="9950,12588" coordsize="1832,2">
            <v:shape style="position:absolute;left:9950;top:12588;width:1832;height:2" coordorigin="9950,12588" coordsize="1832,0" path="m9950,12588l11782,12588e" filled="f" stroked="t" strokeweight=".47334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arretu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arrectus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dressé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cmenu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cmereus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cendré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82" w:lineRule="exact"/>
        <w:ind w:left="639" w:right="357"/>
        <w:jc w:val="left"/>
        <w:tabs>
          <w:tab w:pos="2240" w:val="left"/>
          <w:tab w:pos="3800" w:val="left"/>
          <w:tab w:pos="6040" w:val="left"/>
          <w:tab w:pos="748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arrizu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arrhizus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sansracme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circinalu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circinalis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formant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un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cercle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arvensu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arvensis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champs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circinatu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circinatus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enroulé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639" w:right="-20"/>
        <w:jc w:val="left"/>
        <w:tabs>
          <w:tab w:pos="2240" w:val="left"/>
          <w:tab w:pos="3800" w:val="left"/>
          <w:tab w:pos="6040" w:val="left"/>
          <w:tab w:pos="750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assepalu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asepalus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sans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sépale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  <w:t>ClSSU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  <w:t>ClSSUS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coupé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82" w:lineRule="exact"/>
        <w:ind w:left="639" w:right="167" w:firstLine="5"/>
        <w:jc w:val="left"/>
        <w:tabs>
          <w:tab w:pos="2240" w:val="left"/>
          <w:tab w:pos="3800" w:val="left"/>
          <w:tab w:pos="6040" w:val="left"/>
          <w:tab w:pos="750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aspermu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aspermus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sans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grame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citratu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citratus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provenant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citron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asperimu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aspeiTlmus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rude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citrinu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citri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aspect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citron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80" w:right="860"/>
        </w:sectPr>
      </w:pPr>
      <w:rPr/>
    </w:p>
    <w:p>
      <w:pPr>
        <w:spacing w:before="17" w:after="0" w:line="240" w:lineRule="auto"/>
        <w:ind w:left="108" w:right="-20"/>
        <w:jc w:val="left"/>
        <w:rPr>
          <w:rFonts w:ascii="Times New Roman" w:hAnsi="Times New Roman" w:cs="Times New Roman" w:eastAsia="Times New Roman"/>
          <w:sz w:val="65"/>
          <w:szCs w:val="65"/>
        </w:rPr>
      </w:pPr>
      <w:rPr/>
      <w:r>
        <w:rPr/>
        <w:pict>
          <v:group style="position:absolute;margin-left:528.731079pt;margin-top:629.533813pt;width:60.352028pt;height:.1pt;mso-position-horizontal-relative:page;mso-position-vertical-relative:page;z-index:-6336" coordorigin="10575,12591" coordsize="1207,2">
            <v:shape style="position:absolute;left:10575;top:12591;width:1207;height:2" coordorigin="10575,12591" coordsize="1207,0" path="m10575,12591l11782,12591e" filled="f" stroked="t" strokeweight=".47334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65"/>
          <w:szCs w:val="65"/>
          <w:spacing w:val="0"/>
          <w:w w:val="52"/>
        </w:rPr>
        <w:t>n</w:t>
      </w:r>
      <w:r>
        <w:rPr>
          <w:rFonts w:ascii="Times New Roman" w:hAnsi="Times New Roman" w:cs="Times New Roman" w:eastAsia="Times New Roman"/>
          <w:sz w:val="65"/>
          <w:szCs w:val="65"/>
          <w:spacing w:val="0"/>
          <w:w w:val="100"/>
        </w:rPr>
      </w:r>
    </w:p>
    <w:p>
      <w:pPr>
        <w:spacing w:before="29" w:after="0" w:line="240" w:lineRule="auto"/>
        <w:ind w:left="104" w:right="-20"/>
        <w:jc w:val="left"/>
        <w:tabs>
          <w:tab w:pos="520" w:val="left"/>
          <w:tab w:pos="5600" w:val="left"/>
        </w:tabs>
        <w:rPr>
          <w:rFonts w:ascii="Courier New" w:hAnsi="Courier New" w:cs="Courier New" w:eastAsia="Courier New"/>
          <w:sz w:val="26"/>
          <w:szCs w:val="26"/>
        </w:rPr>
      </w:pPr>
      <w:rPr/>
      <w:r>
        <w:rPr/>
        <w:pict>
          <v:group style="position:absolute;margin-left:301.286804pt;margin-top:17.277552pt;width:.1pt;height:175.168412pt;mso-position-horizontal-relative:page;mso-position-vertical-relative:paragraph;z-index:-6337" coordorigin="6026,346" coordsize="2,3503">
            <v:shape style="position:absolute;left:6026;top:346;width:2;height:3503" coordorigin="6026,346" coordsize="0,3503" path="m6026,3849l6026,346e" filled="f" stroked="t" strokeweight=".9466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45"/>
          <w:szCs w:val="45"/>
          <w:spacing w:val="0"/>
          <w:w w:val="58"/>
          <w:position w:val="-28"/>
        </w:rPr>
        <w:t>r-</w:t>
      </w:r>
      <w:r>
        <w:rPr>
          <w:rFonts w:ascii="Times New Roman" w:hAnsi="Times New Roman" w:cs="Times New Roman" w:eastAsia="Times New Roman"/>
          <w:sz w:val="45"/>
          <w:szCs w:val="45"/>
          <w:spacing w:val="0"/>
          <w:w w:val="100"/>
          <w:position w:val="-28"/>
        </w:rPr>
        <w:tab/>
      </w:r>
      <w:r>
        <w:rPr>
          <w:rFonts w:ascii="Times New Roman" w:hAnsi="Times New Roman" w:cs="Times New Roman" w:eastAsia="Times New Roman"/>
          <w:sz w:val="45"/>
          <w:szCs w:val="45"/>
          <w:spacing w:val="0"/>
          <w:w w:val="100"/>
          <w:position w:val="-28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  <w:position w:val="2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1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Treantoil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i/>
          <w:position w:val="0"/>
        </w:rPr>
        <w:t>10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position w:val="0"/>
        </w:rPr>
      </w:r>
    </w:p>
    <w:p>
      <w:pPr>
        <w:spacing w:before="21" w:after="0" w:line="282" w:lineRule="exact"/>
        <w:ind w:left="638" w:right="794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clandestinu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      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clandestinus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fleurs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cachées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dubiu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      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dubius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   </w:t>
      </w:r>
      <w:r>
        <w:rPr>
          <w:rFonts w:ascii="Times New Roman" w:hAnsi="Times New Roman" w:cs="Times New Roman" w:eastAsia="Times New Roman"/>
          <w:sz w:val="25"/>
          <w:szCs w:val="25"/>
          <w:spacing w:val="4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indéterminé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clav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2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             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clavatus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   </w:t>
      </w:r>
      <w:r>
        <w:rPr>
          <w:rFonts w:ascii="Times New Roman" w:hAnsi="Times New Roman" w:cs="Times New Roman" w:eastAsia="Times New Roman"/>
          <w:sz w:val="25"/>
          <w:szCs w:val="25"/>
          <w:spacing w:val="4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renflé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massue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dumozu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dumosus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buissonnant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cocciferu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  </w:t>
      </w:r>
      <w:r>
        <w:rPr>
          <w:rFonts w:ascii="Times New Roman" w:hAnsi="Times New Roman" w:cs="Times New Roman" w:eastAsia="Times New Roman"/>
          <w:sz w:val="25"/>
          <w:szCs w:val="25"/>
          <w:spacing w:val="5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cocciferus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0"/>
        </w:rPr>
        <w:t>portant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7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coques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4" w:lineRule="exact"/>
        <w:ind w:left="638" w:right="-20"/>
        <w:jc w:val="left"/>
        <w:tabs>
          <w:tab w:pos="2240" w:val="left"/>
          <w:tab w:pos="3800" w:val="left"/>
          <w:tab w:pos="6020" w:val="left"/>
          <w:tab w:pos="750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2"/>
        </w:rPr>
        <w:t>COCCllllU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coccmeus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rouge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cochenille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eburniu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eburneus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blanc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ivoire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1" w:lineRule="exact"/>
        <w:ind w:left="638" w:right="-20"/>
        <w:jc w:val="left"/>
        <w:tabs>
          <w:tab w:pos="2240" w:val="left"/>
          <w:tab w:pos="3780" w:val="left"/>
          <w:tab w:pos="6020" w:val="left"/>
          <w:tab w:pos="750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com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comatus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pileux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echin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echinatus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hérissé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d'aiguillons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6" w:after="0" w:line="282" w:lineRule="exact"/>
        <w:ind w:left="634" w:right="893"/>
        <w:jc w:val="left"/>
        <w:tabs>
          <w:tab w:pos="2240" w:val="left"/>
          <w:tab w:pos="3770" w:val="left"/>
          <w:tab w:pos="380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cumpattu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compactus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compact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edulu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edulis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comestible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cuncavu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conc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vus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concave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el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el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élevé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cuncinu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concinnus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proportionné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elongatu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elongatus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allongé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638" w:right="-20"/>
        <w:jc w:val="left"/>
        <w:tabs>
          <w:tab w:pos="2240" w:val="left"/>
          <w:tab w:pos="3800" w:val="left"/>
          <w:tab w:pos="6020" w:val="left"/>
          <w:tab w:pos="7500" w:val="left"/>
          <w:tab w:pos="89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cunculoru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concolor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couleur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uniforme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ensifugliu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ensifolius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glaive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28" w:lineRule="auto"/>
        <w:ind w:left="629" w:right="613" w:firstLine="5"/>
        <w:jc w:val="left"/>
        <w:tabs>
          <w:tab w:pos="2220" w:val="left"/>
          <w:tab w:pos="3770" w:val="left"/>
          <w:tab w:pos="380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cunfertu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confertus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entassé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efemeru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ephemerus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éphémère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coniferu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coniferus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0"/>
        </w:rPr>
        <w:t>portant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97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cônes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erettu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erectus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érigé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cunvenutu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convexus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convenu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eriscarpu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eriscarpus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fruit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laineux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cunvolutu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convolutus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encornet</w:t>
      </w:r>
      <w:r>
        <w:rPr>
          <w:rFonts w:ascii="Times New Roman" w:hAnsi="Times New Roman" w:cs="Times New Roman" w:eastAsia="Times New Roman"/>
          <w:sz w:val="25"/>
          <w:szCs w:val="25"/>
          <w:spacing w:val="-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esculentu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esculentus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comestible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curunatu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coronatus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couronné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esaltatu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exaltatus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élancé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629" w:right="479"/>
        <w:jc w:val="left"/>
        <w:tabs>
          <w:tab w:pos="2220" w:val="left"/>
          <w:tab w:pos="378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curruzu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corrosus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rongé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sar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exaratus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creusé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8"/>
          <w:position w:val="0"/>
        </w:rPr>
        <w:t>sillon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8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curticozu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corticosus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0"/>
        </w:rPr>
        <w:t>forte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97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ecorce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0"/>
          <w:position w:val="0"/>
        </w:rPr>
        <w:t>esslZU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excisus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découpé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corimbozu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corymbosus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corymbe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essilu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exilis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624" w:right="-20"/>
        <w:jc w:val="left"/>
        <w:tabs>
          <w:tab w:pos="2220" w:val="left"/>
          <w:tab w:pos="37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cra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crassus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épai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" w:after="0" w:line="227" w:lineRule="auto"/>
        <w:ind w:left="624" w:right="332"/>
        <w:jc w:val="left"/>
        <w:tabs>
          <w:tab w:pos="2220" w:val="left"/>
          <w:tab w:pos="3780" w:val="left"/>
          <w:tab w:pos="6020" w:val="left"/>
          <w:tab w:pos="748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crenatu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crenatus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crans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falcatu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falcatus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crisp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crisp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frisé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farinozu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farinosus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poudreux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cruciatu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cruciatus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croix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fassigeru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fascigerus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faisceaux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crittu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cryptus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caché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fastighjatu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fastigiatus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élevé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pointe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cucull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cucull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capuchonné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fastuozu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fastuosus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superbe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619" w:right="1244" w:firstLine="5"/>
        <w:jc w:val="left"/>
        <w:tabs>
          <w:tab w:pos="2220" w:val="left"/>
          <w:tab w:pos="3780" w:val="left"/>
          <w:tab w:pos="600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culinariu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culinaris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comestible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fecundu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fecundus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fécond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cultriformu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cultriformis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couteau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fertilu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fertilis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fertile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cunciformu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cunciformis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fibrozu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fibrosus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</w:rPr>
        <w:t>fibreux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6" w:lineRule="exact"/>
        <w:ind w:left="624" w:right="73" w:firstLine="-5"/>
        <w:jc w:val="left"/>
        <w:tabs>
          <w:tab w:pos="2220" w:val="left"/>
          <w:tab w:pos="3780" w:val="left"/>
          <w:tab w:pos="6000" w:val="left"/>
          <w:tab w:pos="7480" w:val="left"/>
          <w:tab w:pos="88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curvulu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curvulus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courbé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ficifugliu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ficifolius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feuille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figuier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cuspidatu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cuspidatus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pointu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filiformu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filiformis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mince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comme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17"/>
          <w:position w:val="0"/>
        </w:rPr>
        <w:t>fil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78" w:lineRule="exact"/>
        <w:ind w:left="619" w:right="-20"/>
        <w:jc w:val="left"/>
        <w:tabs>
          <w:tab w:pos="2220" w:val="left"/>
          <w:tab w:pos="3760" w:val="left"/>
          <w:tab w:pos="600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cranuzu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cyanosus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bleu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foncé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fistulozu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fistulosus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82" w:lineRule="exact"/>
        <w:ind w:left="6016" w:right="165" w:firstLine="-5396"/>
        <w:jc w:val="left"/>
        <w:tabs>
          <w:tab w:pos="2220" w:val="left"/>
          <w:tab w:pos="3780" w:val="left"/>
          <w:tab w:pos="602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crmazu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cymosus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cime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flabellatu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flabellatus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forùe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d'éventail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flassidu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flaccidus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flasque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615" w:right="757"/>
        <w:jc w:val="left"/>
        <w:tabs>
          <w:tab w:pos="2200" w:val="left"/>
          <w:tab w:pos="3760" w:val="left"/>
          <w:tab w:pos="6000" w:val="left"/>
          <w:tab w:pos="748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dattiliferu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dactylifer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0"/>
        </w:rPr>
        <w:t>portant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7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doigts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flessuozu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flexuosus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fléchi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1"/>
        </w:rPr>
        <w:t>dattilu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dactylus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doigts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fioccuzu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flocosus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floconneux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dasicarpu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dasicarpus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fruits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épais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fiunbundu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floribundus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florifère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dasifugliu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dasiphyllus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0"/>
        </w:rPr>
        <w:t>feuille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épaisse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fetidu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foetidus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fétide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dealbatu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dealbatus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blanchâtre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agu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brisant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dicuru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dec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élégant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frondozu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frondosus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feuillu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615" w:right="1054" w:firstLine="5"/>
        <w:jc w:val="left"/>
        <w:tabs>
          <w:tab w:pos="2200" w:val="left"/>
          <w:tab w:pos="3760" w:val="left"/>
          <w:tab w:pos="600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dilettu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delectus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choix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fruttuozu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fructuosus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fécond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dentatu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dentatus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denté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fulgidu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fulgidus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lumineux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60" w:lineRule="exact"/>
        <w:ind w:left="624" w:right="-20"/>
        <w:jc w:val="left"/>
        <w:tabs>
          <w:tab w:pos="2220" w:val="left"/>
          <w:tab w:pos="6260" w:val="left"/>
          <w:tab w:pos="7480" w:val="left"/>
          <w:tab w:pos="88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shape style="position:absolute;margin-left:196.800003pt;margin-top:18.809942pt;width:32.639999pt;height:10.56pt;mso-position-horizontal-relative:page;mso-position-vertical-relative:paragraph;z-index:-6338" type="#_x0000_t75">
            <v:imagedata r:id="rId12" o:title=""/>
          </v:shape>
        </w:pict>
      </w:r>
      <w:r>
        <w:rPr/>
        <w:pict>
          <v:group style="position:absolute;margin-left:3.313445pt;margin-top:2.5423pt;width:21.300716pt;height:.1pt;mso-position-horizontal-relative:page;mso-position-vertical-relative:paragraph;z-index:-6335" coordorigin="66,51" coordsize="426,2">
            <v:shape style="position:absolute;left:66;top:51;width:426;height:2" coordorigin="66,51" coordsize="426,0" path="m66,51l492,51e" filled="f" stroked="t" strokeweight=".236675pt" strokecolor="#000000">
              <v:path arrowok="t"/>
            </v:shape>
          </v:group>
          <w10:wrap type="none"/>
        </w:pict>
      </w:r>
      <w:r>
        <w:rPr/>
        <w:pict>
          <v:group style="position:absolute;margin-left:24.850836pt;margin-top:.993192pt;width:276.672634pt;height:.1pt;mso-position-horizontal-relative:page;mso-position-vertical-relative:paragraph;z-index:-6334" coordorigin="497,20" coordsize="5533,2">
            <v:shape style="position:absolute;left:497;top:20;width:5533;height:2" coordorigin="497,20" coordsize="5533,0" path="m497,20l6030,20e" filled="f" stroked="t" strokeweight=".23667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>dtcotomu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dichotomus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iformu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fusiformis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9"/>
          <w:position w:val="0"/>
        </w:rPr>
        <w:t>en--ferme-de--fuse-au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74.757385" w:type="dxa"/>
      </w:tblPr>
      <w:tblGrid/>
      <w:tr>
        <w:trPr>
          <w:trHeight w:val="575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didimu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  <w:p>
            <w:pPr>
              <w:spacing w:before="0" w:after="0" w:line="281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dighjinu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76" w:lineRule="exact"/>
              <w:ind w:left="224" w:right="489" w:firstLine="-5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3"/>
              </w:rPr>
              <w:t>didymus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3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digynus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18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6"/>
              </w:rPr>
              <w:t>deux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0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pistils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5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galeatu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galeatus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6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2"/>
              </w:rPr>
              <w:t>en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7"/>
                <w:w w:val="92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2"/>
              </w:rPr>
              <w:t>forme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12"/>
                <w:w w:val="92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4"/>
              </w:rPr>
              <w:t>casque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dimidiatu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21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dimidiatus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20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7"/>
              </w:rPr>
              <w:t>partagé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0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par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moitié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150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geminatu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geminatus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156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5"/>
              </w:rPr>
              <w:t>en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2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double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dioicu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22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dioïcus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1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5"/>
              </w:rPr>
              <w:t>deux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1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5"/>
              </w:rPr>
              <w:t>sexes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9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séparés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15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geniculatu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geniculatus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147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noué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diculoru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21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disc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lor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1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deux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couleurs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15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genumu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genumus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15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véritable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dissettu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21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dissectus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0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découpé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150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glabellu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glabellus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156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glabre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distilu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21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distylus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18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5"/>
              </w:rPr>
              <w:t>deux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4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styles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15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7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7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tus</w:t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16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agréable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diversifugliu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21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diversifolius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1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1"/>
              </w:rPr>
              <w:t>feuilles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5"/>
                <w:w w:val="91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variées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150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gummiferu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1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gummiferus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15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96"/>
              </w:rPr>
              <w:t>qui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4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porte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16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gomme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  <w:tr>
        <w:trPr>
          <w:trHeight w:val="373" w:hRule="exact"/>
        </w:trPr>
        <w:tc>
          <w:tcPr>
            <w:tcW w:w="14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divulsu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5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224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divulsus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3" w:lineRule="exact"/>
              <w:ind w:left="209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divergeant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3" w:lineRule="exact"/>
              <w:ind w:left="150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grmnu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14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3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gymnus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  <w:tc>
          <w:tcPr>
            <w:tcW w:w="20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147" w:right="-2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nu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90" w:footer="0" w:top="0" w:bottom="280" w:left="100" w:right="940"/>
          <w:headerReference w:type="odd" r:id="rId11"/>
          <w:pgSz w:w="11900" w:h="16840"/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/>
        <w:pict>
          <v:shape style="position:absolute;margin-left:4.8pt;margin-top:7.680023pt;width:4.8pt;height:102.720001pt;mso-position-horizontal-relative:page;mso-position-vertical-relative:page;z-index:-6333" type="#_x0000_t75">
            <v:imagedata r:id="rId14" o:title=""/>
          </v:shape>
        </w:pict>
      </w:r>
      <w:r>
        <w:rPr/>
        <w:pict>
          <v:group style="position:absolute;margin-left:304.857391pt;margin-top:56.562923pt;width:.1pt;height:735.795352pt;mso-position-horizontal-relative:page;mso-position-vertical-relative:page;z-index:-6329" coordorigin="6097,1131" coordsize="2,14716">
            <v:shape style="position:absolute;left:6097;top:1131;width:2;height:14716" coordorigin="6097,1131" coordsize="0,14716" path="m6097,15847l6097,1131e" filled="f" stroked="t" strokeweight=".712006pt" strokecolor="#000000">
              <v:path arrowok="t"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40" w:lineRule="auto"/>
        <w:ind w:left="580" w:right="-20"/>
        <w:jc w:val="left"/>
        <w:tabs>
          <w:tab w:pos="5680" w:val="left"/>
        </w:tabs>
        <w:rPr>
          <w:rFonts w:ascii="Courier New" w:hAnsi="Courier New" w:cs="Courier New" w:eastAsia="Courier New"/>
          <w:sz w:val="26"/>
          <w:szCs w:val="26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290786pt;margin-top:-6.2333pt;width:8.13852pt;height:47pt;mso-position-horizontal-relative:page;mso-position-vertical-relative:paragraph;z-index:-6328" type="#_x0000_t202" filled="f" stroked="f">
            <v:textbox inset="0,0,0,0">
              <w:txbxContent>
                <w:p>
                  <w:pPr>
                    <w:spacing w:before="0" w:after="0" w:line="940" w:lineRule="exact"/>
                    <w:ind w:right="-181"/>
                    <w:jc w:val="left"/>
                    <w:rPr>
                      <w:rFonts w:ascii="Times New Roman" w:hAnsi="Times New Roman" w:cs="Times New Roman" w:eastAsia="Times New Roman"/>
                      <w:sz w:val="94"/>
                      <w:szCs w:val="9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94"/>
                      <w:szCs w:val="94"/>
                      <w:spacing w:val="0"/>
                      <w:w w:val="52"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94"/>
                      <w:szCs w:val="94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  <w:i/>
          <w:position w:val="1"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8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>Treantori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1"/>
        </w:rPr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i/>
          <w:position w:val="0"/>
        </w:rPr>
        <w:t>11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position w:val="0"/>
        </w:rPr>
      </w:r>
    </w:p>
    <w:p>
      <w:pPr>
        <w:spacing w:before="32" w:after="0" w:line="286" w:lineRule="exact"/>
        <w:ind w:left="698" w:right="211"/>
        <w:jc w:val="left"/>
        <w:tabs>
          <w:tab w:pos="2300" w:val="left"/>
          <w:tab w:pos="388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alofilu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halopbilus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aimant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lecantu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leucanthus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fleurs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blanches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amatu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ham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crochet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lecocarpu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leucocarpus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fruits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blanchâtres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8" w:lineRule="exact"/>
        <w:ind w:left="186" w:right="-20"/>
        <w:jc w:val="left"/>
        <w:tabs>
          <w:tab w:pos="680" w:val="left"/>
          <w:tab w:pos="2300" w:val="left"/>
          <w:tab w:pos="388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23"/>
          <w:szCs w:val="23"/>
          <w:spacing w:val="0"/>
          <w:w w:val="56"/>
        </w:rPr>
        <w:t>r</w:t>
      </w:r>
      <w:r>
        <w:rPr>
          <w:rFonts w:ascii="Arial" w:hAnsi="Arial" w:cs="Arial" w:eastAsia="Arial"/>
          <w:sz w:val="23"/>
          <w:szCs w:val="23"/>
          <w:spacing w:val="0"/>
          <w:w w:val="56"/>
        </w:rPr>
        <w:t> </w:t>
      </w:r>
      <w:r>
        <w:rPr>
          <w:rFonts w:ascii="Arial" w:hAnsi="Arial" w:cs="Arial" w:eastAsia="Arial"/>
          <w:sz w:val="23"/>
          <w:szCs w:val="23"/>
          <w:spacing w:val="31"/>
          <w:w w:val="56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56"/>
        </w:rPr>
        <w:t>.</w:t>
      </w:r>
      <w:r>
        <w:rPr>
          <w:rFonts w:ascii="Arial" w:hAnsi="Arial" w:cs="Arial" w:eastAsia="Arial"/>
          <w:sz w:val="23"/>
          <w:szCs w:val="23"/>
          <w:spacing w:val="-32"/>
          <w:w w:val="56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ab/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statu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hastatus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javelot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lignozu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lignosus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ligneux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6" w:lineRule="exact"/>
        <w:ind w:left="191" w:right="-20"/>
        <w:jc w:val="left"/>
        <w:tabs>
          <w:tab w:pos="680" w:val="left"/>
          <w:tab w:pos="2300" w:val="left"/>
          <w:tab w:pos="386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528121pt;margin-top:9.806593pt;width:1.79376pt;height:4pt;mso-position-horizontal-relative:page;mso-position-vertical-relative:paragraph;z-index:-6327" type="#_x0000_t202" filled="f" stroked="f">
            <v:textbox inset="0,0,0,0">
              <w:txbxContent>
                <w:p>
                  <w:pPr>
                    <w:spacing w:before="0" w:after="0" w:line="80" w:lineRule="exact"/>
                    <w:ind w:right="-52"/>
                    <w:jc w:val="left"/>
                    <w:rPr>
                      <w:rFonts w:ascii="Arial" w:hAnsi="Arial" w:cs="Arial" w:eastAsia="Arial"/>
                      <w:sz w:val="8"/>
                      <w:szCs w:val="8"/>
                    </w:rPr>
                  </w:pPr>
                  <w:rPr/>
                  <w:r>
                    <w:rPr>
                      <w:rFonts w:ascii="Arial" w:hAnsi="Arial" w:cs="Arial" w:eastAsia="Arial"/>
                      <w:sz w:val="8"/>
                      <w:szCs w:val="8"/>
                      <w:spacing w:val="0"/>
                      <w:w w:val="202"/>
                    </w:rPr>
                    <w:t>i</w:t>
                  </w:r>
                  <w:r>
                    <w:rPr>
                      <w:rFonts w:ascii="Arial" w:hAnsi="Arial" w:cs="Arial" w:eastAsia="Arial"/>
                      <w:sz w:val="8"/>
                      <w:szCs w:val="8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6"/>
          <w:szCs w:val="16"/>
          <w:spacing w:val="0"/>
          <w:w w:val="67"/>
          <w:position w:val="4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4"/>
        </w:rPr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4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erbaghjiu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herbaceus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herbacé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licularu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licularis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languette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6" w:lineRule="exact"/>
        <w:ind w:left="689" w:right="909" w:firstLine="14"/>
        <w:jc w:val="left"/>
        <w:tabs>
          <w:tab w:pos="2300" w:val="left"/>
          <w:tab w:pos="388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eterocarpu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heterocarpus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</w:rPr>
        <w:t>fruits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variés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littoralu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littoralis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rivages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imbernalu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hibemalis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qui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fleurit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hiver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lobbutu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lobatus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lobé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8" w:lineRule="exact"/>
        <w:ind w:left="694" w:right="-20"/>
        <w:jc w:val="left"/>
        <w:tabs>
          <w:tab w:pos="2300" w:val="left"/>
          <w:tab w:pos="388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irsutu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hirsutus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</w:rPr>
        <w:t>couvert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poils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lucidu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lucidus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brillant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82" w:lineRule="exact"/>
        <w:ind w:left="703" w:right="409" w:firstLine="-9"/>
        <w:jc w:val="left"/>
        <w:tabs>
          <w:tab w:pos="2300" w:val="left"/>
          <w:tab w:pos="386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ispidu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hispidus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herissé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poils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rudes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lunulatu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lunulatus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lune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orridu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horridus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hérissé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d'épines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luridu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luridus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blême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4" w:lineRule="exact"/>
        <w:ind w:left="698" w:right="-20"/>
        <w:jc w:val="left"/>
        <w:tabs>
          <w:tab w:pos="2300" w:val="left"/>
          <w:tab w:pos="3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ortulanu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hortulanus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desjardins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6" w:lineRule="exact"/>
        <w:ind w:left="689" w:right="-20"/>
        <w:jc w:val="left"/>
        <w:tabs>
          <w:tab w:pos="2300" w:val="left"/>
          <w:tab w:pos="386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umilu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humilis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peu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élevé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macul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maculatus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tâcheté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6" w:lineRule="exact"/>
        <w:ind w:left="689" w:right="-20"/>
        <w:jc w:val="left"/>
        <w:tabs>
          <w:tab w:pos="2300" w:val="left"/>
          <w:tab w:pos="3860" w:val="left"/>
          <w:tab w:pos="6120" w:val="left"/>
          <w:tab w:pos="758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ibridu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hybridis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hybride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magnificu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magnificus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splendide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2" w:lineRule="exact"/>
        <w:ind w:left="6129" w:right="-20"/>
        <w:jc w:val="left"/>
        <w:tabs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maliformu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maliformis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pomme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29" w:lineRule="auto"/>
        <w:ind w:left="689" w:right="895"/>
        <w:jc w:val="left"/>
        <w:tabs>
          <w:tab w:pos="2300" w:val="left"/>
          <w:tab w:pos="3860" w:val="left"/>
          <w:tab w:pos="6120" w:val="left"/>
          <w:tab w:pos="757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imbricatu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imbricatus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imbriqué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mammomu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mamemus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mamelonné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immaculatu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immaculatus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sans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tâche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marghjinatu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marginatus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marginé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impeditu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impeditus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enchevêtré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marmar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marmor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marbré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6" w:after="0" w:line="230" w:lineRule="auto"/>
        <w:ind w:left="689" w:right="564"/>
        <w:jc w:val="left"/>
        <w:tabs>
          <w:tab w:pos="2300" w:val="left"/>
          <w:tab w:pos="3860" w:val="left"/>
          <w:tab w:pos="6100" w:val="left"/>
          <w:tab w:pos="7570" w:val="left"/>
          <w:tab w:pos="7600" w:val="left"/>
          <w:tab w:pos="897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5.102712pt;margin-top:43.710861pt;width:.1pt;height:83.531746pt;mso-position-horizontal-relative:page;mso-position-vertical-relative:paragraph;z-index:-6330" coordorigin="102,874" coordsize="2,1671">
            <v:shape style="position:absolute;left:102;top:874;width:2;height:1671" coordorigin="102,874" coordsize="0,1671" path="m102,2545l102,874e" filled="f" stroked="t" strokeweight=".47467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impressu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unpressus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</w:rPr>
        <w:t>avec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depressions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massimu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maximus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grand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mcanu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mcanus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blanc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mediu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medius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moyen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incarn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incarn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rouge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medullaru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medullarus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plein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maëlle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  <w:position w:val="1"/>
        </w:rPr>
        <w:t>IDClZU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  <w:position w:val="0"/>
        </w:rPr>
        <w:t>IDClSUS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divisé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megalu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megalus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ample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incrassatu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incrassatus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épaissi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mela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norr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29" w:lineRule="auto"/>
        <w:ind w:left="689" w:right="385" w:firstLine="5"/>
        <w:jc w:val="left"/>
        <w:tabs>
          <w:tab w:pos="2300" w:val="left"/>
          <w:tab w:pos="3860" w:val="left"/>
          <w:tab w:pos="6100" w:val="left"/>
          <w:tab w:pos="7580" w:val="left"/>
          <w:tab w:pos="897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indivizu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indivisus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entier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melanantu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melananthus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fleurs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noires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merm1s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sans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épine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melanteru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melantherus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anthères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noires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inflatu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inflatus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vesiculeux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melliferus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1"/>
        </w:rPr>
        <w:t>portant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6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du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miel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inflessu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inflexus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inflechi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microlepis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microlepis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1"/>
        </w:rPr>
        <w:t>petites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4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écailles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1"/>
          <w:position w:val="0"/>
        </w:rPr>
        <w:t>lliSlgnU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rns1gnus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remarquable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millefugliu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millefolius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1"/>
        </w:rPr>
        <w:t>fleurs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9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1"/>
        </w:rPr>
        <w:t>multiples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insetu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insitus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greffé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0"/>
          <w:position w:val="0"/>
        </w:rPr>
        <w:t>IDliDU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mimus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imitant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involucratu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involucratus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avec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involucre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  <w:t>nnmmu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nnmmus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petit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2" w:after="0" w:line="282" w:lineRule="exact"/>
        <w:ind w:left="694" w:right="1138" w:firstLine="5425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             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          </w:t>
      </w:r>
      <w:r>
        <w:rPr>
          <w:rFonts w:ascii="Times New Roman" w:hAnsi="Times New Roman" w:cs="Times New Roman" w:eastAsia="Times New Roman"/>
          <w:sz w:val="25"/>
          <w:szCs w:val="25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moindre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ghjubatu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jubatus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  </w:t>
      </w:r>
      <w:r>
        <w:rPr>
          <w:rFonts w:ascii="Times New Roman" w:hAnsi="Times New Roman" w:cs="Times New Roman" w:eastAsia="Times New Roman"/>
          <w:sz w:val="25"/>
          <w:szCs w:val="25"/>
          <w:spacing w:val="6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crinière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</w:t>
      </w:r>
      <w:r>
        <w:rPr>
          <w:rFonts w:ascii="Times New Roman" w:hAnsi="Times New Roman" w:cs="Times New Roman" w:eastAsia="Times New Roman"/>
          <w:sz w:val="25"/>
          <w:szCs w:val="25"/>
          <w:spacing w:val="5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minutu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 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minutus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</w:t>
      </w:r>
      <w:r>
        <w:rPr>
          <w:rFonts w:ascii="Times New Roman" w:hAnsi="Times New Roman" w:cs="Times New Roman" w:eastAsia="Times New Roman"/>
          <w:sz w:val="25"/>
          <w:szCs w:val="25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petit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ghjucundu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jucundus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agréable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           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mollissimu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</w:t>
      </w:r>
      <w:r>
        <w:rPr>
          <w:rFonts w:ascii="Times New Roman" w:hAnsi="Times New Roman" w:cs="Times New Roman" w:eastAsia="Times New Roman"/>
          <w:sz w:val="25"/>
          <w:szCs w:val="25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mollissimus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mou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65" w:lineRule="exact"/>
        <w:ind w:left="6119" w:right="-20"/>
        <w:jc w:val="left"/>
        <w:tabs>
          <w:tab w:pos="758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monocantu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monocanthus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5"/>
          <w:position w:val="1"/>
        </w:rPr>
        <w:t>une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85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5"/>
          <w:position w:val="1"/>
        </w:rPr>
        <w:t>seule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85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5"/>
          <w:position w:val="1"/>
        </w:rPr>
        <w:t>épine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21" w:after="0" w:line="282" w:lineRule="exact"/>
        <w:ind w:left="689" w:right="563"/>
        <w:jc w:val="left"/>
        <w:tabs>
          <w:tab w:pos="2300" w:val="left"/>
          <w:tab w:pos="3860" w:val="left"/>
          <w:tab w:pos="6120" w:val="left"/>
          <w:tab w:pos="758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labiatu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labiatus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</w:rPr>
        <w:t>divisé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9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lèvres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monantu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monanthus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fleur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solitaire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labiosus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grosses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monoicu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monoïcus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unisexué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3835" w:right="6527"/>
        <w:jc w:val="center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</w:rPr>
        <w:t>lèvres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82" w:lineRule="exact"/>
        <w:ind w:left="694" w:right="521"/>
        <w:jc w:val="left"/>
        <w:tabs>
          <w:tab w:pos="2300" w:val="left"/>
          <w:tab w:pos="3860" w:val="left"/>
          <w:tab w:pos="6120" w:val="left"/>
          <w:tab w:pos="758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laciniatu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laciniatus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</w:rPr>
        <w:t>découpé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lanières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muntagnu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montanus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1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6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montagnes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lactu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laiteux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mucronatu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mucronatus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à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point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aigue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5" w:lineRule="exact"/>
        <w:ind w:right="1391"/>
        <w:jc w:val="righ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</w:rPr>
        <w:t>courte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6" w:after="0" w:line="282" w:lineRule="exact"/>
        <w:ind w:left="689" w:right="1024" w:firstLine="5"/>
        <w:jc w:val="left"/>
        <w:tabs>
          <w:tab w:pos="2300" w:val="left"/>
          <w:tab w:pos="3860" w:val="left"/>
          <w:tab w:pos="6120" w:val="left"/>
          <w:tab w:pos="758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2.610691pt;margin-top:30.196974pt;width:182.669309pt;height:29.901215pt;mso-position-horizontal-relative:page;mso-position-vertical-relative:paragraph;z-index:-6332" coordorigin="52,604" coordsize="3653,598">
            <v:shape style="position:absolute;left:768;top:626;width:1229;height:576" type="#_x0000_t75">
              <v:imagedata r:id="rId15" o:title=""/>
            </v:shape>
            <v:shape style="position:absolute;left:2400;top:645;width:1306;height:557" type="#_x0000_t75">
              <v:imagedata r:id="rId16" o:title=""/>
            </v:shape>
            <v:group style="position:absolute;left:57;top:609;width:2373;height:2" coordorigin="57,609" coordsize="2373,2">
              <v:shape style="position:absolute;left:57;top:609;width:2373;height:2" coordorigin="57,609" coordsize="2373,0" path="m57,609l2430,609e" filled="f" stroked="t" strokeweight=".47467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lattiferu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lactiferu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5"/>
          <w:szCs w:val="25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</w:rPr>
        <w:t>porte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multu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multus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nombreux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laetus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fécond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mun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munitus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armé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2" w:lineRule="exact"/>
        <w:ind w:left="9010" w:right="648" w:firstLine="-2886"/>
        <w:jc w:val="left"/>
        <w:tabs>
          <w:tab w:pos="758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shape style="position:absolute;margin-left:199.679993pt;margin-top:4.674996pt;width:73.919998pt;height:10.56pt;mso-position-horizontal-relative:page;mso-position-vertical-relative:paragraph;z-index:-6331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moscivoru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8"/>
        </w:rPr>
        <w:t>muSClVOfUS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8"/>
          <w:position w:val="1"/>
        </w:rPr>
        <w:t>qui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88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8"/>
          <w:position w:val="1"/>
        </w:rPr>
        <w:t>dévore</w:t>
      </w:r>
      <w:r>
        <w:rPr>
          <w:rFonts w:ascii="Times New Roman" w:hAnsi="Times New Roman" w:cs="Times New Roman" w:eastAsia="Times New Roman"/>
          <w:sz w:val="25"/>
          <w:szCs w:val="25"/>
          <w:spacing w:val="40"/>
          <w:w w:val="88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mouches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6" w:after="0" w:line="282" w:lineRule="exact"/>
        <w:ind w:left="698" w:right="113"/>
        <w:jc w:val="left"/>
        <w:tabs>
          <w:tab w:pos="2300" w:val="left"/>
          <w:tab w:pos="386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lan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lan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cotonneux,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laineux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murzuzu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muscosus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comme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une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mousse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lanceolatu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lanceolatus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lancéolé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mutabilu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mut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bills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changeant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lancifugliu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lancifolius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lames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mut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modifié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698" w:right="-20"/>
        <w:jc w:val="left"/>
        <w:tabs>
          <w:tab w:pos="2300" w:val="left"/>
          <w:tab w:pos="3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laterifugliu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laterifolius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latérales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82" w:lineRule="exact"/>
        <w:ind w:left="698" w:right="279"/>
        <w:jc w:val="left"/>
        <w:tabs>
          <w:tab w:pos="2300" w:val="left"/>
          <w:tab w:pos="3860" w:val="left"/>
          <w:tab w:pos="6120" w:val="left"/>
          <w:tab w:pos="758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latifugliu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latifolius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3"/>
          <w:szCs w:val="23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larges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naviformu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naviformis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1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3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navet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large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neglettu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neglectus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méconnu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leguminozu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leguminosus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légumineuse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nemofilu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nemopbilus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aimant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1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fôret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lepidu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lepidus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gracieux,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agréable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nemorozu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nemorosus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sylvestre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703" w:right="-20"/>
        <w:jc w:val="left"/>
        <w:tabs>
          <w:tab w:pos="2300" w:val="left"/>
          <w:tab w:pos="3880" w:val="left"/>
          <w:tab w:pos="6120" w:val="left"/>
          <w:tab w:pos="7600" w:val="left"/>
          <w:tab w:pos="90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lettu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leptus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nigellu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nigellus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noirâtre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0" w:top="680" w:bottom="280" w:left="80" w:right="800"/>
          <w:headerReference w:type="even" r:id="rId13"/>
          <w:pgSz w:w="11900" w:h="16840"/>
        </w:sectPr>
      </w:pPr>
      <w:rPr/>
    </w:p>
    <w:p>
      <w:pPr>
        <w:spacing w:before="58" w:after="0" w:line="240" w:lineRule="auto"/>
        <w:ind w:left="119" w:right="-20"/>
        <w:jc w:val="left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0"/>
          <w:w w:val="51"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98" w:after="0" w:line="240" w:lineRule="auto"/>
        <w:ind w:left="497" w:right="-20"/>
        <w:jc w:val="left"/>
        <w:tabs>
          <w:tab w:pos="5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  <w:position w:val="1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2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>Treantori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  <w:i/>
          <w:position w:val="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2" w:after="0" w:line="372" w:lineRule="exact"/>
        <w:ind w:left="114" w:right="-20"/>
        <w:jc w:val="left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0"/>
          <w:w w:val="51"/>
          <w:position w:val="-4"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position w:val="0"/>
        </w:rPr>
      </w:r>
    </w:p>
    <w:p>
      <w:pPr>
        <w:spacing w:before="0" w:after="0" w:line="228" w:lineRule="exact"/>
        <w:ind w:left="602" w:right="-20"/>
        <w:jc w:val="left"/>
        <w:tabs>
          <w:tab w:pos="2200" w:val="left"/>
          <w:tab w:pos="3780" w:val="left"/>
          <w:tab w:pos="600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nitidu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nitidus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luisant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pendulinu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pendulinus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penché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6" w:lineRule="exact"/>
        <w:ind w:left="606" w:right="-20"/>
        <w:jc w:val="left"/>
        <w:tabs>
          <w:tab w:pos="2220" w:val="left"/>
          <w:tab w:pos="3780" w:val="left"/>
          <w:tab w:pos="600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nitidulu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nitidulus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surface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lisse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penn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penn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penné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82" w:lineRule="exact"/>
        <w:ind w:left="602" w:right="306"/>
        <w:jc w:val="left"/>
        <w:tabs>
          <w:tab w:pos="2200" w:val="left"/>
          <w:tab w:pos="3760" w:val="left"/>
          <w:tab w:pos="6000" w:val="left"/>
          <w:tab w:pos="7460" w:val="left"/>
          <w:tab w:pos="88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mvozu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nivosus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neigeux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pennu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pennlS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comme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une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plume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nottifiuru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nocti:florus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fleurissant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nuit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pentandru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pentandrus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cinq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étalnines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597" w:right="338"/>
        <w:jc w:val="left"/>
        <w:tabs>
          <w:tab w:pos="2200" w:val="left"/>
          <w:tab w:pos="3760" w:val="left"/>
          <w:tab w:pos="600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nudozu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nodosus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noueux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perennu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perennus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vivace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nummulariu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nummularius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rondes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perpusillu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perpusillus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extremement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petit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2" w:after="0" w:line="228" w:lineRule="auto"/>
        <w:ind w:left="606" w:right="444" w:firstLine="5401"/>
        <w:jc w:val="left"/>
        <w:tabs>
          <w:tab w:pos="2220" w:val="left"/>
          <w:tab w:pos="3780" w:val="left"/>
          <w:tab w:pos="5970" w:val="left"/>
          <w:tab w:pos="600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persolutu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persolutus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</w:rPr>
        <w:t>entièrement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9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</w:rPr>
        <w:t>libre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obconicu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obconicus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0"/>
        </w:rPr>
        <w:t>cône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97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renversé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pertuzu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pertusus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perforé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oblongatu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oblongatus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allongé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petalu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petalus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pétale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2" w:after="0" w:line="290" w:lineRule="exact"/>
        <w:ind w:left="602" w:right="407" w:firstLine="-5"/>
        <w:jc w:val="left"/>
        <w:tabs>
          <w:tab w:pos="2200" w:val="left"/>
          <w:tab w:pos="3780" w:val="left"/>
          <w:tab w:pos="600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oblonghjifugliu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oblongifolium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allongées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petrofilu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petrophilus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aimant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les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roches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ovuvatu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obovatus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d'oeuf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phi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feuille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7" w:lineRule="exact"/>
        <w:ind w:left="606" w:right="-20"/>
        <w:jc w:val="left"/>
        <w:tabs>
          <w:tab w:pos="2220" w:val="left"/>
          <w:tab w:pos="3780" w:val="left"/>
          <w:tab w:pos="600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otturatu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obturatus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ovalisé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phytus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plante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82" w:lineRule="exact"/>
        <w:ind w:left="602" w:right="1144"/>
        <w:jc w:val="left"/>
        <w:tabs>
          <w:tab w:pos="2200" w:val="left"/>
          <w:tab w:pos="3760" w:val="left"/>
          <w:tab w:pos="382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ocellatu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ocellatus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tâches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ocellées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pitturatu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picturatus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coloré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oculatu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oculatus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avec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yeux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pittu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pictus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tacheté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ocultatu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ocultatus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invisible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pilosellu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pilosellus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duveteux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597" w:right="549" w:firstLine="5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odontu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odontus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avec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dents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pilozu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pilosus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poilu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odoratu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odoratus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parfumé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chelevu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1"/>
        </w:rPr>
        <w:t>officinalu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fficinalis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medicinal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pinifugliu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pinifolius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587" w:right="-20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uliozu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oleaceus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huileux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pinnatus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pinnatus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comme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une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plume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6" w:after="0" w:line="282" w:lineRule="exact"/>
        <w:ind w:left="597" w:right="591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oligantu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oliganthus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petite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fleur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platicarpu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platicarpus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large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fruit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ololeuca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ololeuca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entièrement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blanc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platicladu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platycladus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large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branche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aperculatu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operculatus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muni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couvercle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gatti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plicatus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plié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592" w:right="750" w:firstLine="5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75"/>
          <w:position w:val="1"/>
        </w:rPr>
        <w:t>OpliDU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opimus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fertile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3"/>
          <w:position w:val="0"/>
        </w:rPr>
        <w:t>p1Umar1U·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plumarius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découpé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opulentu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opulentus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8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98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riche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pmmozu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plumosus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duveteux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orbicularu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orbicularis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ronde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plurimu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plurimus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abondant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592" w:right="-20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onu</w:t>
      </w:r>
      <w:r>
        <w:rPr>
          <w:rFonts w:ascii="Times New Roman" w:hAnsi="Times New Roman" w:cs="Times New Roman" w:eastAsia="Times New Roman"/>
          <w:sz w:val="25"/>
          <w:szCs w:val="25"/>
          <w:spacing w:val="-5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oreus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montagne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podanthus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fleur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près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sol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6" w:after="0" w:line="282" w:lineRule="exact"/>
        <w:ind w:left="592" w:right="958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oriufilu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oreophilus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1"/>
          <w:position w:val="0"/>
        </w:rPr>
        <w:t>aimant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montagne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politu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politus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brillant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oriutrofu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oreotrophus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qui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pousse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pomponiu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pomponius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majestueux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3725" w:right="6192"/>
        <w:jc w:val="center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</w:rPr>
        <w:t>montagne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1" w:lineRule="exact"/>
        <w:ind w:left="587" w:right="-20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ovulifugliu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ovalifolius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0"/>
        </w:rPr>
        <w:t>feuille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ovale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purrifugliu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porrifolius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0"/>
          <w:position w:val="0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poireaux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6" w:after="0" w:line="282" w:lineRule="exact"/>
        <w:ind w:left="587" w:right="1232"/>
        <w:jc w:val="left"/>
        <w:tabs>
          <w:tab w:pos="220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oviferu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oviferus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8"/>
          <w:position w:val="0"/>
        </w:rPr>
        <w:t>qui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98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porte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oeufs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precocu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proecocus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précoce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ovucarpu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ovocarpus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fruit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ovale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pratensu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pratensis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prés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9" w:lineRule="exact"/>
        <w:ind w:left="5993" w:right="-20"/>
        <w:jc w:val="left"/>
        <w:tabs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proceru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procerus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élevé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1" w:lineRule="exact"/>
        <w:ind w:left="578" w:right="-20"/>
        <w:jc w:val="left"/>
        <w:tabs>
          <w:tab w:pos="218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paganu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paganus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campagne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procurrensu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procurrens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étendue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stolonifere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27" w:lineRule="auto"/>
        <w:ind w:left="578" w:right="335"/>
        <w:jc w:val="left"/>
        <w:tabs>
          <w:tab w:pos="1180" w:val="left"/>
          <w:tab w:pos="2180" w:val="left"/>
          <w:tab w:pos="374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shape style="position:absolute;margin-left:194.880005pt;margin-top:77.715416pt;width:124.800003pt;height:12.48pt;mso-position-horizontal-relative:page;mso-position-vertical-relative:paragraph;z-index:-6326" type="#_x0000_t75">
            <v:imagedata r:id="rId19" o:title=""/>
          </v:shape>
        </w:pict>
      </w:r>
      <w:r>
        <w:rPr/>
        <w:pict>
          <v:shape style="position:absolute;margin-left:383.040009pt;margin-top:77.715424pt;width:136.320007pt;height:11.52pt;mso-position-horizontal-relative:page;mso-position-vertical-relative:paragraph;z-index:-6325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pallidu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pallidus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jaunâtre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profuzu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profusus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prodigue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palm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palm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tus</w:t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0"/>
        </w:rPr>
        <w:t>forme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9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d'une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prolificu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prolificus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prolifique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paludozu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paludosus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vit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dans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les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marais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statu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prostatus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couché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0"/>
        </w:rPr>
        <w:t>sur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95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5"/>
          <w:szCs w:val="25"/>
          <w:spacing w:val="-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sol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papilionachju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papilionaceus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fleur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papillon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prumozu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prumosus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lnince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couche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papiliozu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papillosus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hérissé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papillons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pruritu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pruritus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démangeaisons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pap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paprr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4" w:after="0" w:line="282" w:lineRule="exact"/>
        <w:ind w:left="578" w:right="747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partitu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       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partitus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                                     </w:t>
      </w:r>
      <w:r>
        <w:rPr>
          <w:rFonts w:ascii="Times New Roman" w:hAnsi="Times New Roman" w:cs="Times New Roman" w:eastAsia="Times New Roman"/>
          <w:sz w:val="25"/>
          <w:szCs w:val="25"/>
          <w:spacing w:val="5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terococcu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pterococcus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coque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ailée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parvifioru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 </w:t>
      </w:r>
      <w:r>
        <w:rPr>
          <w:rFonts w:ascii="Times New Roman" w:hAnsi="Times New Roman" w:cs="Times New Roman" w:eastAsia="Times New Roman"/>
          <w:sz w:val="25"/>
          <w:szCs w:val="25"/>
          <w:spacing w:val="4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parviflorus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                                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pubemlu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</w:t>
      </w:r>
      <w:r>
        <w:rPr>
          <w:rFonts w:ascii="Times New Roman" w:hAnsi="Times New Roman" w:cs="Times New Roman" w:eastAsia="Times New Roman"/>
          <w:sz w:val="25"/>
          <w:szCs w:val="25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puberulus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</w:t>
      </w:r>
      <w:r>
        <w:rPr>
          <w:rFonts w:ascii="Times New Roman" w:hAnsi="Times New Roman" w:cs="Times New Roman" w:eastAsia="Times New Roman"/>
          <w:sz w:val="25"/>
          <w:szCs w:val="25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poils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courts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parvulu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            </w:t>
      </w:r>
      <w:r>
        <w:rPr>
          <w:rFonts w:ascii="Times New Roman" w:hAnsi="Times New Roman" w:cs="Times New Roman" w:eastAsia="Times New Roman"/>
          <w:sz w:val="25"/>
          <w:szCs w:val="25"/>
          <w:spacing w:val="3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parvulus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                                      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pubigeru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   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pubigerus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    </w:t>
      </w:r>
      <w:r>
        <w:rPr>
          <w:rFonts w:ascii="Times New Roman" w:hAnsi="Times New Roman" w:cs="Times New Roman" w:eastAsia="Times New Roman"/>
          <w:sz w:val="25"/>
          <w:szCs w:val="25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velu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2" w:lineRule="exact"/>
        <w:ind w:left="578" w:right="424" w:firstLine="-5"/>
        <w:jc w:val="left"/>
        <w:tabs>
          <w:tab w:pos="2180" w:val="left"/>
          <w:tab w:pos="374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patulu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patulus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pulchellu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pulchellus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élégant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paucifioru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pauciflorus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fleurs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rares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pulicaru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pulicaris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comme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une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pettitu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pectitus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peigné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pumilu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pumilus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nam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220" w:lineRule="auto"/>
        <w:ind w:left="578" w:right="593"/>
        <w:jc w:val="left"/>
        <w:tabs>
          <w:tab w:pos="2180" w:val="left"/>
          <w:tab w:pos="3760" w:val="left"/>
          <w:tab w:pos="5980" w:val="left"/>
          <w:tab w:pos="7460" w:val="left"/>
          <w:tab w:pos="88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pettinatu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pectinatus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dents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peignes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punt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punctatus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pointillé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pettoralu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pectoralis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cuirassé,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solide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pusillu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pusillus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petit,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grèle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pediculu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pediculus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pédoncule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pinnacantu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pycnacanthus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position w:val="0"/>
        </w:rPr>
        <w:t>epines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serrées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>pellucidu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pellucidus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transparent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pinnantu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pycnanthus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3"/>
          <w:position w:val="0"/>
        </w:rPr>
        <w:t>fleurs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93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serrées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pgMar w:header="90" w:footer="0" w:top="220" w:bottom="280" w:left="80" w:right="880"/>
          <w:headerReference w:type="odd" r:id="rId18"/>
          <w:pgSz w:w="11900" w:h="16840"/>
        </w:sectPr>
      </w:pPr>
      <w:rPr/>
    </w:p>
    <w:p>
      <w:pPr>
        <w:spacing w:before="0" w:after="0" w:line="832" w:lineRule="exact"/>
        <w:ind w:left="102" w:right="-20"/>
        <w:jc w:val="left"/>
        <w:tabs>
          <w:tab w:pos="5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.661348pt;margin-top:625.056152pt;width:119.854408pt;height:.1pt;mso-position-horizontal-relative:page;mso-position-vertical-relative:page;z-index:-6324" coordorigin="33,12501" coordsize="2397,2">
            <v:shape style="position:absolute;left:33;top:12501;width:2397;height:2" coordorigin="33,12501" coordsize="2397,0" path="m33,12501l2430,12501e" filled="f" stroked="t" strokeweight=".474671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.786995pt;margin-top:27.29579pt;width:510.084988pt;height:630.849777pt;mso-position-horizontal-relative:page;mso-position-vertical-relative:paragraph;z-index:-6323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667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75" w:after="0" w:line="282" w:lineRule="exact"/>
                          <w:ind w:left="54" w:right="22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pinnocarpu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piriformu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9" w:after="0" w:line="276" w:lineRule="exact"/>
                          <w:ind w:left="269" w:right="113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pycnocarpus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pyriformis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0" w:after="0" w:line="282" w:lineRule="exact"/>
                          <w:ind w:left="205" w:right="298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fruits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très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serrés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forme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2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poire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5" w:after="0" w:line="282" w:lineRule="exact"/>
                          <w:ind w:left="206" w:right="387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spicatu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2"/>
                          </w:rPr>
                          <w:t>spinozu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76" w:lineRule="exact"/>
                          <w:ind w:left="302" w:right="359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spicatus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spinosus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01" w:lineRule="exact"/>
                          <w:ind w:left="423" w:right="1200"/>
                          <w:jc w:val="center"/>
                          <w:rPr>
                            <w:rFonts w:ascii="Arial" w:hAnsi="Arial" w:cs="Arial" w:eastAsia="Arial"/>
                            <w:sz w:val="32"/>
                            <w:szCs w:val="3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17"/>
                            <w:szCs w:val="17"/>
                            <w:spacing w:val="0"/>
                            <w:w w:val="237"/>
                            <w:position w:val="-3"/>
                          </w:rPr>
                          <w:t>,</w:t>
                        </w:r>
                        <w:r>
                          <w:rPr>
                            <w:rFonts w:ascii="Arial" w:hAnsi="Arial" w:cs="Arial" w:eastAsia="Arial"/>
                            <w:sz w:val="17"/>
                            <w:szCs w:val="17"/>
                            <w:spacing w:val="-33"/>
                            <w:w w:val="237"/>
                            <w:position w:val="-3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32"/>
                            <w:szCs w:val="32"/>
                            <w:spacing w:val="0"/>
                            <w:w w:val="104"/>
                            <w:position w:val="-3"/>
                          </w:rPr>
                          <w:t>.</w:t>
                        </w:r>
                        <w:r>
                          <w:rPr>
                            <w:rFonts w:ascii="Arial" w:hAnsi="Arial" w:cs="Arial" w:eastAsia="Arial"/>
                            <w:sz w:val="32"/>
                            <w:szCs w:val="32"/>
                            <w:spacing w:val="0"/>
                            <w:w w:val="100"/>
                            <w:position w:val="0"/>
                          </w:rPr>
                        </w:r>
                      </w:p>
                      <w:p>
                        <w:pPr>
                          <w:spacing w:before="0" w:after="0" w:line="197" w:lineRule="exact"/>
                          <w:ind w:left="16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enep1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</w:r>
                      </w:p>
                      <w:p>
                        <w:pPr>
                          <w:spacing w:before="0" w:after="0" w:line="277" w:lineRule="exact"/>
                          <w:ind w:left="168" w:right="-20"/>
                          <w:jc w:val="left"/>
                          <w:rPr>
                            <w:rFonts w:ascii="Arial" w:hAnsi="Arial" w:cs="Arial" w:eastAsia="Arial"/>
                            <w:sz w:val="7"/>
                            <w:szCs w:val="7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w w:val="91"/>
                          </w:rPr>
                          <w:t>épineu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44"/>
                            <w:w w:val="91"/>
                          </w:rPr>
                          <w:t>x</w:t>
                        </w:r>
                        <w:r>
                          <w:rPr>
                            <w:rFonts w:ascii="Arial" w:hAnsi="Arial" w:cs="Arial" w:eastAsia="Arial"/>
                            <w:sz w:val="7"/>
                            <w:szCs w:val="7"/>
                            <w:spacing w:val="0"/>
                            <w:w w:val="542"/>
                            <w:position w:val="14"/>
                          </w:rPr>
                          <w:t>'</w:t>
                        </w:r>
                        <w:r>
                          <w:rPr>
                            <w:rFonts w:ascii="Arial" w:hAnsi="Arial" w:cs="Arial" w:eastAsia="Arial"/>
                            <w:sz w:val="7"/>
                            <w:szCs w:val="7"/>
                            <w:spacing w:val="0"/>
                            <w:w w:val="100"/>
                            <w:position w:val="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écumeux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7" w:lineRule="exact"/>
                          <w:ind w:left="1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muni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d'écailles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2" w:lineRule="exact"/>
                          <w:ind w:left="1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étoilé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7" w:lineRule="exact"/>
                          <w:ind w:left="1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pailleté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163" w:right="102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forme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9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goître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avec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liège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68" w:right="616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6"/>
                          </w:rPr>
                          <w:t>gorgé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9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suc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sillonné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1" w:after="0" w:line="240" w:lineRule="auto"/>
                          <w:ind w:left="13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jaune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6"/>
                            <w:w w:val="9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soufré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émet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9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des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drageons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63" w:right="1061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6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toit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enivrant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9" w:lineRule="exact"/>
                          <w:ind w:left="1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89"/>
                          </w:rPr>
                          <w:t>feuilles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"/>
                            <w:w w:val="89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grêles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fleurs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grêles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1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disposé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8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par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trois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149" w:right="-60" w:firstLine="9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forme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2"/>
                            <w:w w:val="9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bourses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utilisé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6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teinture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4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tortueux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épaissi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0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par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2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endroits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tremble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54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1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racemozu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racemosus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0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abondant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grappe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20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spumozu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0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squamatu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9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spumosus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7" w:lineRule="exact"/>
                          <w:ind w:left="30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squamatus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89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radi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radiatus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0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étincelant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81" w:lineRule="exact"/>
                          <w:ind w:left="20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stell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8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81" w:lineRule="exact"/>
                          <w:ind w:left="29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stell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tus</w:t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45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radicatu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7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radiculu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ramozu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radicatus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260" w:right="452" w:firstLine="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radiculus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ramosus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0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7"/>
                          </w:rPr>
                          <w:t>fortes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5"/>
                            <w:w w:val="9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racines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186" w:right="479" w:firstLine="14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petites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racines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très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branchu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0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straminu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7" w:lineRule="exact"/>
                          <w:ind w:left="19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strumozu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19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4"/>
                            <w:w w:val="100"/>
                          </w:rPr>
                          <w:t>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be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100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9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straminus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292" w:right="217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strumosus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suberosus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73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reclinatu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recurvatu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reclinatus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26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recurvatus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renversé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recourbé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8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zuccalentu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19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sulcatu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29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succulentus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29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sulcatus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1413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rifrattu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45" w:right="598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remo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retruzu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retuzu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rig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4"/>
                            <w:w w:val="100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5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refractus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6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6"/>
                            <w:w w:val="100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6" w:after="0" w:line="282" w:lineRule="exact"/>
                          <w:ind w:left="255" w:right="542" w:firstLine="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retrusus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retusus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rigidus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86" w:right="1281"/>
                          <w:jc w:val="both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2"/>
                          </w:rPr>
                          <w:t>fléchi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95" w:right="1298"/>
                          <w:jc w:val="both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éloigné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6" w:after="0" w:line="282" w:lineRule="exact"/>
                          <w:ind w:left="186" w:right="1215" w:firstLine="14"/>
                          <w:jc w:val="both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-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l'écart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tronqué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raide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76" w:lineRule="exact"/>
                          <w:ind w:left="197" w:right="251" w:firstLine="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sulfuriu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surculatu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7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83" w:right="187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tettorum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temulentu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29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sulphureus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9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100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cul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4" w:after="0" w:line="280" w:lineRule="exact"/>
                          <w:jc w:val="left"/>
                          <w:rPr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78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tectorum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temulentus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68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nmozu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rubbustu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25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nmosus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6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robustus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19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creusé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d'un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sillon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vigoureux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tenuifugliu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18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tenuifioru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tenuifolius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tenuiflorus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50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4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rostratu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40" w:right="513" w:firstLine="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rotachju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rugozu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5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rostratus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5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rotaceus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25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rugosus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18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terminé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9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bec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82" w:lineRule="exact"/>
                          <w:ind w:left="181" w:right="377" w:firstLine="14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forme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2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roue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rugueux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8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testicularu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tintoriu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76" w:lineRule="exact"/>
                          <w:ind w:left="273" w:right="183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tem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testicularis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5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tinctorius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89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rusticu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5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rusticus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champs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tortilu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tortilis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61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6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zuccaratu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saccharatus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9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sucré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torulozu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tremulu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torulosus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tremulus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vMerge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66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4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zuccariferu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zuccaro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saccharifera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saccharum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produisant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5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sucre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6" w:lineRule="exact"/>
                          <w:ind w:left="19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sucre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4"/>
                            <w:w w:val="100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0"/>
                            <w:w w:val="100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trivialu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triandrus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2" w:lineRule="exact"/>
                          <w:ind w:left="1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74"/>
                          </w:rPr>
                          <w:t>·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32"/>
                            <w:w w:val="7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trivialis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6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trois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étamines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répandu,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commun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saghjittatu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sagittatus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9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semblable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  <w:t>à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tuberozu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tuberosus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tubéreux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2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9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flèche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82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sambuccina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sambuccina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9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semblable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5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au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sureau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tubulozu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tubulosus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tubuleux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66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sapidu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saonaccu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" w:after="0" w:line="276" w:lineRule="exact"/>
                          <w:ind w:left="269" w:right="216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sapidus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6"/>
                          </w:rPr>
                          <w:t>saponaccus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8"/>
                          </w:rPr>
                          <w:t>qui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2"/>
                            <w:w w:val="98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est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savoureux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9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savonneux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turghjidu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turgidus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gonflé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2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sarmen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"/>
                            <w:w w:val="100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sarmentosus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9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sarmenteux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umbellatu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umbellatus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1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9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ombelle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2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scoberulu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scoberulus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8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peu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umbrozu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umbrosus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1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aimant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l'ombre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2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scanozu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scanosus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écailleux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9"/>
                            <w:w w:val="100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in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100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uncinatus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1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2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pointe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9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crochue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63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sebozu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77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selettu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sebosus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selectus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9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graisseux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2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choisi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vaghjinalu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vaginalis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5" w:after="0" w:line="266" w:lineRule="exact"/>
                          <w:ind w:left="600" w:right="-20"/>
                          <w:jc w:val="left"/>
                          <w:rPr>
                            <w:rFonts w:ascii="Arial" w:hAnsi="Arial" w:cs="Arial" w:eastAsia="Arial"/>
                            <w:sz w:val="19"/>
                            <w:szCs w:val="19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8"/>
                            <w:szCs w:val="28"/>
                            <w:spacing w:val="0"/>
                            <w:w w:val="100"/>
                            <w:position w:val="-5"/>
                          </w:rPr>
                          <w:t>.</w:t>
                        </w:r>
                        <w:r>
                          <w:rPr>
                            <w:rFonts w:ascii="Arial" w:hAnsi="Arial" w:cs="Arial" w:eastAsia="Arial"/>
                            <w:sz w:val="28"/>
                            <w:szCs w:val="28"/>
                            <w:spacing w:val="44"/>
                            <w:w w:val="100"/>
                            <w:position w:val="-5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19"/>
                            <w:szCs w:val="19"/>
                            <w:spacing w:val="0"/>
                            <w:w w:val="189"/>
                            <w:position w:val="-5"/>
                          </w:rPr>
                          <w:t>,</w:t>
                        </w:r>
                        <w:r>
                          <w:rPr>
                            <w:rFonts w:ascii="Arial" w:hAnsi="Arial" w:cs="Arial" w:eastAsia="Arial"/>
                            <w:sz w:val="19"/>
                            <w:szCs w:val="19"/>
                            <w:spacing w:val="0"/>
                            <w:w w:val="100"/>
                            <w:position w:val="0"/>
                          </w:rPr>
                        </w:r>
                      </w:p>
                      <w:p>
                        <w:pPr>
                          <w:spacing w:before="0" w:after="0" w:line="199" w:lineRule="exact"/>
                          <w:ind w:left="1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engame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</w:tr>
                  <w:tr>
                    <w:trPr>
                      <w:trHeight w:val="284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serotinu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serotinus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soir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variegatu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variegatus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panaché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9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serrulatu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serrulatus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1"/>
                          </w:rPr>
                          <w:t>finement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3"/>
                            <w:w w:val="9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denté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venu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7"/>
                            <w:w w:val="100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venustus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beau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4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sessilu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sessilus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8" w:lineRule="exact"/>
                          <w:ind w:left="19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sans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9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support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versiculoru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9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versicolor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couleurs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3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variées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32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single" w:sz="3.79736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setulozu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setulosus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9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couvert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poils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verticillatu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verticillatus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1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disposé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8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en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verticile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tcW w:w="1399" w:type="dxa"/>
                        <w:tcBorders>
                          <w:top w:val="single" w:sz="3.797368" w:space="0" w:color="000000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silvaticu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silvaticus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8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forêts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vestitu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vestitus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5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couvert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77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scoboliferu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boliferus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8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qui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2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6"/>
                          </w:rPr>
                          <w:t>porte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"/>
                            <w:w w:val="9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6"/>
                          </w:rPr>
                          <w:t>des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3"/>
                            <w:w w:val="9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rejets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villuzu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villosus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4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84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6" w:lineRule="exact"/>
                          <w:ind w:left="5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sunoru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sono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81" w:lineRule="exact"/>
                          <w:ind w:left="191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comme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4"/>
                            <w:w w:val="9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3"/>
                          </w:rPr>
                          <w:t>une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"/>
                            <w:w w:val="9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soeur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viminalu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6" w:lineRule="exact"/>
                          <w:ind w:left="27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viminalis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1" w:lineRule="exact"/>
                          <w:ind w:left="15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0"/>
                          </w:rPr>
                          <w:t>effilé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5"/>
                            <w:w w:val="9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0"/>
                          </w:rPr>
                          <w:t>comme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14"/>
                            <w:w w:val="9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l'osier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68" w:hRule="exact"/>
                    </w:trPr>
                    <w:tc>
                      <w:tcPr>
                        <w:tcW w:w="13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4" w:lineRule="exact"/>
                          <w:ind w:left="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spettabilu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spectabilis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remarquable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7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vinuferu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26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viniferus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73" w:lineRule="exact"/>
                          <w:ind w:left="15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qui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9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94"/>
                          </w:rPr>
                          <w:t>produit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1"/>
                            <w:w w:val="9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1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vin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78"/>
          <w:szCs w:val="78"/>
          <w:spacing w:val="0"/>
          <w:w w:val="52"/>
        </w:rPr>
        <w:t>n</w:t>
      </w:r>
      <w:r>
        <w:rPr>
          <w:rFonts w:ascii="Arial" w:hAnsi="Arial" w:cs="Arial" w:eastAsia="Arial"/>
          <w:sz w:val="78"/>
          <w:szCs w:val="78"/>
          <w:spacing w:val="56"/>
          <w:w w:val="5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  <w:position w:val="44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3"/>
          <w:i/>
          <w:position w:val="4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44"/>
        </w:rPr>
        <w:t>Treantm{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44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4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  <w:i/>
          <w:position w:val="42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2" w:right="-20"/>
        <w:jc w:val="left"/>
        <w:rPr>
          <w:rFonts w:ascii="Arial" w:hAnsi="Arial" w:cs="Arial" w:eastAsia="Arial"/>
          <w:sz w:val="48"/>
          <w:szCs w:val="48"/>
        </w:rPr>
      </w:pPr>
      <w:rPr/>
      <w:r>
        <w:rPr>
          <w:rFonts w:ascii="Arial" w:hAnsi="Arial" w:cs="Arial" w:eastAsia="Arial"/>
          <w:sz w:val="48"/>
          <w:szCs w:val="48"/>
          <w:spacing w:val="0"/>
          <w:w w:val="114"/>
        </w:rPr>
        <w:t>l'</w:t>
      </w:r>
      <w:r>
        <w:rPr>
          <w:rFonts w:ascii="Arial" w:hAnsi="Arial" w:cs="Arial" w:eastAsia="Arial"/>
          <w:sz w:val="48"/>
          <w:szCs w:val="48"/>
          <w:spacing w:val="0"/>
          <w:w w:val="100"/>
        </w:rPr>
      </w:r>
    </w:p>
    <w:p>
      <w:pPr>
        <w:jc w:val="left"/>
        <w:spacing w:after="0"/>
        <w:sectPr>
          <w:pgMar w:header="0" w:footer="0" w:top="680" w:bottom="280" w:left="140" w:right="900"/>
          <w:headerReference w:type="even" r:id="rId21"/>
          <w:pgSz w:w="11900" w:h="16840"/>
        </w:sectPr>
      </w:pPr>
      <w:rPr/>
    </w:p>
    <w:p>
      <w:pPr>
        <w:spacing w:before="66" w:after="0" w:line="240" w:lineRule="auto"/>
        <w:ind w:left="119" w:right="-20"/>
        <w:jc w:val="left"/>
        <w:tabs>
          <w:tab w:pos="52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Treantori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  <w:i/>
          <w:position w:val="1"/>
        </w:rPr>
        <w:t>14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3" w:lineRule="exact"/>
        <w:ind w:left="214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33"/>
          <w:szCs w:val="33"/>
          <w:spacing w:val="0"/>
          <w:w w:val="107"/>
          <w:position w:val="-1"/>
        </w:rPr>
        <w:t>SISTEMATICA</w:t>
      </w:r>
      <w:r>
        <w:rPr>
          <w:rFonts w:ascii="Times New Roman" w:hAnsi="Times New Roman" w:cs="Times New Roman" w:eastAsia="Times New Roman"/>
          <w:sz w:val="33"/>
          <w:szCs w:val="33"/>
          <w:spacing w:val="57"/>
          <w:w w:val="107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(PER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  <w:position w:val="-1"/>
        </w:rPr>
        <w:t>SINOlMIA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26" w:footer="0" w:top="420" w:bottom="280" w:left="360" w:right="0"/>
          <w:headerReference w:type="odd" r:id="rId22"/>
          <w:pgSz w:w="11900" w:h="16840"/>
        </w:sectPr>
      </w:pPr>
      <w:rPr/>
    </w:p>
    <w:p>
      <w:pPr>
        <w:spacing w:before="29" w:after="0" w:line="251" w:lineRule="auto"/>
        <w:ind w:left="262" w:right="-61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DIVISIONE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SUDDIVISIONE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CLASSA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SOTTUCLASSA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ORDINE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SUDDORDINE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FAMIGLIA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SOTTUFAMIGLIA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TRIBU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SOTTUTRIBU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GENERU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SOTTUGENERU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SPECIA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SOTTUSPECIA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9" w:lineRule="auto"/>
        <w:ind w:right="-65" w:firstLine="9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dizinenza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17"/>
        </w:rPr>
        <w:t>: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dizinenza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17"/>
        </w:rPr>
        <w:t>: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dizinenza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34"/>
        </w:rPr>
        <w:t>: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3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dizinenza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17"/>
        </w:rPr>
        <w:t>: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18"/>
        </w:rPr>
        <w:t>--ale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98" w:lineRule="exact"/>
        <w:ind w:left="5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--</w:t>
      </w:r>
      <w:r>
        <w:rPr>
          <w:rFonts w:ascii="Times New Roman" w:hAnsi="Times New Roman" w:cs="Times New Roman" w:eastAsia="Times New Roman"/>
          <w:sz w:val="26"/>
          <w:szCs w:val="26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2"/>
        </w:rPr>
        <w:t>inata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0" w:after="0" w:line="286" w:lineRule="exact"/>
        <w:ind w:left="5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--</w:t>
      </w:r>
      <w:r>
        <w:rPr>
          <w:rFonts w:ascii="Times New Roman" w:hAnsi="Times New Roman" w:cs="Times New Roman" w:eastAsia="Times New Roman"/>
          <w:sz w:val="26"/>
          <w:szCs w:val="26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acea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0" w:after="0" w:line="286" w:lineRule="exact"/>
        <w:ind w:right="-79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--</w:t>
      </w:r>
      <w:r>
        <w:rPr>
          <w:rFonts w:ascii="Times New Roman" w:hAnsi="Times New Roman" w:cs="Times New Roman" w:eastAsia="Times New Roman"/>
          <w:sz w:val="26"/>
          <w:szCs w:val="2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2"/>
        </w:rPr>
        <w:t>oidata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10"/>
        </w:rPr>
        <w:t>(--ale)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" w:after="0" w:line="286" w:lineRule="exact"/>
        <w:ind w:right="2459" w:firstLine="5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(--inée)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(--acée)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0" w:after="0" w:line="290" w:lineRule="exact"/>
        <w:ind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97"/>
        </w:rPr>
        <w:t>(--</w:t>
      </w:r>
      <w:r>
        <w:rPr>
          <w:rFonts w:ascii="Times New Roman" w:hAnsi="Times New Roman" w:cs="Times New Roman" w:eastAsia="Times New Roman"/>
          <w:sz w:val="26"/>
          <w:szCs w:val="26"/>
          <w:spacing w:val="-19"/>
          <w:w w:val="97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1"/>
        </w:rPr>
        <w:t>oidée)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  <w:cols w:num="4" w:equalWidth="0">
            <w:col w:w="2291" w:space="639"/>
            <w:col w:w="1261" w:space="1402"/>
            <w:col w:w="880" w:space="1768"/>
            <w:col w:w="3299"/>
          </w:cols>
        </w:sectPr>
      </w:pPr>
      <w:rPr/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7" w:after="0" w:line="282" w:lineRule="exact"/>
        <w:ind w:left="167" w:right="-20"/>
        <w:jc w:val="left"/>
        <w:tabs>
          <w:tab w:pos="46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CLASSIFICAZIONE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  <w:position w:val="-1"/>
        </w:rPr>
        <w:t>DI</w:t>
      </w:r>
      <w:r>
        <w:rPr>
          <w:rFonts w:ascii="Times New Roman" w:hAnsi="Times New Roman" w:cs="Times New Roman" w:eastAsia="Times New Roman"/>
          <w:sz w:val="25"/>
          <w:szCs w:val="25"/>
          <w:spacing w:val="-4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138"/>
          <w:position w:val="-1"/>
        </w:rPr>
        <w:t>1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-1"/>
        </w:rPr>
        <w:t>VEGETAL!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ALGI,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FUNGI,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-1"/>
        </w:rPr>
        <w:t>PIANTI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</w:sectPr>
      </w:pPr>
      <w:rPr/>
    </w:p>
    <w:p>
      <w:pPr>
        <w:spacing w:before="31" w:after="0" w:line="271" w:lineRule="auto"/>
        <w:ind w:left="447" w:right="166" w:firstLine="1865"/>
        <w:jc w:val="left"/>
        <w:tabs>
          <w:tab w:pos="23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TALLOFITI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CRIPTOGAMI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BRIOFITI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5" w:lineRule="exact"/>
        <w:ind w:left="2298" w:right="-7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  <w:position w:val="-1"/>
        </w:rPr>
        <w:t>PTERIDOFITI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6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ALGI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AQUATICID,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FUNGI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56"/>
        </w:rPr>
        <w:t>LIC1fE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0" w:after="0" w:line="240" w:lineRule="auto"/>
        <w:ind w:left="128" w:right="-20"/>
        <w:jc w:val="left"/>
        <w:tabs>
          <w:tab w:pos="2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(MURZI...Erc)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PIANTI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TARRESTRI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MARINI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4" w:after="0" w:line="248" w:lineRule="exact"/>
        <w:ind w:left="123" w:right="-20"/>
        <w:jc w:val="left"/>
        <w:tabs>
          <w:tab w:pos="2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  <w:position w:val="-1"/>
        </w:rPr>
        <w:t>(FILETTI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94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4"/>
          <w:position w:val="-1"/>
        </w:rPr>
        <w:t>..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34"/>
          <w:position w:val="-1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9"/>
          <w:position w:val="-1"/>
        </w:rPr>
        <w:t>ETC)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PIANTI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8"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  <w:position w:val="-1"/>
        </w:rPr>
        <w:t>ARRESTRI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  <w:position w:val="-1"/>
        </w:rPr>
        <w:t>MARINI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  <w:cols w:num="2" w:equalWidth="0">
            <w:col w:w="3750" w:space="703"/>
            <w:col w:w="7087"/>
          </w:cols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</w:sectPr>
      </w:pPr>
      <w:rPr/>
    </w:p>
    <w:p>
      <w:pPr>
        <w:spacing w:before="31" w:after="0" w:line="240" w:lineRule="auto"/>
        <w:ind w:left="433" w:right="-78"/>
        <w:jc w:val="left"/>
        <w:tabs>
          <w:tab w:pos="2300" w:val="left"/>
          <w:tab w:pos="456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9"/>
          <w:w w:val="107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ANEROGAMI</w:t>
      </w:r>
      <w:r>
        <w:rPr>
          <w:rFonts w:ascii="Times New Roman" w:hAnsi="Times New Roman" w:cs="Times New Roman" w:eastAsia="Times New Roman"/>
          <w:sz w:val="22"/>
          <w:szCs w:val="22"/>
          <w:spacing w:val="-46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GHJINNOSPERMI</w:t>
      </w:r>
      <w:r>
        <w:rPr>
          <w:rFonts w:ascii="Times New Roman" w:hAnsi="Times New Roman" w:cs="Times New Roman" w:eastAsia="Times New Roman"/>
          <w:sz w:val="22"/>
          <w:szCs w:val="22"/>
          <w:spacing w:val="-41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5"/>
        </w:rPr>
        <w:t>MONOCOTILEDONI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24" w:after="0" w:line="240" w:lineRule="auto"/>
        <w:ind w:left="2312" w:right="-20"/>
        <w:jc w:val="left"/>
        <w:tabs>
          <w:tab w:pos="456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ANGIDOSPERMI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DICOTILEDONI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80" w:lineRule="atLeast"/>
        <w:ind w:right="165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PIANTI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TARRESTRI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MARINI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PIANTI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9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ARRESTRI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MARINI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  <w:cols w:num="2" w:equalWidth="0">
            <w:col w:w="6120" w:space="446"/>
            <w:col w:w="4974"/>
          </w:cols>
        </w:sectPr>
      </w:pPr>
      <w:rPr/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7" w:after="0" w:line="282" w:lineRule="exact"/>
        <w:ind w:left="172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ARASSITI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  <w:position w:val="-1"/>
        </w:rPr>
        <w:t>DI</w:t>
      </w:r>
      <w:r>
        <w:rPr>
          <w:rFonts w:ascii="Times New Roman" w:hAnsi="Times New Roman" w:cs="Times New Roman" w:eastAsia="Times New Roman"/>
          <w:sz w:val="25"/>
          <w:szCs w:val="25"/>
          <w:spacing w:val="-4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45"/>
          <w:position w:val="-1"/>
        </w:rPr>
        <w:t>1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-1"/>
        </w:rPr>
        <w:t>PIANTI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EPITETI</w:t>
      </w:r>
      <w:r>
        <w:rPr>
          <w:rFonts w:ascii="Times New Roman" w:hAnsi="Times New Roman" w:cs="Times New Roman" w:eastAsia="Times New Roman"/>
          <w:sz w:val="25"/>
          <w:szCs w:val="25"/>
          <w:spacing w:val="4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SPEZIFICAZIONE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  <w:position w:val="-1"/>
        </w:rPr>
        <w:t>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</w:sectPr>
      </w:pPr>
      <w:rPr/>
    </w:p>
    <w:p>
      <w:pPr>
        <w:spacing w:before="31" w:after="0" w:line="240" w:lineRule="auto"/>
        <w:ind w:left="2312" w:right="-48"/>
        <w:jc w:val="left"/>
        <w:tabs>
          <w:tab w:pos="30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a)</w:t>
      </w:r>
      <w:r>
        <w:rPr>
          <w:rFonts w:ascii="Times New Roman" w:hAnsi="Times New Roman" w:cs="Times New Roman" w:eastAsia="Times New Roman"/>
          <w:sz w:val="22"/>
          <w:szCs w:val="22"/>
          <w:spacing w:val="-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PROCARIOTI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5" w:after="0" w:line="240" w:lineRule="auto"/>
        <w:ind w:left="2303" w:right="-20"/>
        <w:jc w:val="left"/>
        <w:tabs>
          <w:tab w:pos="30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UCARIOTI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86" w:lineRule="exact"/>
        <w:ind w:left="2308" w:right="-20"/>
        <w:jc w:val="left"/>
        <w:tabs>
          <w:tab w:pos="30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9"/>
        </w:rPr>
        <w:t>AUTOTROFI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2" w:after="0" w:line="240" w:lineRule="auto"/>
        <w:ind w:left="2308" w:right="-73"/>
        <w:jc w:val="left"/>
        <w:tabs>
          <w:tab w:pos="30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0"/>
        </w:rPr>
        <w:t>ETEROTROFI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6" w:after="0" w:line="267" w:lineRule="auto"/>
        <w:ind w:left="5" w:right="324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celluli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senza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niciola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1"/>
        </w:rPr>
        <w:t>(cu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3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celluli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2"/>
          <w:szCs w:val="22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14"/>
        </w:rPr>
        <w:t>niciola)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0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clurufilla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autonumia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nutritiva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8" w:after="0" w:line="248" w:lineRule="exact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cu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clurufilla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nutrizione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estema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8"/>
          <w:position w:val="-1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  <w:cols w:num="2" w:equalWidth="0">
            <w:col w:w="4479" w:space="1380"/>
            <w:col w:w="568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26.565628" w:type="dxa"/>
      </w:tblPr>
      <w:tblGrid/>
      <w:tr>
        <w:trPr>
          <w:trHeight w:val="1009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337" w:lineRule="auto"/>
              <w:ind w:left="49" w:right="298" w:firstLine="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VIRI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FITOPLASMI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BATIERII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337" w:lineRule="auto"/>
              <w:ind w:left="354" w:right="301" w:firstLine="9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7"/>
              </w:rPr>
              <w:t>PROCARIOTI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PROCARIOTI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PROCARIOTI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337" w:lineRule="auto"/>
              <w:ind w:left="362" w:right="308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337" w:lineRule="auto"/>
              <w:ind w:left="369" w:right="299" w:firstLine="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VIRI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FITOPLASMI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BATIERII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0" w:after="0" w:line="328" w:lineRule="exact"/>
              <w:ind w:left="374" w:right="-20"/>
              <w:jc w:val="left"/>
              <w:rPr>
                <w:rFonts w:ascii="Courier New" w:hAnsi="Courier New" w:cs="Courier New" w:eastAsia="Courier New"/>
                <w:sz w:val="30"/>
                <w:szCs w:val="30"/>
              </w:rPr>
            </w:pPr>
            <w:rPr/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60"/>
                <w:position w:val="1"/>
              </w:rPr>
              <w:t>???????</w:t>
            </w:r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100"/>
                <w:position w:val="0"/>
              </w:rPr>
            </w:r>
          </w:p>
          <w:p>
            <w:pPr>
              <w:spacing w:before="0" w:after="0" w:line="291" w:lineRule="exact"/>
              <w:ind w:left="378" w:right="-20"/>
              <w:jc w:val="left"/>
              <w:rPr>
                <w:rFonts w:ascii="Courier New" w:hAnsi="Courier New" w:cs="Courier New" w:eastAsia="Courier New"/>
                <w:sz w:val="30"/>
                <w:szCs w:val="30"/>
              </w:rPr>
            </w:pPr>
            <w:rPr/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60"/>
                <w:position w:val="2"/>
              </w:rPr>
              <w:t>???????</w:t>
            </w:r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100"/>
                <w:position w:val="0"/>
              </w:rPr>
            </w:r>
          </w:p>
          <w:p>
            <w:pPr>
              <w:spacing w:before="0" w:after="0" w:line="303" w:lineRule="exact"/>
              <w:ind w:left="369" w:right="-20"/>
              <w:jc w:val="left"/>
              <w:rPr>
                <w:rFonts w:ascii="Courier New" w:hAnsi="Courier New" w:cs="Courier New" w:eastAsia="Courier New"/>
                <w:sz w:val="30"/>
                <w:szCs w:val="30"/>
              </w:rPr>
            </w:pPr>
            <w:rPr/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60"/>
                <w:position w:val="3"/>
              </w:rPr>
              <w:t>???????</w:t>
            </w:r>
            <w:r>
              <w:rPr>
                <w:rFonts w:ascii="Courier New" w:hAnsi="Courier New" w:cs="Courier New" w:eastAsia="Courier New"/>
                <w:sz w:val="30"/>
                <w:szCs w:val="30"/>
                <w:spacing w:val="0"/>
                <w:w w:val="100"/>
                <w:position w:val="0"/>
              </w:rPr>
            </w:r>
          </w:p>
        </w:tc>
        <w:tc>
          <w:tcPr>
            <w:tcW w:w="2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340" w:lineRule="auto"/>
              <w:ind w:left="468" w:right="1519" w:firstLine="5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2"/>
              </w:rPr>
              <w:t>PARASSITI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2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2"/>
              </w:rPr>
              <w:t>PARASSITI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2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3"/>
              </w:rPr>
              <w:t>PARASSITI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55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FUNGI</w:t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6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36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TALLOFITI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2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VEGETAL!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898" w:type="dxa"/>
            <w:tcBorders>
              <w:top w:val="nil" w:sz="6" w:space="0" w:color="auto"/>
              <w:bottom w:val="single" w:sz="3.79736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2" w:after="0" w:line="240" w:lineRule="auto"/>
              <w:ind w:left="46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PARASSITI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96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1"/>
              </w:rPr>
              <w:t>INSETII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36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36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ARTROPODI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ANIMAL!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898" w:type="dxa"/>
            <w:tcBorders>
              <w:top w:val="single" w:sz="3.79736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4" w:after="0" w:line="240" w:lineRule="auto"/>
              <w:ind w:left="46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PARASSITI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ACARII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36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36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ARTROPODI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ANIMAL!</w:t>
            </w:r>
          </w:p>
        </w:tc>
        <w:tc>
          <w:tcPr>
            <w:tcW w:w="2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46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PARASSITI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NEMATODI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36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3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ASCARIDI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3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ANIM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46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PARASSITI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91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MOLLUSCHI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35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35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3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MOLLUSCHI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ANIM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5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SOTTU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MAMIFERI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34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35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VERTEBRATI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35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ANIM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45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SOTTU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UCELLI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34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35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3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VERTEBRATI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35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ANIM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45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SOTTU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38" w:hRule="exact"/>
        </w:trPr>
        <w:tc>
          <w:tcPr>
            <w:tcW w:w="14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1"/>
              </w:rPr>
              <w:t>OMI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35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UCARIOTI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35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ETEROTROFI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3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VERTEBRATI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35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ANIM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45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SOTTU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ARASSITI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</w:tbl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3" w:after="0" w:line="240" w:lineRule="auto"/>
        <w:ind w:left="15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w w:val="138"/>
        </w:rPr>
        <w:t>1</w:t>
      </w:r>
      <w:r>
        <w:rPr>
          <w:rFonts w:ascii="Times New Roman" w:hAnsi="Times New Roman" w:cs="Times New Roman" w:eastAsia="Times New Roman"/>
          <w:sz w:val="21"/>
          <w:szCs w:val="21"/>
          <w:spacing w:val="-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6"/>
        </w:rPr>
        <w:t>pianti</w:t>
      </w:r>
      <w:r>
        <w:rPr>
          <w:rFonts w:ascii="Times New Roman" w:hAnsi="Times New Roman" w:cs="Times New Roman" w:eastAsia="Times New Roman"/>
          <w:sz w:val="21"/>
          <w:szCs w:val="21"/>
          <w:spacing w:val="-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ucarioti,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autotrofi</w:t>
      </w:r>
      <w:r>
        <w:rPr>
          <w:rFonts w:ascii="Times New Roman" w:hAnsi="Times New Roman" w:cs="Times New Roman" w:eastAsia="Times New Roman"/>
          <w:sz w:val="21"/>
          <w:szCs w:val="21"/>
          <w:spacing w:val="-1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vegetali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60" w:right="0"/>
        </w:sectPr>
      </w:pPr>
      <w:rPr/>
    </w:p>
    <w:p>
      <w:pPr>
        <w:spacing w:before="69" w:after="0" w:line="240" w:lineRule="auto"/>
        <w:ind w:left="289" w:right="-20"/>
        <w:jc w:val="left"/>
        <w:tabs>
          <w:tab w:pos="54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Treanton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  <w:b/>
          <w:bCs/>
          <w:i/>
          <w:position w:val="-6"/>
        </w:rPr>
        <w:t>15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98" w:lineRule="exact"/>
        <w:ind w:left="3897" w:right="1637" w:firstLine="-1396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32"/>
          <w:szCs w:val="32"/>
          <w:w w:val="104"/>
          <w:b/>
          <w:bCs/>
        </w:rPr>
        <w:t>CLASSIFICAZIONE</w:t>
      </w:r>
      <w:r>
        <w:rPr>
          <w:rFonts w:ascii="Times New Roman" w:hAnsi="Times New Roman" w:cs="Times New Roman" w:eastAsia="Times New Roman"/>
          <w:sz w:val="32"/>
          <w:szCs w:val="32"/>
          <w:spacing w:val="-4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6"/>
          <w:b/>
          <w:bCs/>
        </w:rPr>
        <w:t>principali</w:t>
      </w:r>
      <w:r>
        <w:rPr>
          <w:rFonts w:ascii="Times New Roman" w:hAnsi="Times New Roman" w:cs="Times New Roman" w:eastAsia="Times New Roman"/>
          <w:sz w:val="26"/>
          <w:szCs w:val="26"/>
          <w:spacing w:val="-10"/>
          <w:w w:val="96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fungi</w:t>
      </w:r>
      <w:r>
        <w:rPr>
          <w:rFonts w:ascii="Times New Roman" w:hAnsi="Times New Roman" w:cs="Times New Roman" w:eastAsia="Times New Roman"/>
          <w:sz w:val="26"/>
          <w:szCs w:val="26"/>
          <w:spacing w:val="-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5"/>
          <w:b/>
          <w:bCs/>
        </w:rPr>
        <w:t>parassitichi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5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6"/>
          <w:szCs w:val="26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pia</w:t>
      </w:r>
      <w:r>
        <w:rPr>
          <w:rFonts w:ascii="Times New Roman" w:hAnsi="Times New Roman" w:cs="Times New Roman" w:eastAsia="Times New Roman"/>
          <w:sz w:val="26"/>
          <w:szCs w:val="26"/>
          <w:spacing w:val="-15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6"/>
          <w:szCs w:val="26"/>
          <w:spacing w:val="-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9"/>
          <w:b/>
          <w:bCs/>
        </w:rPr>
        <w:t>cu</w:t>
      </w:r>
      <w:r>
        <w:rPr>
          <w:rFonts w:ascii="Times New Roman" w:hAnsi="Times New Roman" w:cs="Times New Roman" w:eastAsia="Times New Roman"/>
          <w:sz w:val="26"/>
          <w:szCs w:val="26"/>
          <w:spacing w:val="-2"/>
          <w:w w:val="99"/>
          <w:b/>
          <w:bCs/>
        </w:rPr>
        <w:t>l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5"/>
          <w:b/>
          <w:bCs/>
        </w:rPr>
        <w:t>t</w:t>
      </w:r>
      <w:r>
        <w:rPr>
          <w:rFonts w:ascii="Times New Roman" w:hAnsi="Times New Roman" w:cs="Times New Roman" w:eastAsia="Times New Roman"/>
          <w:sz w:val="26"/>
          <w:szCs w:val="26"/>
          <w:spacing w:val="-5"/>
          <w:w w:val="95"/>
          <w:b/>
          <w:bCs/>
        </w:rPr>
        <w:t>i</w:t>
      </w:r>
      <w:r>
        <w:rPr>
          <w:rFonts w:ascii="Arial" w:hAnsi="Arial" w:cs="Arial" w:eastAsia="Arial"/>
          <w:sz w:val="23"/>
          <w:szCs w:val="23"/>
          <w:spacing w:val="0"/>
          <w:w w:val="140"/>
        </w:rPr>
        <w:t>vi</w:t>
      </w:r>
      <w:r>
        <w:rPr>
          <w:rFonts w:ascii="Arial" w:hAnsi="Arial" w:cs="Arial" w:eastAsia="Arial"/>
          <w:sz w:val="23"/>
          <w:szCs w:val="23"/>
          <w:spacing w:val="-29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(</w:t>
      </w:r>
      <w:r>
        <w:rPr>
          <w:rFonts w:ascii="Arial" w:hAnsi="Arial" w:cs="Arial" w:eastAsia="Arial"/>
          <w:sz w:val="23"/>
          <w:szCs w:val="2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6"/>
          <w:szCs w:val="26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3"/>
          <w:b/>
          <w:bCs/>
        </w:rPr>
        <w:t>CAR</w:t>
      </w:r>
      <w:r>
        <w:rPr>
          <w:rFonts w:ascii="Times New Roman" w:hAnsi="Times New Roman" w:cs="Times New Roman" w:eastAsia="Times New Roman"/>
          <w:sz w:val="26"/>
          <w:szCs w:val="26"/>
          <w:spacing w:val="-7"/>
          <w:w w:val="93"/>
          <w:b/>
          <w:bCs/>
        </w:rPr>
        <w:t>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3"/>
          <w:b/>
          <w:bCs/>
        </w:rPr>
        <w:t>TINI</w:t>
      </w:r>
      <w:r>
        <w:rPr>
          <w:rFonts w:ascii="Times New Roman" w:hAnsi="Times New Roman" w:cs="Times New Roman" w:eastAsia="Times New Roman"/>
          <w:sz w:val="26"/>
          <w:szCs w:val="26"/>
          <w:spacing w:val="-10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12" w:after="0" w:line="576" w:lineRule="exact"/>
        <w:ind w:left="562" w:right="7471" w:firstLine="-283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39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spacing w:val="-48"/>
          <w:w w:val="139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ASCOMICETI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0"/>
          <w:b/>
          <w:bCs/>
        </w:rPr>
        <w:t>LABULBENIOMICETI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0" w:after="0" w:line="229" w:lineRule="exact"/>
        <w:ind w:left="557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1"/>
        </w:rPr>
        <w:t>DISCOMICETI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</w:p>
    <w:p>
      <w:pPr>
        <w:spacing w:before="0" w:after="0" w:line="282" w:lineRule="exact"/>
        <w:ind w:left="543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-1"/>
        </w:rPr>
        <w:t>PIRENOMICETI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0" w:top="420" w:bottom="280" w:left="340" w:right="1020"/>
          <w:headerReference w:type="even" r:id="rId23"/>
          <w:pgSz w:w="11900" w:h="16840"/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24" w:right="-20"/>
        <w:jc w:val="left"/>
        <w:tabs>
          <w:tab w:pos="46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PLEOSPORALE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  <w:position w:val="-2"/>
        </w:rPr>
        <w:t>esempü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7" w:lineRule="auto"/>
        <w:ind w:left="2395" w:right="2630" w:firstLine="19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DOTDRIALE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DIAPORTALE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NECTRIALE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103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TRIPALE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1"/>
        </w:rPr>
        <w:t>SILARIALE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" w:after="0" w:line="348" w:lineRule="auto"/>
        <w:ind w:left="4564" w:right="-51" w:firstLine="-2169"/>
        <w:jc w:val="left"/>
        <w:tabs>
          <w:tab w:pos="456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3"/>
        </w:rPr>
        <w:t>ERISIFALE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  <w:position w:val="0"/>
        </w:rPr>
        <w:t>MELIOLACHJ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103"/>
          <w:position w:val="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8"/>
          <w:position w:val="0"/>
        </w:rPr>
        <w:t>TI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8"/>
          <w:position w:val="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9"/>
          <w:position w:val="0"/>
        </w:rPr>
        <w:t>ERISI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99"/>
          <w:position w:val="0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4"/>
          <w:position w:val="0"/>
        </w:rPr>
        <w:t>ACHJ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104"/>
          <w:position w:val="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8"/>
          <w:position w:val="0"/>
        </w:rPr>
        <w:t>TI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8"/>
          <w:position w:val="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4"/>
          <w:position w:val="0"/>
        </w:rPr>
        <w:t>OFIOSTDMACHJ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104"/>
          <w:position w:val="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8"/>
          <w:position w:val="0"/>
        </w:rPr>
        <w:t>TI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2" w:after="0" w:line="240" w:lineRule="auto"/>
        <w:ind w:right="361"/>
        <w:jc w:val="righ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UROTIACHJATI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347" w:lineRule="auto"/>
        <w:ind w:left="34" w:right="1181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LIMACINA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14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6"/>
        </w:rPr>
        <w:t>FUMAGHJINAZA)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PIDACCIA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8"/>
        </w:rPr>
        <w:t>GRAN!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3" w:after="0" w:line="240" w:lineRule="auto"/>
        <w:ind w:left="34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VENTURIA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8"/>
        </w:rPr>
        <w:t>(TAVANAZA)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50" w:lineRule="auto"/>
        <w:ind w:left="14" w:right="348" w:firstLine="1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GUIGNARDIA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7"/>
          <w:szCs w:val="17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2"/>
        </w:rPr>
        <w:t>:BLACK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ROT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2"/>
        </w:rPr>
        <w:t>(INGLESE)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ENDOTIA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146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6"/>
        </w:rPr>
        <w:t>CANCRU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</w:rPr>
        <w:t>CASTAGNU)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FUSARII,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</w:rPr>
        <w:t>CANCRI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" w:after="0" w:line="240" w:lineRule="auto"/>
        <w:ind w:left="14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UTIPA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ROSELLINIA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57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5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PUTRIZIONE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RADICHELLE)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81"/>
        </w:rPr>
        <w:t>:</w:t>
      </w:r>
      <w:r>
        <w:rPr>
          <w:rFonts w:ascii="Times New Roman" w:hAnsi="Times New Roman" w:cs="Times New Roman" w:eastAsia="Times New Roman"/>
          <w:sz w:val="17"/>
          <w:szCs w:val="17"/>
          <w:spacing w:val="-38"/>
          <w:w w:val="1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</w:rPr>
        <w:t>OIDIU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92" w:after="0" w:line="240" w:lineRule="auto"/>
        <w:ind w:left="701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220"/>
        </w:rPr>
        <w:t>:0</w:t>
      </w:r>
      <w:r>
        <w:rPr>
          <w:rFonts w:ascii="Times New Roman" w:hAnsi="Times New Roman" w:cs="Times New Roman" w:eastAsia="Times New Roman"/>
          <w:sz w:val="17"/>
          <w:szCs w:val="17"/>
          <w:spacing w:val="-43"/>
          <w:w w:val="22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1"/>
        </w:rPr>
        <w:t>ULMI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156" w:lineRule="exact"/>
        <w:ind w:left="696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81"/>
          <w:position w:val="-3"/>
        </w:rPr>
        <w:t>:</w:t>
      </w:r>
      <w:r>
        <w:rPr>
          <w:rFonts w:ascii="Times New Roman" w:hAnsi="Times New Roman" w:cs="Times New Roman" w:eastAsia="Times New Roman"/>
          <w:sz w:val="17"/>
          <w:szCs w:val="17"/>
          <w:spacing w:val="-35"/>
          <w:w w:val="181"/>
          <w:position w:val="-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8"/>
          <w:position w:val="-3"/>
        </w:rPr>
        <w:t>PENIOLLIU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108"/>
          <w:position w:val="-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  <w:position w:val="-3"/>
        </w:rPr>
        <w:t>ASPERGILU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  <w:cols w:num="2" w:equalWidth="0">
            <w:col w:w="6193" w:space="531"/>
            <w:col w:w="3816"/>
          </w:cols>
        </w:sectPr>
      </w:pPr>
      <w:rPr/>
    </w:p>
    <w:p>
      <w:pPr>
        <w:spacing w:before="0" w:after="0" w:line="265" w:lineRule="exact"/>
        <w:ind w:left="500" w:right="-79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89"/>
          <w:b/>
          <w:bCs/>
        </w:rPr>
        <w:t>EMIASCOMICETI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2" w:lineRule="exact"/>
        <w:ind w:right="-20"/>
        <w:jc w:val="left"/>
        <w:tabs>
          <w:tab w:pos="216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4"/>
          <w:position w:val="2"/>
        </w:rPr>
        <w:t>TAFRINACHJ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104"/>
          <w:position w:val="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4"/>
          <w:position w:val="2"/>
        </w:rPr>
        <w:t>TI</w:t>
      </w:r>
      <w:r>
        <w:rPr>
          <w:rFonts w:ascii="Times New Roman" w:hAnsi="Times New Roman" w:cs="Times New Roman" w:eastAsia="Times New Roman"/>
          <w:sz w:val="17"/>
          <w:szCs w:val="17"/>
          <w:spacing w:val="-42"/>
          <w:w w:val="104"/>
          <w:position w:val="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81"/>
          <w:position w:val="-1"/>
        </w:rPr>
        <w:t>:</w:t>
      </w:r>
      <w:r>
        <w:rPr>
          <w:rFonts w:ascii="Times New Roman" w:hAnsi="Times New Roman" w:cs="Times New Roman" w:eastAsia="Times New Roman"/>
          <w:sz w:val="17"/>
          <w:szCs w:val="17"/>
          <w:spacing w:val="-37"/>
          <w:w w:val="181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TAFRINA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1"/>
          <w:position w:val="-1"/>
        </w:rPr>
        <w:t>PERSICHI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  <w:cols w:num="2" w:equalWidth="0">
            <w:col w:w="2479" w:space="1332"/>
            <w:col w:w="6729"/>
          </w:cols>
        </w:sectPr>
      </w:pPr>
      <w:rPr/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</w:sectPr>
      </w:pPr>
      <w:rPr/>
    </w:p>
    <w:p>
      <w:pPr>
        <w:spacing w:before="26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BASIDIOMICETI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87" w:after="0" w:line="240" w:lineRule="auto"/>
        <w:ind w:left="1656" w:right="-66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1"/>
        </w:rPr>
        <w:t>ARCHEOBASIDII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42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NEOBASIDII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53" w:lineRule="auto"/>
        <w:ind w:right="1967" w:firstLine="10"/>
        <w:jc w:val="left"/>
        <w:tabs>
          <w:tab w:pos="2140" w:val="left"/>
          <w:tab w:pos="326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UREDINALE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4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21"/>
        </w:rPr>
        <w:t>PUCCINIA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21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12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RUGHJINAZA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USTILAGHJINALE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USTILAGU</w:t>
      </w:r>
      <w:r>
        <w:rPr>
          <w:rFonts w:ascii="Times New Roman" w:hAnsi="Times New Roman" w:cs="Times New Roman" w:eastAsia="Times New Roman"/>
          <w:sz w:val="17"/>
          <w:szCs w:val="17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57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5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8"/>
        </w:rPr>
        <w:t>GRAN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8"/>
        </w:rPr>
        <w:t>!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8" w:after="0" w:line="192" w:lineRule="exact"/>
        <w:ind w:left="10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  <w:position w:val="-1"/>
        </w:rPr>
        <w:t>(AGARICALE,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107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POLIPORALE,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BOLETALE,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9"/>
          <w:position w:val="-1"/>
        </w:rPr>
        <w:t>FALLALE,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109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  <w:position w:val="-1"/>
        </w:rPr>
        <w:t>ET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102"/>
          <w:position w:val="-1"/>
        </w:rPr>
        <w:t>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9"/>
          <w:position w:val="-1"/>
        </w:rPr>
        <w:t>..</w:t>
      </w:r>
      <w:r>
        <w:rPr>
          <w:rFonts w:ascii="Times New Roman" w:hAnsi="Times New Roman" w:cs="Times New Roman" w:eastAsia="Times New Roman"/>
          <w:sz w:val="17"/>
          <w:szCs w:val="17"/>
          <w:spacing w:val="-17"/>
          <w:w w:val="149"/>
          <w:position w:val="-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  <w:position w:val="-1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  <w:cols w:num="2" w:equalWidth="0">
            <w:col w:w="2991" w:space="800"/>
            <w:col w:w="6749"/>
          </w:cols>
        </w:sectPr>
      </w:pPr>
      <w:rPr/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</w:sectPr>
      </w:pPr>
      <w:rPr/>
    </w:p>
    <w:p>
      <w:pPr>
        <w:spacing w:before="26" w:after="0" w:line="240" w:lineRule="auto"/>
        <w:ind w:left="188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ZIGOMICETI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7" w:after="0" w:line="298" w:lineRule="exact"/>
        <w:ind w:left="1623" w:right="-49" w:firstLine="5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MUCORALE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</w:rPr>
        <w:t>ENIDMOFTDRALE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20"/>
        </w:rPr>
        <w:t>MUO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12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6"/>
        </w:rPr>
        <w:t>INFUNG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106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1"/>
        </w:rPr>
        <w:t>TURA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97" w:after="0" w:line="192" w:lineRule="exact"/>
        <w:ind w:left="5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  <w:position w:val="-1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146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ARASSITU</w:t>
      </w:r>
      <w:r>
        <w:rPr>
          <w:rFonts w:ascii="Times New Roman" w:hAnsi="Times New Roman" w:cs="Times New Roman" w:eastAsia="Times New Roman"/>
          <w:sz w:val="17"/>
          <w:szCs w:val="17"/>
          <w:spacing w:val="3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FILETTE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36"/>
          <w:position w:val="-1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  <w:cols w:num="2" w:equalWidth="0">
            <w:col w:w="3139" w:space="633"/>
            <w:col w:w="6768"/>
          </w:cols>
        </w:sectPr>
      </w:pPr>
      <w:rPr/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6" w:after="0" w:line="298" w:lineRule="auto"/>
        <w:ind w:left="1613" w:right="6379" w:firstLine="-1444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2"/>
          <w:b/>
          <w:bCs/>
        </w:rPr>
        <w:t>FICOMICETI</w:t>
      </w:r>
      <w:r>
        <w:rPr>
          <w:rFonts w:ascii="Times New Roman" w:hAnsi="Times New Roman" w:cs="Times New Roman" w:eastAsia="Times New Roman"/>
          <w:sz w:val="26"/>
          <w:szCs w:val="26"/>
          <w:spacing w:val="-8"/>
          <w:w w:val="92"/>
          <w:b/>
          <w:bCs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28"/>
        </w:rPr>
        <w:t>(cu</w:t>
      </w:r>
      <w:r>
        <w:rPr>
          <w:rFonts w:ascii="Arial" w:hAnsi="Arial" w:cs="Arial" w:eastAsia="Arial"/>
          <w:sz w:val="23"/>
          <w:szCs w:val="23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CELLULI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1"/>
        </w:rPr>
        <w:t>MUVIBULI)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LETIOMITALE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5" w:after="0" w:line="240" w:lineRule="auto"/>
        <w:ind w:left="1603" w:right="-20"/>
        <w:jc w:val="left"/>
        <w:tabs>
          <w:tab w:pos="374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2"/>
        </w:rPr>
        <w:t>PERONOSPORALE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  <w:position w:val="0"/>
        </w:rPr>
        <w:t>PITIU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36" w:after="0" w:line="280" w:lineRule="atLeast"/>
        <w:ind w:left="5178" w:right="2907" w:firstLine="-144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FITOFTDRA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-12"/>
          <w:w w:val="14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</w:rPr>
        <w:t>L'INCHJOSTRU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CASTAGNI</w:t>
      </w:r>
      <w:r>
        <w:rPr>
          <w:rFonts w:ascii="Times New Roman" w:hAnsi="Times New Roman" w:cs="Times New Roman" w:eastAsia="Times New Roman"/>
          <w:sz w:val="17"/>
          <w:szCs w:val="17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MILDIU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</w:sectPr>
      </w:pPr>
      <w:rPr/>
    </w:p>
    <w:p>
      <w:pPr>
        <w:spacing w:before="59" w:after="0" w:line="240" w:lineRule="auto"/>
        <w:ind w:left="1589" w:right="-66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PLASMODIOFORALE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92" w:after="0" w:line="192" w:lineRule="exact"/>
        <w:ind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  <w:position w:val="-1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146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17"/>
          <w:szCs w:val="17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CARBUSGHJU</w:t>
      </w:r>
      <w:r>
        <w:rPr>
          <w:rFonts w:ascii="Times New Roman" w:hAnsi="Times New Roman" w:cs="Times New Roman" w:eastAsia="Times New Roman"/>
          <w:sz w:val="17"/>
          <w:szCs w:val="17"/>
          <w:spacing w:val="4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POMU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46"/>
          <w:position w:val="-1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  <w:cols w:num="2" w:equalWidth="0">
            <w:col w:w="3275" w:space="469"/>
            <w:col w:w="6796"/>
          </w:cols>
        </w:sectPr>
      </w:pPr>
      <w:rPr/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.719758pt;margin-top:628.440552pt;width:594.280242pt;height:.1pt;mso-position-horizontal-relative:page;mso-position-vertical-relative:page;z-index:-6322" coordorigin="14,12569" coordsize="11886,2">
            <v:shape style="position:absolute;left:14;top:12569;width:11886;height:2" coordorigin="14,12569" coordsize="11886,0" path="m14,12569l11900,12569e" filled="f" stroked="t" strokeweight=".479839pt" strokecolor="#000000">
              <v:path arrowok="t"/>
            </v:shape>
          </v:group>
          <w10:wrap type="none"/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6" w:after="0" w:line="240" w:lineRule="auto"/>
        <w:ind w:left="121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31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spacing w:val="-34"/>
          <w:w w:val="13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5"/>
          <w:b/>
          <w:bCs/>
        </w:rPr>
        <w:t>MISSOMICETI</w:t>
      </w:r>
      <w:r>
        <w:rPr>
          <w:rFonts w:ascii="Times New Roman" w:hAnsi="Times New Roman" w:cs="Times New Roman" w:eastAsia="Times New Roman"/>
          <w:sz w:val="26"/>
          <w:szCs w:val="26"/>
          <w:spacing w:val="-4"/>
          <w:w w:val="95"/>
          <w:b/>
          <w:bCs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7"/>
        </w:rPr>
        <w:t>(c</w:t>
      </w:r>
      <w:r>
        <w:rPr>
          <w:rFonts w:ascii="Arial" w:hAnsi="Arial" w:cs="Arial" w:eastAsia="Arial"/>
          <w:sz w:val="23"/>
          <w:szCs w:val="23"/>
          <w:spacing w:val="16"/>
          <w:w w:val="107"/>
        </w:rPr>
        <w:t>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</w:rPr>
        <w:t>CELLULI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</w:rPr>
        <w:t>MUVIBULI)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02" w:lineRule="auto"/>
        <w:ind w:left="1570" w:right="6226" w:firstLine="-1454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31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spacing w:val="-39"/>
          <w:w w:val="13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2"/>
          <w:b/>
          <w:bCs/>
        </w:rPr>
        <w:t>TRICOMICETI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1"/>
          <w:w w:val="92"/>
          <w:b/>
          <w:bCs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(cu</w:t>
      </w:r>
      <w:r>
        <w:rPr>
          <w:rFonts w:ascii="Arial" w:hAnsi="Arial" w:cs="Arial" w:eastAsia="Arial"/>
          <w:sz w:val="23"/>
          <w:szCs w:val="2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CELLULI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MUVIBULI</w:t>
      </w:r>
      <w:r>
        <w:rPr>
          <w:rFonts w:ascii="Times New Roman" w:hAnsi="Times New Roman" w:cs="Times New Roman" w:eastAsia="Times New Roman"/>
          <w:sz w:val="17"/>
          <w:szCs w:val="17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36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3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(PARASSITI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9"/>
        </w:rPr>
        <w:t>D'INVERTIBRATI)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340" w:right="1020"/>
        </w:sectPr>
      </w:pPr>
      <w:rPr/>
    </w:p>
    <w:p>
      <w:pPr>
        <w:spacing w:before="75" w:after="0" w:line="240" w:lineRule="auto"/>
        <w:ind w:left="113" w:right="-20"/>
        <w:jc w:val="left"/>
        <w:tabs>
          <w:tab w:pos="532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Treanton</w:t>
      </w:r>
      <w:r>
        <w:rPr>
          <w:rFonts w:ascii="Times New Roman" w:hAnsi="Times New Roman" w:cs="Times New Roman" w:eastAsia="Times New Roman"/>
          <w:sz w:val="18"/>
          <w:szCs w:val="18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  <w:i/>
          <w:position w:val="-5"/>
        </w:rPr>
        <w:t>16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43" w:after="0" w:line="258" w:lineRule="auto"/>
        <w:ind w:left="5036" w:right="676" w:firstLine="-3201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</w:rPr>
        <w:t>CLASSIFICAZIONE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32"/>
          <w:szCs w:val="3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33"/>
          <w:szCs w:val="33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insetti</w:t>
      </w:r>
      <w:r>
        <w:rPr>
          <w:rFonts w:ascii="Times New Roman" w:hAnsi="Times New Roman" w:cs="Times New Roman" w:eastAsia="Times New Roman"/>
          <w:sz w:val="33"/>
          <w:szCs w:val="33"/>
          <w:spacing w:val="64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33"/>
          <w:szCs w:val="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acarii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9"/>
        </w:rPr>
        <w:t>parassitichi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33"/>
          <w:szCs w:val="33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pianti</w:t>
      </w:r>
      <w:r>
        <w:rPr>
          <w:rFonts w:ascii="Times New Roman" w:hAnsi="Times New Roman" w:cs="Times New Roman" w:eastAsia="Times New Roman"/>
          <w:sz w:val="33"/>
          <w:szCs w:val="33"/>
          <w:spacing w:val="66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cultivi</w:t>
      </w:r>
      <w:r>
        <w:rPr>
          <w:rFonts w:ascii="Times New Roman" w:hAnsi="Times New Roman" w:cs="Times New Roman" w:eastAsia="Times New Roman"/>
          <w:sz w:val="33"/>
          <w:szCs w:val="33"/>
          <w:spacing w:val="74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33"/>
          <w:szCs w:val="33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3"/>
          <w:szCs w:val="23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CARATINI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31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2" w:lineRule="exact"/>
        <w:ind w:left="10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  <w:position w:val="-1"/>
        </w:rPr>
        <w:t>ARTROPODI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0" w:footer="0" w:top="400" w:bottom="280" w:left="420" w:right="1500"/>
          <w:headerReference w:type="odd" r:id="rId24"/>
          <w:pgSz w:w="11900" w:h="16840"/>
        </w:sectPr>
      </w:pPr>
      <w:rPr/>
    </w:p>
    <w:p>
      <w:pPr>
        <w:spacing w:before="27" w:after="0" w:line="240" w:lineRule="auto"/>
        <w:ind w:left="852" w:right="-78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INSETTI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3"/>
        </w:rPr>
        <w:t>Apterigoti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0" w:after="0" w:line="293" w:lineRule="exact"/>
        <w:ind w:left="725" w:right="-79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6"/>
          <w:szCs w:val="26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sensa</w:t>
      </w:r>
      <w:r>
        <w:rPr>
          <w:rFonts w:ascii="Times New Roman" w:hAnsi="Times New Roman" w:cs="Times New Roman" w:eastAsia="Times New Roman"/>
          <w:sz w:val="26"/>
          <w:szCs w:val="2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20"/>
        </w:rPr>
        <w:t>ala)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2" w:lineRule="auto"/>
        <w:ind w:left="701" w:right="180" w:firstLine="-701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/>
        <w:pict>
          <v:group style="position:absolute;margin-left:455.366943pt;margin-top:47.889931pt;width:.1pt;height:40.552294pt;mso-position-horizontal-relative:page;mso-position-vertical-relative:paragraph;z-index:-6318" coordorigin="9107,958" coordsize="2,811">
            <v:shape style="position:absolute;left:9107;top:958;width:2;height:811" coordorigin="9107,958" coordsize="0,811" path="m9107,1769l9107,958e" filled="f" stroked="t" strokeweight=".71975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1"/>
        </w:rPr>
        <w:t>Pterigoti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3"/>
        </w:rPr>
        <w:t>Paleotteri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4"/>
        </w:rPr>
        <w:t>Neotteri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1" w:lineRule="auto"/>
        <w:ind w:left="734" w:right="1660" w:firstLine="14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Collemboli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4"/>
        </w:rPr>
        <w:t>Dipluri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7"/>
        </w:rPr>
        <w:t>Pruturi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3"/>
        </w:rPr>
        <w:t>Tisanuri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2" w:lineRule="exact"/>
        <w:ind w:right="141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(ali</w:t>
      </w:r>
      <w:r>
        <w:rPr>
          <w:rFonts w:ascii="Times New Roman" w:hAnsi="Times New Roman" w:cs="Times New Roman" w:eastAsia="Times New Roman"/>
          <w:sz w:val="26"/>
          <w:szCs w:val="2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arrissi</w:t>
      </w:r>
      <w:r>
        <w:rPr>
          <w:rFonts w:ascii="Times New Roman" w:hAnsi="Times New Roman" w:cs="Times New Roman" w:eastAsia="Times New Roman"/>
          <w:sz w:val="26"/>
          <w:szCs w:val="2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3"/>
        </w:rPr>
        <w:t>riposu)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(ali</w:t>
      </w:r>
      <w:r>
        <w:rPr>
          <w:rFonts w:ascii="Times New Roman" w:hAnsi="Times New Roman" w:cs="Times New Roman" w:eastAsia="Times New Roman"/>
          <w:sz w:val="26"/>
          <w:szCs w:val="2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calati</w:t>
      </w:r>
      <w:r>
        <w:rPr>
          <w:rFonts w:ascii="Times New Roman" w:hAnsi="Times New Roman" w:cs="Times New Roman" w:eastAsia="Times New Roman"/>
          <w:sz w:val="26"/>
          <w:szCs w:val="26"/>
          <w:spacing w:val="-8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43"/>
        </w:rPr>
        <w:t>in</w:t>
      </w:r>
      <w:r>
        <w:rPr>
          <w:rFonts w:ascii="Arial" w:hAnsi="Arial" w:cs="Arial" w:eastAsia="Arial"/>
          <w:sz w:val="23"/>
          <w:szCs w:val="23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12"/>
        </w:rPr>
        <w:t>riposu)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967" w:right="-65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v:group style="position:absolute;margin-left:334.447571pt;margin-top:-11.020849pt;width:.1pt;height:133.894557pt;mso-position-horizontal-relative:page;mso-position-vertical-relative:paragraph;z-index:-6320" coordorigin="6689,-220" coordsize="2,2678">
            <v:shape style="position:absolute;left:6689;top:-220;width:2;height:2678" coordorigin="6689,-220" coordsize="0,2678" path="m6689,2457l6689,-220e" filled="f" stroked="t" strokeweight=".47983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7"/>
        </w:rPr>
        <w:t>BLATTOTTEROÏDATE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0" w:lineRule="atLeast"/>
        <w:ind w:right="189" w:firstLine="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</w:rPr>
        <w:t>DITTIOTTERI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TERRI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ZORATTERI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500"/>
          <w:cols w:num="4" w:equalWidth="0">
            <w:col w:w="1852" w:space="425"/>
            <w:col w:w="1971" w:space="184"/>
            <w:col w:w="3642" w:space="719"/>
            <w:col w:w="1187"/>
          </w:cols>
        </w:sectPr>
      </w:pPr>
      <w:rPr/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500"/>
        </w:sectPr>
      </w:pPr>
      <w:rPr/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843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42"/>
        </w:rPr>
        <w:t>POLINEOTTERI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800" w:right="-65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42"/>
        </w:rPr>
        <w:t>OLIGONEOTTERI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7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ÛRTOTTEROÏDATE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3" w:right="-5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97"/>
        </w:rPr>
        <w:t>DERMATTEROÏDATE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97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16"/>
        </w:rPr>
        <w:t>=&gt;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3" w:right="-7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CoLEOTTEROÏDATE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16"/>
        </w:rPr>
        <w:t>=&gt;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NEVROTTEROÏDATE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4"/>
        </w:rPr>
        <w:t>MEcoTTEROÏDATE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9" w:after="0" w:line="345" w:lineRule="auto"/>
        <w:ind w:left="58" w:right="59" w:firstLine="14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PLECOTTERI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NOTOTTERI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3"/>
        </w:rPr>
        <w:t>CHll..UTOTTERI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ORTOTTERI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EMBIOTTERI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720" w:lineRule="auto"/>
        <w:ind w:left="43" w:right="195" w:firstLine="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54.527222pt;margin-top:-83.234032pt;width:.1pt;height:66.707324pt;mso-position-horizontal-relative:page;mso-position-vertical-relative:paragraph;z-index:-6317" coordorigin="9091,-1665" coordsize="2,1334">
            <v:shape style="position:absolute;left:9091;top:-1665;width:2;height:1334" coordorigin="9091,-1665" coordsize="0,1334" path="m9091,-331l9091,-1665e" filled="f" stroked="t" strokeweight=".719758pt" strokecolor="#000000">
              <v:path arrowok="t"/>
            </v:shape>
          </v:group>
          <w10:wrap type="none"/>
        </w:pict>
      </w:r>
      <w:r>
        <w:rPr/>
        <w:pict>
          <v:group style="position:absolute;margin-left:452.487915pt;margin-top:51.38039pt;width:.1pt;height:41.272158pt;mso-position-horizontal-relative:page;mso-position-vertical-relative:paragraph;z-index:-6316" coordorigin="9050,1028" coordsize="2,825">
            <v:shape style="position:absolute;left:9050;top:1028;width:2;height:825" coordorigin="9050,1028" coordsize="0,825" path="m9050,1853l9050,1028e" filled="f" stroked="t" strokeweight=".71975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</w:rPr>
        <w:t>DERMATTERI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COLEOTTERI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3" w:after="0" w:line="344" w:lineRule="auto"/>
        <w:ind w:left="24" w:right="112" w:firstLine="5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</w:rPr>
        <w:t>MEGALOTTERI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RAFIDIOTTERI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PLANIPENNI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46" w:lineRule="auto"/>
        <w:ind w:right="236" w:firstLine="14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51.528229pt;margin-top:-3.569143pt;width:.1pt;height:68.147050pt;mso-position-horizontal-relative:page;mso-position-vertical-relative:paragraph;z-index:-6315" coordorigin="9031,-71" coordsize="2,1363">
            <v:shape style="position:absolute;left:9031;top:-71;width:2;height:1363" coordorigin="9031,-71" coordsize="0,1363" path="m9031,1292l9031,-71e" filled="f" stroked="t" strokeweight=".71975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MECOTTERI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TRICOTTERI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</w:rPr>
        <w:t>LEPIDOTTERI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6" w:after="0" w:line="181" w:lineRule="exact"/>
        <w:ind w:left="5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SIFONATTERI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500"/>
          <w:cols w:num="3" w:equalWidth="0">
            <w:col w:w="4729" w:space="1592"/>
            <w:col w:w="2004" w:space="386"/>
            <w:col w:w="1269"/>
          </w:cols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500"/>
        </w:sectPr>
      </w:pPr>
      <w:rPr/>
    </w:p>
    <w:p>
      <w:pPr>
        <w:spacing w:before="38" w:after="0" w:line="240" w:lineRule="auto"/>
        <w:ind w:right="-20"/>
        <w:jc w:val="righ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v:group style="position:absolute;margin-left:331.808472pt;margin-top:-164.131378pt;width:.1pt;height:190.523796pt;mso-position-horizontal-relative:page;mso-position-vertical-relative:paragraph;z-index:-6319" coordorigin="6636,-3283" coordsize="2,3810">
            <v:shape style="position:absolute;left:6636;top:-3283;width:2;height:3810" coordorigin="6636,-3283" coordsize="0,3810" path="m6636,528l6636,-3283e" filled="f" stroked="t" strokeweight=".47983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IMENO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5"/>
        </w:rPr>
        <w:t>TTEROÏDATE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1" w:after="0" w:line="240" w:lineRule="auto"/>
        <w:ind w:left="93" w:right="269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</w:rPr>
        <w:t>!MENOTTER!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84" w:after="0" w:line="240" w:lineRule="auto"/>
        <w:ind w:left="-37" w:right="189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53"/>
          <w:position w:val="-7"/>
        </w:rPr>
        <w:t>1</w:t>
      </w:r>
      <w:r>
        <w:rPr>
          <w:rFonts w:ascii="Arial" w:hAnsi="Arial" w:cs="Arial" w:eastAsia="Arial"/>
          <w:sz w:val="17"/>
          <w:szCs w:val="17"/>
          <w:spacing w:val="0"/>
          <w:w w:val="53"/>
          <w:position w:val="-7"/>
        </w:rPr>
        <w:t> </w:t>
      </w:r>
      <w:r>
        <w:rPr>
          <w:rFonts w:ascii="Arial" w:hAnsi="Arial" w:cs="Arial" w:eastAsia="Arial"/>
          <w:sz w:val="17"/>
          <w:szCs w:val="17"/>
          <w:spacing w:val="24"/>
          <w:w w:val="53"/>
          <w:position w:val="-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  <w:position w:val="0"/>
        </w:rPr>
        <w:t>STRESSITTERI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1" w:lineRule="exact"/>
        <w:ind w:left="69" w:right="321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</w:rPr>
        <w:t>PSOCOTTERI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jc w:val="center"/>
        <w:spacing w:after="0"/>
        <w:sectPr>
          <w:type w:val="continuous"/>
          <w:pgSz w:w="11900" w:h="16840"/>
          <w:pgMar w:top="960" w:bottom="0" w:left="420" w:right="1500"/>
          <w:cols w:num="2" w:equalWidth="0">
            <w:col w:w="7925" w:space="652"/>
            <w:col w:w="1403"/>
          </w:cols>
        </w:sectPr>
      </w:pPr>
      <w:rPr/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500"/>
        </w:sectPr>
      </w:pPr>
      <w:rPr/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65" w:right="-78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QUELICERATI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/>
        <w:br w:type="column"/>
      </w:r>
      <w:r>
        <w:rPr>
          <w:sz w:val="24"/>
          <w:szCs w:val="24"/>
        </w:rPr>
      </w:r>
    </w:p>
    <w:p>
      <w:pPr>
        <w:spacing w:before="0" w:after="0" w:line="240" w:lineRule="auto"/>
        <w:ind w:right="-73"/>
        <w:jc w:val="left"/>
        <w:tabs>
          <w:tab w:pos="35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-15"/>
          <w:w w:val="139"/>
          <w:position w:val="4"/>
        </w:rPr>
        <w:t>P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39"/>
          <w:position w:val="4"/>
        </w:rPr>
        <w:t>ARANEOTTERI</w:t>
      </w:r>
      <w:r>
        <w:rPr>
          <w:rFonts w:ascii="Times New Roman" w:hAnsi="Times New Roman" w:cs="Times New Roman" w:eastAsia="Times New Roman"/>
          <w:sz w:val="17"/>
          <w:szCs w:val="17"/>
          <w:spacing w:val="-49"/>
          <w:w w:val="139"/>
          <w:position w:val="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6"/>
          <w:position w:val="0"/>
        </w:rPr>
        <w:t>TISANOTTEROÏDATE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96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16"/>
          <w:position w:val="0"/>
        </w:rPr>
        <w:t>=&gt;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63" w:after="0" w:line="240" w:lineRule="auto"/>
        <w:ind w:left="3532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EMITTEROÏDATE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4" w:lineRule="exact"/>
        <w:ind w:left="806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-1"/>
        </w:rPr>
        <w:t>MEROSTOMI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</w:p>
    <w:p>
      <w:pPr>
        <w:spacing w:before="39" w:after="0" w:line="360" w:lineRule="auto"/>
        <w:ind w:left="120" w:right="272" w:firstLine="14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ANOPLURI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</w:rPr>
        <w:t>TISANOTTERI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ETEROTTERI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250" w:lineRule="exact"/>
        <w:ind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51"/>
          <w:position w:val="-1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51"/>
          <w:position w:val="-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51"/>
          <w:position w:val="-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6"/>
        </w:rPr>
        <w:t>OMOTTERI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500"/>
          <w:cols w:num="3" w:equalWidth="0">
            <w:col w:w="2466" w:space="276"/>
            <w:col w:w="5468" w:space="334"/>
            <w:col w:w="1436"/>
          </w:cols>
        </w:sectPr>
      </w:pPr>
      <w:rPr/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/>
        <w:pict>
          <v:group style="position:absolute;margin-left:0pt;margin-top:605.764954pt;width:506.880005pt;height:81.104483pt;mso-position-horizontal-relative:page;mso-position-vertical-relative:page;z-index:-6321" coordorigin="0,12115" coordsize="10138,1622">
            <v:shape style="position:absolute;left:8006;top:12480;width:2131;height:173" type="#_x0000_t75">
              <v:imagedata r:id="rId25" o:title=""/>
            </v:shape>
            <v:group style="position:absolute;left:6591;top:12358;width:2;height:1373" coordorigin="6591,12358" coordsize="2,1373">
              <v:shape style="position:absolute;left:6591;top:12358;width:2;height:1373" coordorigin="6591,12358" coordsize="0,1373" path="m6591,13730l6591,12358e" filled="f" stroked="t" strokeweight=".719758pt" strokecolor="#000000">
                <v:path arrowok="t"/>
              </v:shape>
            </v:group>
            <v:group style="position:absolute;left:0;top:12566;width:8033;height:2" coordorigin="0,12566" coordsize="8033,2">
              <v:shape style="position:absolute;left:0;top:12566;width:8033;height:2" coordorigin="0,12566" coordsize="8033,0" path="m0,12566l8033,12566e" filled="f" stroked="t" strokeweight=".239919pt" strokecolor="#000000">
                <v:path arrowok="t"/>
              </v:shape>
            </v:group>
            <v:group style="position:absolute;left:8992;top:12122;width:2;height:830" coordorigin="8992,12122" coordsize="2,830">
              <v:shape style="position:absolute;left:8992;top:12122;width:2;height:830" coordorigin="8992,12122" coordsize="0,830" path="m8992,12953l8992,12122e" filled="f" stroked="t" strokeweight=".719758pt" strokecolor="#000000">
                <v:path arrowok="t"/>
              </v:shape>
            </v:group>
            <w10:wrap type="none"/>
          </v:group>
        </w:pict>
      </w:r>
      <w:r>
        <w:rPr>
          <w:sz w:val="28"/>
          <w:szCs w:val="28"/>
        </w:rPr>
      </w:r>
    </w:p>
    <w:p>
      <w:pPr>
        <w:spacing w:before="0" w:after="0" w:line="240" w:lineRule="auto"/>
        <w:ind w:right="287"/>
        <w:jc w:val="righ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ARAGNIDI</w:t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righ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PINNOGONIDI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93" w:after="0" w:line="240" w:lineRule="auto"/>
        <w:ind w:left="1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SCORPII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66" w:after="0" w:line="240" w:lineRule="auto"/>
        <w:ind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  <w:t>ARANEDI</w:t>
      </w:r>
      <w:r>
        <w:rPr>
          <w:rFonts w:ascii="Courier New" w:hAnsi="Courier New" w:cs="Courier New" w:eastAsia="Courier New"/>
          <w:sz w:val="22"/>
          <w:szCs w:val="22"/>
          <w:spacing w:val="0"/>
          <w:w w:val="100"/>
        </w:rPr>
      </w:r>
    </w:p>
    <w:p>
      <w:pPr>
        <w:spacing w:before="0" w:after="0" w:line="289" w:lineRule="exact"/>
        <w:ind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Arial" w:hAnsi="Arial" w:cs="Arial" w:eastAsia="Arial"/>
          <w:sz w:val="27"/>
          <w:szCs w:val="27"/>
          <w:spacing w:val="0"/>
          <w:w w:val="93"/>
        </w:rPr>
        <w:t>+++</w:t>
      </w:r>
      <w:r>
        <w:rPr>
          <w:rFonts w:ascii="Arial" w:hAnsi="Arial" w:cs="Arial" w:eastAsia="Arial"/>
          <w:sz w:val="27"/>
          <w:szCs w:val="27"/>
          <w:spacing w:val="-24"/>
          <w:w w:val="9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10"/>
        </w:rPr>
        <w:t>ACARII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57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2"/>
        </w:rPr>
        <w:t>CUNSIDEREVULE)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500"/>
          <w:cols w:num="2" w:equalWidth="0">
            <w:col w:w="5131" w:space="567"/>
            <w:col w:w="4282"/>
          </w:cols>
        </w:sectPr>
      </w:pPr>
      <w:rPr/>
    </w:p>
    <w:p>
      <w:pPr>
        <w:spacing w:before="65" w:after="0" w:line="240" w:lineRule="auto"/>
        <w:ind w:left="113" w:right="-20"/>
        <w:jc w:val="left"/>
        <w:tabs>
          <w:tab w:pos="5260" w:val="left"/>
        </w:tabs>
        <w:rPr>
          <w:rFonts w:ascii="Courier New" w:hAnsi="Courier New" w:cs="Courier New" w:eastAsia="Courier New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Treant01i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i/>
        </w:rPr>
        <w:t>17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91" w:right="-20"/>
        <w:jc w:val="left"/>
        <w:rPr>
          <w:rFonts w:ascii="Times New Roman" w:hAnsi="Times New Roman" w:cs="Times New Roman" w:eastAsia="Times New Roman"/>
          <w:sz w:val="40"/>
          <w:szCs w:val="40"/>
        </w:rPr>
      </w:pPr>
      <w:rPr/>
      <w:r>
        <w:rPr>
          <w:rFonts w:ascii="Times New Roman" w:hAnsi="Times New Roman" w:cs="Times New Roman" w:eastAsia="Times New Roman"/>
          <w:sz w:val="40"/>
          <w:szCs w:val="40"/>
          <w:spacing w:val="0"/>
          <w:w w:val="100"/>
          <w:b/>
          <w:bCs/>
        </w:rPr>
        <w:t>DISTURBI</w:t>
      </w:r>
      <w:r>
        <w:rPr>
          <w:rFonts w:ascii="Times New Roman" w:hAnsi="Times New Roman" w:cs="Times New Roman" w:eastAsia="Times New Roman"/>
          <w:sz w:val="40"/>
          <w:szCs w:val="40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40"/>
          <w:szCs w:val="40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00"/>
          <w:b/>
          <w:bCs/>
        </w:rPr>
        <w:t>PIANTI</w:t>
      </w:r>
      <w:r>
        <w:rPr>
          <w:rFonts w:ascii="Times New Roman" w:hAnsi="Times New Roman" w:cs="Times New Roman" w:eastAsia="Times New Roman"/>
          <w:sz w:val="40"/>
          <w:szCs w:val="40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00"/>
          <w:b/>
          <w:bCs/>
        </w:rPr>
        <w:t>CULTIVI</w:t>
      </w:r>
      <w:r>
        <w:rPr>
          <w:rFonts w:ascii="Times New Roman" w:hAnsi="Times New Roman" w:cs="Times New Roman" w:eastAsia="Times New Roman"/>
          <w:sz w:val="40"/>
          <w:szCs w:val="40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1" w:lineRule="exact"/>
        <w:ind w:left="137" w:right="-20"/>
        <w:jc w:val="left"/>
        <w:rPr>
          <w:rFonts w:ascii="Times New Roman" w:hAnsi="Times New Roman" w:cs="Times New Roman" w:eastAsia="Times New Roman"/>
          <w:sz w:val="32"/>
          <w:szCs w:val="32"/>
        </w:rPr>
      </w:pPr>
      <w:rPr/>
      <w:r>
        <w:rPr/>
        <w:pict>
          <v:group style="position:absolute;margin-left:117.837059pt;margin-top:-110.238792pt;width:359.325888pt;height:65.389444pt;mso-position-horizontal-relative:page;mso-position-vertical-relative:paragraph;z-index:-6314" coordorigin="2357,-2205" coordsize="7187,1308">
            <v:group style="position:absolute;left:2364;top:-2188;width:7172;height:2" coordorigin="2364,-2188" coordsize="7172,2">
              <v:shape style="position:absolute;left:2364;top:-2188;width:7172;height:2" coordorigin="2364,-2188" coordsize="7172,0" path="m2364,-2188l9536,-2188e" filled="f" stroked="t" strokeweight=".712006pt" strokecolor="#000000">
                <v:path arrowok="t"/>
              </v:shape>
            </v:group>
            <v:group style="position:absolute;left:2371;top:-2193;width:2;height:1289" coordorigin="2371,-2193" coordsize="2,1289">
              <v:shape style="position:absolute;left:2371;top:-2193;width:2;height:1289" coordorigin="2371,-2193" coordsize="0,1289" path="m2371,-904l2371,-2193e" filled="f" stroked="t" strokeweight=".712006pt" strokecolor="#000000">
                <v:path arrowok="t"/>
              </v:shape>
            </v:group>
            <v:group style="position:absolute;left:9524;top:-2198;width:2;height:1294" coordorigin="9524,-2198" coordsize="2,1294">
              <v:shape style="position:absolute;left:9524;top:-2198;width:2;height:1294" coordorigin="9524,-2198" coordsize="0,1294" path="m9524,-904l9524,-2198e" filled="f" stroked="t" strokeweight=".712006pt" strokecolor="#000000">
                <v:path arrowok="t"/>
              </v:shape>
            </v:group>
            <v:group style="position:absolute;left:2364;top:-914;width:7168;height:2" coordorigin="2364,-914" coordsize="7168,2">
              <v:shape style="position:absolute;left:2364;top:-914;width:7168;height:2" coordorigin="2364,-914" coordsize="7168,0" path="m2364,-914l9531,-914e" filled="f" stroked="t" strokeweight=".71200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32"/>
          <w:szCs w:val="32"/>
          <w:w w:val="108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  <w:position w:val="-1"/>
        </w:rPr>
        <w:t>A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  <w:position w:val="-1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  <w:position w:val="-1"/>
        </w:rPr>
        <w:t>)</w:t>
      </w:r>
      <w:r>
        <w:rPr>
          <w:rFonts w:ascii="Times New Roman" w:hAnsi="Times New Roman" w:cs="Times New Roman" w:eastAsia="Times New Roman"/>
          <w:sz w:val="32"/>
          <w:szCs w:val="32"/>
          <w:spacing w:val="30"/>
          <w:w w:val="100"/>
          <w:b/>
          <w:bCs/>
          <w:u w:val="thick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  <w:position w:val="-1"/>
        </w:rPr>
        <w:t>DISTURB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  <w:position w:val="-1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  <w:position w:val="-1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spacing w:val="57"/>
          <w:w w:val="100"/>
          <w:b/>
          <w:bCs/>
          <w:u w:val="thick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1"/>
          <w:b/>
          <w:bCs/>
          <w:u w:val="thick" w:color="000000"/>
          <w:position w:val="-1"/>
        </w:rPr>
        <w:t>FIZIOLOGICHI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1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position w:val="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0" w:footer="0" w:top="420" w:bottom="280" w:left="480" w:right="1680"/>
          <w:headerReference w:type="even" r:id="rId26"/>
          <w:pgSz w:w="11900" w:h="16840"/>
        </w:sectPr>
      </w:pPr>
      <w:rPr/>
    </w:p>
    <w:p>
      <w:pPr>
        <w:spacing w:before="32" w:after="0" w:line="240" w:lineRule="auto"/>
        <w:ind w:left="24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.153371pt;margin-top:371.119629pt;width:.1pt;height:38.901927pt;mso-position-horizontal-relative:page;mso-position-vertical-relative:page;z-index:-6313" coordorigin="83,7422" coordsize="2,778">
            <v:shape style="position:absolute;left:83;top:7422;width:2;height:778" coordorigin="83,7422" coordsize="0,778" path="m83,8200l83,7422e" filled="f" stroked="t" strokeweight=".237335pt" strokecolor="#000000">
              <v:path arrowok="t"/>
            </v:shape>
          </v:group>
          <w10:wrap type="none"/>
        </w:pict>
      </w:r>
      <w:r>
        <w:rPr/>
        <w:pict>
          <v:group style="position:absolute;margin-left:378.787384pt;margin-top:625.533447pt;width:214.313921pt;height:.1pt;mso-position-horizontal-relative:page;mso-position-vertical-relative:page;z-index:-6312" coordorigin="7576,12511" coordsize="4286,2">
            <v:shape style="position:absolute;left:7576;top:12511;width:4286;height:2" coordorigin="7576,12511" coordsize="4286,0" path="m7576,12511l11862,12511e" filled="f" stroked="t" strokeweight=".47467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CLOROZA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CALCARIA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40" w:lineRule="auto"/>
        <w:ind w:left="251" w:right="-81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CASCATA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FRUTTI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2"/>
        </w:rPr>
        <w:t>(PARASSITICA)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10" w:after="0" w:line="249" w:lineRule="auto"/>
        <w:ind w:left="241" w:right="21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COREBRUNU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SCULAZIONE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50" w:lineRule="auto"/>
        <w:ind w:left="241" w:right="399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SCRITTIGHJATI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BUCHJA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MARCICOSI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INTERNI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DIFUGLIAZIONE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RAMI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DISSICAZIONE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'</w:t>
      </w:r>
      <w:r>
        <w:rPr>
          <w:rFonts w:ascii="Arial" w:hAnsi="Arial" w:cs="Arial" w:eastAsia="Arial"/>
          <w:sz w:val="21"/>
          <w:szCs w:val="21"/>
          <w:spacing w:val="-14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ARAS!SITICA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SBACCAZIONE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24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SCULAZIONE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GRANI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49" w:lineRule="auto"/>
        <w:ind w:left="237" w:right="2108" w:firstLine="-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SBAFFAZIONE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GELI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9" w:lineRule="auto"/>
        <w:ind w:left="246" w:right="710" w:firstLine="-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IMPIUBATTURA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FOGLIT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LITIAZA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9" w:lineRule="auto"/>
        <w:ind w:left="232" w:right="827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MALATIA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CARENZA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NECROZA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46" w:lineRule="auto"/>
        <w:ind w:left="227" w:right="533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ROSSUCCIAZA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ARRUGHJINAZIONE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MACULA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RUGH)INAZA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DISTURBI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NUTRIZIONE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7" w:after="0" w:line="240" w:lineRule="auto"/>
        <w:ind w:left="28" w:right="2240" w:firstLine="9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Chlorose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calcaire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Chute</w:t>
      </w:r>
      <w:r>
        <w:rPr>
          <w:rFonts w:ascii="Times New Roman" w:hAnsi="Times New Roman" w:cs="Times New Roman" w:eastAsia="Times New Roman"/>
          <w:sz w:val="25"/>
          <w:szCs w:val="25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fruits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Coeur</w:t>
      </w:r>
      <w:r>
        <w:rPr>
          <w:rFonts w:ascii="Times New Roman" w:hAnsi="Times New Roman" w:cs="Times New Roman" w:eastAsia="Times New Roman"/>
          <w:sz w:val="25"/>
          <w:szCs w:val="25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1"/>
        </w:rPr>
        <w:t>brun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Coulure</w:t>
      </w:r>
      <w:r>
        <w:rPr>
          <w:rFonts w:ascii="Times New Roman" w:hAnsi="Times New Roman" w:cs="Times New Roman" w:eastAsia="Times New Roman"/>
          <w:sz w:val="25"/>
          <w:szCs w:val="25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</w:rPr>
        <w:t>fruits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" w:after="0" w:line="240" w:lineRule="auto"/>
        <w:ind w:left="24" w:right="1468" w:firstLine="5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Craquelures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</w:rPr>
        <w:t>peau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Décomposition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</w:rPr>
        <w:t>interne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Défoliation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rameaux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Dessèchement</w:t>
      </w:r>
      <w:r>
        <w:rPr>
          <w:rFonts w:ascii="Times New Roman" w:hAnsi="Times New Roman" w:cs="Times New Roman" w:eastAsia="Times New Roman"/>
          <w:sz w:val="25"/>
          <w:szCs w:val="25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parasitaire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Fente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(des</w:t>
      </w:r>
      <w:r>
        <w:rPr>
          <w:rFonts w:ascii="Times New Roman" w:hAnsi="Times New Roman" w:cs="Times New Roman" w:eastAsia="Times New Roman"/>
          <w:sz w:val="25"/>
          <w:szCs w:val="25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fruits)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6" w:lineRule="exact"/>
        <w:ind w:left="2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Fonte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semis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3" w:after="0" w:line="286" w:lineRule="exact"/>
        <w:ind w:left="19" w:right="1793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Eclatement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(des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fruits)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Gelures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41" w:lineRule="auto"/>
        <w:ind w:right="1228" w:firstLine="14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Grillage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feuilles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Lithiase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(parasitaire)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Maladie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carence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Nécrose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(parasitaire)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Rougeot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(parasitaire</w:t>
      </w:r>
      <w:r>
        <w:rPr>
          <w:rFonts w:ascii="Times New Roman" w:hAnsi="Times New Roman" w:cs="Times New Roman" w:eastAsia="Times New Roman"/>
          <w:sz w:val="25"/>
          <w:szCs w:val="25"/>
          <w:spacing w:val="6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Roussissement</w:t>
      </w:r>
      <w:r>
        <w:rPr>
          <w:rFonts w:ascii="Times New Roman" w:hAnsi="Times New Roman" w:cs="Times New Roman" w:eastAsia="Times New Roman"/>
          <w:sz w:val="25"/>
          <w:szCs w:val="25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(parasitaire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Tache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roUille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40" w:lineRule="auto"/>
        <w:ind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Troubles</w:t>
      </w:r>
      <w:r>
        <w:rPr>
          <w:rFonts w:ascii="Times New Roman" w:hAnsi="Times New Roman" w:cs="Times New Roman" w:eastAsia="Times New Roman"/>
          <w:sz w:val="25"/>
          <w:szCs w:val="25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</w:rPr>
        <w:t>nutrition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80" w:right="1680"/>
          <w:cols w:num="2" w:equalWidth="0">
            <w:col w:w="4077" w:space="1438"/>
            <w:col w:w="4225"/>
          </w:cols>
        </w:sectPr>
      </w:pPr>
      <w:rPr/>
    </w:p>
    <w:p>
      <w:pPr>
        <w:spacing w:before="71" w:after="0" w:line="240" w:lineRule="auto"/>
        <w:ind w:left="165" w:right="-20"/>
        <w:jc w:val="left"/>
        <w:tabs>
          <w:tab w:pos="5380" w:val="left"/>
        </w:tabs>
        <w:rPr>
          <w:rFonts w:ascii="Courier New" w:hAnsi="Courier New" w:cs="Courier New" w:eastAsia="Courier New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Treantori'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  <w:i/>
          <w:position w:val="-6"/>
        </w:rPr>
        <w:t>18</w:t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  <w:position w:val="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61" w:lineRule="exact"/>
        <w:ind w:left="175" w:right="-20"/>
        <w:jc w:val="left"/>
        <w:rPr>
          <w:rFonts w:ascii="Times New Roman" w:hAnsi="Times New Roman" w:cs="Times New Roman" w:eastAsia="Times New Roman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B)</w:t>
      </w:r>
      <w:r>
        <w:rPr>
          <w:rFonts w:ascii="Times New Roman" w:hAnsi="Times New Roman" w:cs="Times New Roman" w:eastAsia="Times New Roman"/>
          <w:sz w:val="32"/>
          <w:szCs w:val="32"/>
          <w:spacing w:val="3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7"/>
          <w:b/>
          <w:bCs/>
          <w:position w:val="-1"/>
        </w:rPr>
        <w:t>DISTURBI</w:t>
      </w:r>
      <w:r>
        <w:rPr>
          <w:rFonts w:ascii="Times New Roman" w:hAnsi="Times New Roman" w:cs="Times New Roman" w:eastAsia="Times New Roman"/>
          <w:sz w:val="32"/>
          <w:szCs w:val="32"/>
          <w:spacing w:val="-6"/>
          <w:w w:val="107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DA</w:t>
      </w:r>
      <w:r>
        <w:rPr>
          <w:rFonts w:ascii="Times New Roman" w:hAnsi="Times New Roman" w:cs="Times New Roman" w:eastAsia="Times New Roman"/>
          <w:sz w:val="32"/>
          <w:szCs w:val="32"/>
          <w:spacing w:val="5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VIRI</w:t>
      </w:r>
      <w:r>
        <w:rPr>
          <w:rFonts w:ascii="Times New Roman" w:hAnsi="Times New Roman" w:cs="Times New Roman" w:eastAsia="Times New Roman"/>
          <w:sz w:val="32"/>
          <w:szCs w:val="32"/>
          <w:spacing w:val="16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spacing w:val="-1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2"/>
          <w:b/>
          <w:bCs/>
          <w:position w:val="-1"/>
        </w:rPr>
        <w:t>FITOPLASMI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0" w:footer="0" w:top="380" w:bottom="280" w:left="420" w:right="1680"/>
          <w:headerReference w:type="odd" r:id="rId27"/>
          <w:pgSz w:w="11900" w:h="16840"/>
        </w:sectPr>
      </w:pPr>
      <w:rPr/>
    </w:p>
    <w:p>
      <w:pPr>
        <w:spacing w:before="27" w:after="0" w:line="240" w:lineRule="auto"/>
        <w:ind w:left="281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CANCRU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6" w:after="0" w:line="239" w:lineRule="auto"/>
        <w:ind w:left="271" w:right="598" w:firstLine="1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DIGINARAZA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INFITTA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IMBUCINAZIONE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INFITTA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104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FL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VESCENZA</w:t>
      </w:r>
      <w:r>
        <w:rPr>
          <w:rFonts w:ascii="Times New Roman" w:hAnsi="Times New Roman" w:cs="Times New Roman" w:eastAsia="Times New Roman"/>
          <w:sz w:val="25"/>
          <w:szCs w:val="25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AUR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TA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DISSICCAZIONE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INFITTAVA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LITIAZA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5" w:after="0" w:line="248" w:lineRule="auto"/>
        <w:ind w:left="261" w:right="1953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GIALLLUMAZA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GIALLUMAZIONE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1" w:after="0" w:line="284" w:lineRule="exact"/>
        <w:ind w:left="261" w:right="-63" w:firstLine="5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DISTURBI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CRIPULA</w:t>
      </w:r>
      <w:r>
        <w:rPr>
          <w:rFonts w:ascii="Times New Roman" w:hAnsi="Times New Roman" w:cs="Times New Roman" w:eastAsia="Times New Roman"/>
          <w:sz w:val="25"/>
          <w:szCs w:val="25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STELLATA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MARMARAZIONE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5" w:lineRule="exact"/>
        <w:ind w:left="252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MOZACAZA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5" w:after="0" w:line="240" w:lineRule="auto"/>
        <w:ind w:left="252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PICHJULAZA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6" w:after="0" w:line="278" w:lineRule="exact"/>
        <w:ind w:left="252" w:right="16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NECROZA</w:t>
      </w:r>
      <w:r>
        <w:rPr>
          <w:rFonts w:ascii="Times New Roman" w:hAnsi="Times New Roman" w:cs="Times New Roman" w:eastAsia="Times New Roman"/>
          <w:sz w:val="25"/>
          <w:szCs w:val="25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ANELLAGHJA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Chjarca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PANACHJAZA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6" w:lineRule="exact"/>
        <w:ind w:left="242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</w:rPr>
        <w:t>NANNUZIONE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9" w:after="0" w:line="274" w:lineRule="exact"/>
        <w:ind w:left="228" w:right="1513" w:firstLine="1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MACULI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CLOROTICHI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VIROZA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85" w:after="0" w:line="240" w:lineRule="auto"/>
        <w:ind w:left="72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</w:rPr>
        <w:t>Chancre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0" w:after="0" w:line="240" w:lineRule="auto"/>
        <w:ind w:left="53" w:right="1174" w:firstLine="19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Dégénérescence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infectieuse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Enroulement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(infectieux)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Flavescence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1"/>
        </w:rPr>
        <w:t>dorée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Flétrissement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infectieux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Gravelle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(lithiase)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4" w:after="0" w:line="240" w:lineRule="auto"/>
        <w:ind w:left="3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Jaunisse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5" w:after="0" w:line="240" w:lineRule="auto"/>
        <w:ind w:left="34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Jaunissement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0" w:after="0" w:line="240" w:lineRule="auto"/>
        <w:ind w:left="3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Troubles</w:t>
      </w:r>
      <w:r>
        <w:rPr>
          <w:rFonts w:ascii="Times New Roman" w:hAnsi="Times New Roman" w:cs="Times New Roman" w:eastAsia="Times New Roman"/>
          <w:sz w:val="25"/>
          <w:szCs w:val="25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craquelure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étoilée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78" w:lineRule="exact"/>
        <w:ind w:left="3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10"/>
        </w:rPr>
        <w:t>Marbrure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0" w:after="0" w:line="240" w:lineRule="auto"/>
        <w:ind w:left="2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Mosaïque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40" w:lineRule="auto"/>
        <w:ind w:left="2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Moucheture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1" w:after="0" w:line="238" w:lineRule="auto"/>
        <w:ind w:left="14" w:right="1239" w:firstLine="1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Nécrose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annulaire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(Sharka)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</w:rPr>
        <w:t>Panachure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Rabougrissement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5" w:after="0" w:line="240" w:lineRule="auto"/>
        <w:ind w:left="10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Tâches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chlorotiques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73" w:lineRule="exact"/>
        <w:ind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  <w:position w:val="-1"/>
        </w:rPr>
        <w:t>Virose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680"/>
          <w:cols w:num="2" w:equalWidth="0">
            <w:col w:w="4422" w:space="1175"/>
            <w:col w:w="4203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361" w:lineRule="exact"/>
        <w:ind w:left="117" w:right="-20"/>
        <w:jc w:val="left"/>
        <w:rPr>
          <w:rFonts w:ascii="Times New Roman" w:hAnsi="Times New Roman" w:cs="Times New Roman" w:eastAsia="Times New Roman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C)</w:t>
      </w:r>
      <w:r>
        <w:rPr>
          <w:rFonts w:ascii="Times New Roman" w:hAnsi="Times New Roman" w:cs="Times New Roman" w:eastAsia="Times New Roman"/>
          <w:sz w:val="32"/>
          <w:szCs w:val="32"/>
          <w:spacing w:val="2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DISTURBI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17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DA</w:t>
      </w:r>
      <w:r>
        <w:rPr>
          <w:rFonts w:ascii="Times New Roman" w:hAnsi="Times New Roman" w:cs="Times New Roman" w:eastAsia="Times New Roman"/>
          <w:sz w:val="32"/>
          <w:szCs w:val="32"/>
          <w:spacing w:val="42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position w:val="-1"/>
        </w:rPr>
        <w:t>BATTERII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680"/>
        </w:sectPr>
      </w:pPr>
      <w:rPr/>
    </w:p>
    <w:p>
      <w:pPr>
        <w:spacing w:before="27" w:after="0" w:line="240" w:lineRule="auto"/>
        <w:ind w:left="20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.719758pt;margin-top:628.440552pt;width:594.280242pt;height:.1pt;mso-position-horizontal-relative:page;mso-position-vertical-relative:page;z-index:-6311" coordorigin="14,12569" coordsize="11886,2">
            <v:shape style="position:absolute;left:14;top:12569;width:11886;height:2" coordorigin="14,12569" coordsize="11886,0" path="m14,12569l11900,12569e" filled="f" stroked="t" strokeweight=".47983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BATTERIOZA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0" w:after="0" w:line="240" w:lineRule="auto"/>
        <w:ind w:left="185" w:right="476" w:firstLine="14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CANCRU</w:t>
      </w:r>
      <w:r>
        <w:rPr>
          <w:rFonts w:ascii="Times New Roman" w:hAnsi="Times New Roman" w:cs="Times New Roman" w:eastAsia="Times New Roman"/>
          <w:sz w:val="25"/>
          <w:szCs w:val="25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BATTERIOZU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FOCU</w:t>
      </w:r>
      <w:r>
        <w:rPr>
          <w:rFonts w:ascii="Times New Roman" w:hAnsi="Times New Roman" w:cs="Times New Roman" w:eastAsia="Times New Roman"/>
          <w:sz w:val="25"/>
          <w:szCs w:val="2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BATTERIOZU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STRAMURTIZIONE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GALAZA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3" w:after="0" w:line="274" w:lineRule="exact"/>
        <w:ind w:left="175" w:right="-63" w:firstLine="1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CALACCIAZA</w:t>
      </w:r>
      <w:r>
        <w:rPr>
          <w:rFonts w:ascii="Times New Roman" w:hAnsi="Times New Roman" w:cs="Times New Roman" w:eastAsia="Times New Roman"/>
          <w:sz w:val="25"/>
          <w:szCs w:val="25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</w:rPr>
        <w:t>BATTERIOZA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PURRIONE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95" w:after="0" w:line="243" w:lineRule="auto"/>
        <w:ind w:left="14" w:right="2250" w:firstLine="24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Bactériose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Chancre</w:t>
      </w:r>
      <w:r>
        <w:rPr>
          <w:rFonts w:ascii="Times New Roman" w:hAnsi="Times New Roman" w:cs="Times New Roman" w:eastAsia="Times New Roman"/>
          <w:sz w:val="25"/>
          <w:szCs w:val="25"/>
          <w:spacing w:val="-9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Bactérien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Feu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bactérien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Flétrissement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" w:after="0" w:line="240" w:lineRule="auto"/>
        <w:ind w:left="10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Gale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1" w:after="0" w:line="278" w:lineRule="exact"/>
        <w:ind w:right="2194" w:firstLine="1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Galle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(bactérienne)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</w:rPr>
        <w:t>Tumeur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20" w:right="1680"/>
          <w:cols w:num="2" w:equalWidth="0">
            <w:col w:w="3439" w:space="2096"/>
            <w:col w:w="4265"/>
          </w:cols>
        </w:sectPr>
      </w:pPr>
      <w:rPr/>
    </w:p>
    <w:p>
      <w:pPr>
        <w:spacing w:before="80" w:after="0" w:line="240" w:lineRule="auto"/>
        <w:ind w:left="111" w:right="-20"/>
        <w:jc w:val="left"/>
        <w:tabs>
          <w:tab w:pos="5260" w:val="left"/>
        </w:tabs>
        <w:rPr>
          <w:rFonts w:ascii="Courier New" w:hAnsi="Courier New" w:cs="Courier New" w:eastAsia="Courier New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Treanton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  <w:i/>
        </w:rPr>
        <w:t>19</w:t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3" w:lineRule="exact"/>
        <w:ind w:left="215" w:right="-20"/>
        <w:jc w:val="left"/>
        <w:rPr>
          <w:rFonts w:ascii="Times New Roman" w:hAnsi="Times New Roman" w:cs="Times New Roman" w:eastAsia="Times New Roman"/>
          <w:sz w:val="33"/>
          <w:szCs w:val="33"/>
        </w:rPr>
      </w:pPr>
      <w:rPr/>
      <w:r>
        <w:rPr>
          <w:rFonts w:ascii="Times New Roman" w:hAnsi="Times New Roman" w:cs="Times New Roman" w:eastAsia="Times New Roman"/>
          <w:sz w:val="33"/>
          <w:szCs w:val="33"/>
          <w:w w:val="11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  <w:t>D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  <w:t>)</w:t>
      </w:r>
      <w:r>
        <w:rPr>
          <w:rFonts w:ascii="Times New Roman" w:hAnsi="Times New Roman" w:cs="Times New Roman" w:eastAsia="Times New Roman"/>
          <w:sz w:val="33"/>
          <w:szCs w:val="33"/>
          <w:spacing w:val="40"/>
          <w:w w:val="100"/>
          <w:b/>
          <w:bCs/>
          <w:u w:val="thick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  <w:t>DISTURB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  <w:t>I</w:t>
      </w:r>
      <w:r>
        <w:rPr>
          <w:rFonts w:ascii="Times New Roman" w:hAnsi="Times New Roman" w:cs="Times New Roman" w:eastAsia="Times New Roman"/>
          <w:sz w:val="33"/>
          <w:szCs w:val="33"/>
          <w:spacing w:val="34"/>
          <w:w w:val="100"/>
          <w:b/>
          <w:bCs/>
          <w:u w:val="thick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  <w:t>D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b/>
          <w:bCs/>
          <w:u w:val="thick" w:color="000000"/>
          <w:position w:val="-1"/>
        </w:rPr>
        <w:t>A</w:t>
      </w:r>
      <w:r>
        <w:rPr>
          <w:rFonts w:ascii="Times New Roman" w:hAnsi="Times New Roman" w:cs="Times New Roman" w:eastAsia="Times New Roman"/>
          <w:sz w:val="33"/>
          <w:szCs w:val="33"/>
          <w:spacing w:val="25"/>
          <w:w w:val="100"/>
          <w:b/>
          <w:bCs/>
          <w:u w:val="thick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2"/>
          <w:b/>
          <w:bCs/>
          <w:u w:val="thick" w:color="000000"/>
          <w:position w:val="-1"/>
        </w:rPr>
        <w:t>FUNGI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2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0" w:footer="0" w:top="460" w:bottom="280" w:left="400" w:right="1680"/>
          <w:headerReference w:type="even" r:id="rId28"/>
          <w:pgSz w:w="11900" w:h="16840"/>
        </w:sectPr>
      </w:pPr>
      <w:rPr/>
    </w:p>
    <w:p>
      <w:pPr>
        <w:spacing w:before="37" w:after="0" w:line="286" w:lineRule="exact"/>
        <w:ind w:left="248" w:right="1106" w:firstLine="5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ALTERNARIAZA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ANTRANNAZA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APOPLESSIA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(esca)</w:t>
      </w:r>
    </w:p>
    <w:p>
      <w:pPr>
        <w:spacing w:before="0" w:after="0" w:line="246" w:lineRule="auto"/>
        <w:ind w:left="253" w:right="-63" w:firstLine="-9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</w:rPr>
        <w:t>P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AZZULA</w:t>
      </w:r>
      <w:r>
        <w:rPr>
          <w:rFonts w:ascii="Times New Roman" w:hAnsi="Times New Roman" w:cs="Times New Roman" w:eastAsia="Times New Roman"/>
          <w:sz w:val="25"/>
          <w:szCs w:val="25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(strega)</w:t>
      </w:r>
      <w:r>
        <w:rPr>
          <w:rFonts w:ascii="Times New Roman" w:hAnsi="Times New Roman" w:cs="Times New Roman" w:eastAsia="Times New Roman"/>
          <w:sz w:val="25"/>
          <w:szCs w:val="25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(tafrinaza)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OIDIU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78" w:lineRule="exact"/>
        <w:ind w:left="25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CARIA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(tilletiaza)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" w:after="0" w:line="240" w:lineRule="auto"/>
        <w:ind w:left="253" w:right="825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CERCOSPORAZA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CANCRU</w:t>
      </w:r>
      <w:r>
        <w:rPr>
          <w:rFonts w:ascii="Times New Roman" w:hAnsi="Times New Roman" w:cs="Times New Roman" w:eastAsia="Times New Roman"/>
          <w:sz w:val="25"/>
          <w:szCs w:val="2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(nettriaza)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CARBONE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(di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grani)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CLADOSPORIUZA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TAFRINAZA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CILINDRUSPORIUZA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DARTRUZA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DIDIMELLAZA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ENDOMOSPORIUZA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ESCA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(apoplessiaza)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UTIPAZA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5" w:lineRule="exact"/>
        <w:ind w:left="272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ESCORIUZA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1" w:after="0" w:line="282" w:lineRule="exact"/>
        <w:ind w:left="267" w:right="1239" w:firstLine="-5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FUMAGHJINAZA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FUZARIUZA</w:t>
      </w:r>
    </w:p>
    <w:p>
      <w:pPr>
        <w:spacing w:before="32" w:after="0" w:line="240" w:lineRule="auto"/>
        <w:ind w:left="24" w:right="-83"/>
        <w:jc w:val="left"/>
        <w:tabs>
          <w:tab w:pos="25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Alternarioze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0"/>
        </w:rPr>
        <w:t>da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6" w:lineRule="exact"/>
        <w:ind w:left="1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Anthracnose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" w:after="0" w:line="240" w:lineRule="auto"/>
        <w:ind w:left="1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Apoplexie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86" w:lineRule="exact"/>
        <w:ind w:left="1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Balai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sorcière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8" w:after="0" w:line="240" w:lineRule="auto"/>
        <w:ind w:left="14" w:right="588" w:firstLine="14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Blanc</w:t>
      </w:r>
      <w:r>
        <w:rPr>
          <w:rFonts w:ascii="Times New Roman" w:hAnsi="Times New Roman" w:cs="Times New Roman" w:eastAsia="Times New Roman"/>
          <w:sz w:val="25"/>
          <w:szCs w:val="25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(du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pommier)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Carie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(du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blé)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Cercosporiose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7" w:after="0" w:line="286" w:lineRule="exact"/>
        <w:ind w:left="14" w:right="343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Chancre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(des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fruitiers)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Charbon</w:t>
      </w:r>
      <w:r>
        <w:rPr>
          <w:rFonts w:ascii="Times New Roman" w:hAnsi="Times New Roman" w:cs="Times New Roman" w:eastAsia="Times New Roman"/>
          <w:sz w:val="25"/>
          <w:szCs w:val="25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céréales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Cladosporiose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40" w:lineRule="auto"/>
        <w:ind w:left="5" w:right="866" w:firstLine="9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Cloque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Cylindrosporioze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Dartrose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Didymella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Entomosporioze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5"/>
          <w:szCs w:val="25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4" w:after="0" w:line="238" w:lineRule="auto"/>
        <w:ind w:right="1656" w:firstLine="9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Eutypiose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Escoriose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Fumagine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Fuzariose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7" w:after="0" w:line="240" w:lineRule="auto"/>
        <w:ind w:left="24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ALTERNARIA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9" w:right="418" w:firstLine="9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TAPHRINA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PHYTOPHTORA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LETIA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CERCOSPORA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USTILAGO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CLADOSPORIUM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TAPHRINA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6" w:lineRule="exact"/>
        <w:ind w:left="5" w:right="200" w:firstLine="5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DIDYMELLA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ENTOMOSPORIUM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EUTYPA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2" w:lineRule="exact"/>
        <w:ind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FUSARIUM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00" w:right="1680"/>
          <w:cols w:num="3" w:equalWidth="0">
            <w:col w:w="3562" w:space="374"/>
            <w:col w:w="2778" w:space="658"/>
            <w:col w:w="2448"/>
          </w:cols>
        </w:sectPr>
      </w:pPr>
      <w:rPr/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5.680191pt;margin-top:626.793091pt;width:587.899761pt;height:.1pt;mso-position-horizontal-relative:page;mso-position-vertical-relative:page;z-index:-6310" coordorigin="114,12536" coordsize="11758,2">
            <v:shape style="position:absolute;left:114;top:12536;width:11758;height:2" coordorigin="114,12536" coordsize="11758,0" path="m114,12536l11872,12536e" filled="f" stroked="t" strokeweight=".473349pt" strokecolor="#000000">
              <v:path arrowok="t"/>
            </v:shape>
          </v:group>
          <w10:wrap type="none"/>
        </w:pict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7" w:after="0" w:line="240" w:lineRule="auto"/>
        <w:ind w:left="267" w:right="-20"/>
        <w:jc w:val="left"/>
        <w:tabs>
          <w:tab w:pos="10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Es: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CANCRU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5"/>
          <w:szCs w:val="25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CASTAGNU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" w:after="0" w:line="282" w:lineRule="exact"/>
        <w:ind w:left="69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ENDOTIA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-1"/>
        </w:rPr>
        <w:t>PARASSITICA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da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ENDOTHIA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PARASITICA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2" w:after="0" w:line="240" w:lineRule="auto"/>
        <w:ind w:left="258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spacing w:val="0"/>
          <w:w w:val="158"/>
        </w:rPr>
        <w:t>0</w:t>
      </w:r>
      <w:r>
        <w:rPr>
          <w:rFonts w:ascii="Arial" w:hAnsi="Arial" w:cs="Arial" w:eastAsia="Arial"/>
          <w:sz w:val="25"/>
          <w:szCs w:val="25"/>
          <w:spacing w:val="0"/>
          <w:w w:val="100"/>
        </w:rPr>
      </w:r>
    </w:p>
    <w:p>
      <w:pPr>
        <w:spacing w:before="18" w:after="0" w:line="260" w:lineRule="exact"/>
        <w:ind w:left="698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>CRIFONECTRIA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>ARASSITICA</w:t>
      </w:r>
      <w:r>
        <w:rPr>
          <w:rFonts w:ascii="Times New Roman" w:hAnsi="Times New Roman" w:cs="Times New Roman" w:eastAsia="Times New Roman"/>
          <w:sz w:val="23"/>
          <w:szCs w:val="23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>da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>CRYPHONECTRIA</w:t>
      </w:r>
      <w:r>
        <w:rPr>
          <w:rFonts w:ascii="Times New Roman" w:hAnsi="Times New Roman" w:cs="Times New Roman" w:eastAsia="Times New Roman"/>
          <w:sz w:val="23"/>
          <w:szCs w:val="23"/>
          <w:spacing w:val="3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-7"/>
          <w:w w:val="114"/>
          <w:position w:val="-1"/>
        </w:rPr>
        <w:t>P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  <w:position w:val="-1"/>
        </w:rPr>
        <w:t>ARASITICA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0" w:after="0" w:line="240" w:lineRule="auto"/>
        <w:ind w:left="253" w:right="-20"/>
        <w:jc w:val="left"/>
        <w:tabs>
          <w:tab w:pos="102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l'INCHJOSTRU</w:t>
      </w:r>
      <w:r>
        <w:rPr>
          <w:rFonts w:ascii="Times New Roman" w:hAnsi="Times New Roman" w:cs="Times New Roman" w:eastAsia="Times New Roman"/>
          <w:sz w:val="23"/>
          <w:szCs w:val="23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DIU</w:t>
      </w:r>
      <w:r>
        <w:rPr>
          <w:rFonts w:ascii="Times New Roman" w:hAnsi="Times New Roman" w:cs="Times New Roman" w:eastAsia="Times New Roman"/>
          <w:sz w:val="23"/>
          <w:szCs w:val="23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CASTAGNO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21" w:after="0" w:line="240" w:lineRule="auto"/>
        <w:ind w:left="68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FITOFTORA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CINNAMOMI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3"/>
          <w:szCs w:val="23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PHYTOPHTORA</w:t>
      </w:r>
      <w:r>
        <w:rPr>
          <w:rFonts w:ascii="Times New Roman" w:hAnsi="Times New Roman" w:cs="Times New Roman" w:eastAsia="Times New Roman"/>
          <w:sz w:val="23"/>
          <w:szCs w:val="23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CINNAMOMI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00" w:right="1680"/>
        </w:sectPr>
      </w:pPr>
      <w:rPr/>
    </w:p>
    <w:p>
      <w:pPr>
        <w:spacing w:before="7" w:after="0" w:line="240" w:lineRule="auto"/>
        <w:ind w:right="-20"/>
        <w:jc w:val="left"/>
        <w:rPr>
          <w:rFonts w:ascii="Times New Roman" w:hAnsi="Times New Roman" w:cs="Times New Roman" w:eastAsia="Times New Roman"/>
          <w:sz w:val="67"/>
          <w:szCs w:val="67"/>
        </w:rPr>
      </w:pPr>
      <w:rPr/>
      <w:r>
        <w:rPr/>
        <w:pict>
          <v:group style="position:absolute;margin-left:0pt;margin-top:628.440552pt;width:595pt;height:.1pt;mso-position-horizontal-relative:page;mso-position-vertical-relative:page;z-index:-6309" coordorigin="0,12569" coordsize="11900,2">
            <v:shape style="position:absolute;left:0;top:12569;width:11900;height:2" coordorigin="0,12569" coordsize="11900,0" path="m0,12569l11900,12569e" filled="f" stroked="t" strokeweight=".479839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393145pt;margin-top:37.566353pt;width:342.048634pt;height:389.506904pt;mso-position-horizontal-relative:page;mso-position-vertical-relative:paragraph;z-index:-6308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902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0" w:after="0" w:line="240" w:lineRule="auto"/>
                          <w:ind w:left="5" w:right="2435"/>
                          <w:jc w:val="center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  <w:spacing w:val="0"/>
                            <w:w w:val="93"/>
                            <w:i/>
                          </w:rPr>
                          <w:t>Pierre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  <w:spacing w:val="-10"/>
                            <w:w w:val="93"/>
                            <w:i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  <w:spacing w:val="0"/>
                            <w:w w:val="93"/>
                            <w:i/>
                          </w:rPr>
                          <w:t>Treanton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7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  <w:rPr/>
                        <w:r>
                          <w:rPr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75" w:lineRule="exact"/>
                          <w:ind w:left="121" w:right="2446"/>
                          <w:jc w:val="center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  <w:position w:val="-1"/>
                          </w:rPr>
                          <w:t>GALAZA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5" w:lineRule="exact"/>
                          <w:ind w:left="1440" w:right="819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4"/>
                            <w:i/>
                          </w:rPr>
                          <w:t>20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308" w:lineRule="exact"/>
                          <w:ind w:left="161" w:right="-20"/>
                          <w:jc w:val="left"/>
                          <w:tabs>
                            <w:tab w:pos="2120" w:val="left"/>
                          </w:tabs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>Gale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20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1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  <w:spacing w:val="0"/>
                            <w:w w:val="100"/>
                            <w:position w:val="-7"/>
                          </w:rPr>
                          <w:t>-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00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" w:after="0" w:line="240" w:lineRule="auto"/>
                          <w:ind w:left="16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CALACÇIU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3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VERRUCOZU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7" w:lineRule="exact"/>
                          <w:ind w:left="166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Galle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2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0"/>
                          </w:rPr>
                          <w:t>verruqueuse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48" w:lineRule="exact"/>
                          <w:ind w:left="200" w:right="-4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4"/>
                          </w:rPr>
                          <w:t>da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287" w:lineRule="exact"/>
                          <w:ind w:left="17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</w:rPr>
                          <w:t>GUMMUZA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5" w:lineRule="exact"/>
                          <w:ind w:left="17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7"/>
                          </w:rPr>
                          <w:t>Gommose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95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240" w:lineRule="auto"/>
                          <w:ind w:left="17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ELMINTOSPORIUZA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17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8"/>
                          </w:rPr>
                          <w:t>Helminthosporiose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85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9" w:after="0" w:line="284" w:lineRule="exact"/>
                          <w:ind w:left="179" w:right="971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</w:rPr>
                          <w:t>ERNIA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IMPUBIATURAZIONE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2" w:lineRule="exact"/>
                          <w:ind w:left="17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1"/>
                          </w:rPr>
                          <w:t>Hernie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5" w:after="0" w:line="240" w:lineRule="auto"/>
                          <w:ind w:left="18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Maladie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54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6"/>
                          </w:rPr>
                          <w:t>criblée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95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18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MALATIA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L'INCHJOSTRU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2" w:lineRule="exact"/>
                          <w:ind w:left="185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Maladie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5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17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0"/>
                          </w:rPr>
                          <w:t>l'encre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00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240" w:lineRule="auto"/>
                          <w:ind w:left="18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MALATIA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6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6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PIOMBU</w:t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5" w:lineRule="exact"/>
                          <w:ind w:left="19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Maladie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51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4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8"/>
                          </w:rPr>
                          <w:t>plomb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93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4" w:after="0" w:line="284" w:lineRule="exact"/>
                          <w:ind w:left="194" w:right="923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</w:rPr>
                          <w:t>FUMAGHJINAZA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MELONOZA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18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INFETTA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7" w:lineRule="exact"/>
                          <w:ind w:left="190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9"/>
                          </w:rPr>
                          <w:t>Fumagine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83" w:lineRule="exact"/>
                          <w:ind w:left="19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Melanose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45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5"/>
                          </w:rPr>
                          <w:t>infectieuse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95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5" w:after="0" w:line="244" w:lineRule="auto"/>
                          <w:ind w:left="203" w:right="1828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MI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-4"/>
                            <w:w w:val="101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DIU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MONIGLIAZA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5" w:lineRule="exact"/>
                          <w:ind w:left="19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8"/>
                          </w:rPr>
                          <w:t>Mildiou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5" w:after="0" w:line="240" w:lineRule="auto"/>
                          <w:ind w:left="20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5"/>
                          </w:rPr>
                          <w:t>Moniliose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88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240" w:lineRule="auto"/>
                          <w:ind w:left="208" w:right="1731" w:firstLine="-1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4"/>
                          </w:rPr>
                          <w:t>OIDIU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FITOTTORUZA</w:t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19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1"/>
                          </w:rPr>
                          <w:t>Oïdium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0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9"/>
                          </w:rPr>
                          <w:t>Phytophtorose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95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" w:after="0" w:line="287" w:lineRule="exact"/>
                          <w:ind w:left="21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6"/>
                          </w:rPr>
                          <w:t>PEDUNERU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2" w:lineRule="exact"/>
                          <w:ind w:left="209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Pied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39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0"/>
                          </w:rPr>
                          <w:t>noir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287" w:lineRule="exact"/>
                          <w:ind w:left="21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PIDACCIAZA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1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8"/>
                          </w:rPr>
                          <w:t>Pietin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590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244" w:lineRule="auto"/>
                          <w:ind w:left="218" w:right="1460" w:firstLine="-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ARMILLARIAZA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PUTRIFAZZIONE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14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1"/>
                          </w:rPr>
                          <w:t>Pourridié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5" w:after="0" w:line="240" w:lineRule="auto"/>
                          <w:ind w:left="21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12"/>
                          </w:rPr>
                          <w:t>Pourriture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287" w:lineRule="exact"/>
                          <w:ind w:left="22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RIZOTTONIAZA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2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5"/>
                          </w:rPr>
                          <w:t>Rhizoctone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883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5" w:after="0" w:line="242" w:lineRule="auto"/>
                          <w:ind w:left="222" w:right="1447" w:firstLine="5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RUGHJINAZA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2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SCLEROTINIAZA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1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SETTORIAZA</w:t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2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5"/>
                          </w:rPr>
                          <w:t>Rouille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5" w:after="0" w:line="240" w:lineRule="auto"/>
                          <w:ind w:left="22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6"/>
                          </w:rPr>
                          <w:t>Sclérotinioze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5" w:after="0" w:line="240" w:lineRule="auto"/>
                          <w:ind w:left="228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7"/>
                          </w:rPr>
                          <w:t>Septoriose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95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10" w:after="0" w:line="284" w:lineRule="exact"/>
                          <w:ind w:left="232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3"/>
                            <w:position w:val="-1"/>
                          </w:rPr>
                          <w:t>TAVUNAZA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60" w:lineRule="exact"/>
                          <w:ind w:left="23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9"/>
                          </w:rPr>
                          <w:t>Tavelure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86" w:hRule="exact"/>
                    </w:trPr>
                    <w:tc>
                      <w:tcPr>
                        <w:tcW w:w="372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227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  <w:t>VERTICIGLIUZA</w:t>
                        </w:r>
                      </w:p>
                    </w:tc>
                    <w:tc>
                      <w:tcPr>
                        <w:tcW w:w="26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57" w:lineRule="exact"/>
                          <w:ind w:left="223" w:right="-2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5"/>
                          </w:rPr>
                          <w:t>Verticilliose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67"/>
          <w:szCs w:val="67"/>
          <w:spacing w:val="0"/>
          <w:w w:val="53"/>
        </w:rPr>
        <w:t>n</w:t>
      </w:r>
      <w:r>
        <w:rPr>
          <w:rFonts w:ascii="Times New Roman" w:hAnsi="Times New Roman" w:cs="Times New Roman" w:eastAsia="Times New Roman"/>
          <w:sz w:val="67"/>
          <w:szCs w:val="67"/>
          <w:spacing w:val="0"/>
          <w:w w:val="100"/>
        </w:rPr>
      </w:r>
    </w:p>
    <w:p>
      <w:pPr>
        <w:spacing w:before="40" w:after="0" w:line="756" w:lineRule="exact"/>
        <w:ind w:right="-20"/>
        <w:jc w:val="left"/>
        <w:rPr>
          <w:rFonts w:ascii="Times New Roman" w:hAnsi="Times New Roman" w:cs="Times New Roman" w:eastAsia="Times New Roman"/>
          <w:sz w:val="67"/>
          <w:szCs w:val="67"/>
        </w:rPr>
      </w:pPr>
      <w:rPr/>
      <w:r>
        <w:rPr>
          <w:rFonts w:ascii="Times New Roman" w:hAnsi="Times New Roman" w:cs="Times New Roman" w:eastAsia="Times New Roman"/>
          <w:sz w:val="67"/>
          <w:szCs w:val="67"/>
          <w:spacing w:val="0"/>
          <w:w w:val="53"/>
          <w:position w:val="-2"/>
        </w:rPr>
        <w:t>n</w:t>
      </w:r>
      <w:r>
        <w:rPr>
          <w:rFonts w:ascii="Times New Roman" w:hAnsi="Times New Roman" w:cs="Times New Roman" w:eastAsia="Times New Roman"/>
          <w:sz w:val="67"/>
          <w:szCs w:val="67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5" w:lineRule="auto"/>
        <w:ind w:left="7754" w:right="1285" w:firstLine="-7735"/>
        <w:jc w:val="left"/>
        <w:tabs>
          <w:tab w:pos="77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68"/>
          <w:position w:val="13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68"/>
          <w:position w:val="13"/>
        </w:rPr>
        <w:t> </w:t>
      </w:r>
      <w:r>
        <w:rPr>
          <w:rFonts w:ascii="Arial" w:hAnsi="Arial" w:cs="Arial" w:eastAsia="Arial"/>
          <w:sz w:val="24"/>
          <w:szCs w:val="24"/>
          <w:spacing w:val="31"/>
          <w:w w:val="68"/>
          <w:position w:val="13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40"/>
          <w:position w:val="13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13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13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0"/>
        </w:rPr>
        <w:t>MONILIA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  <w:position w:val="0"/>
        </w:rPr>
        <w:t>OIDIUM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6" w:lineRule="exact"/>
        <w:ind w:left="24" w:right="-20"/>
        <w:jc w:val="left"/>
        <w:tabs>
          <w:tab w:pos="77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67"/>
          <w:position w:val="2"/>
        </w:rPr>
        <w:t>!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0"/>
        </w:rPr>
        <w:t>PHYTOPHTHORUM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88" w:lineRule="auto"/>
        <w:ind w:left="7778" w:right="613" w:firstLine="-1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ARMILLARIA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RHIZOCTONIA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15" w:after="0" w:line="248" w:lineRule="auto"/>
        <w:ind w:left="7783" w:right="717" w:firstLine="-5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SCLEROTINIA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SEPTORIA</w:t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659"/>
        <w:jc w:val="righ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9"/>
        </w:rPr>
        <w:t>VERTICILLIUM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right"/>
        <w:spacing w:after="0"/>
        <w:sectPr>
          <w:pgMar w:header="0" w:footer="0" w:top="20" w:bottom="280" w:left="0" w:right="1680"/>
          <w:headerReference w:type="odd" r:id="rId29"/>
          <w:pgSz w:w="11900" w:h="16840"/>
        </w:sectPr>
      </w:pPr>
      <w:rPr/>
    </w:p>
    <w:p>
      <w:pPr>
        <w:spacing w:before="69" w:after="0" w:line="240" w:lineRule="auto"/>
        <w:ind w:left="102" w:right="-20"/>
        <w:jc w:val="left"/>
        <w:tabs>
          <w:tab w:pos="522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Treanton'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  <w:i/>
        </w:rPr>
        <w:t>21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952" w:right="-20"/>
        <w:jc w:val="left"/>
        <w:rPr>
          <w:rFonts w:ascii="Times New Roman" w:hAnsi="Times New Roman" w:cs="Times New Roman" w:eastAsia="Times New Roman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32"/>
          <w:szCs w:val="32"/>
          <w:w w:val="107"/>
          <w:b/>
          <w:bCs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  <w:t>NOM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spacing w:val="65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spacing w:val="41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  <w:t>ANIMAL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spacing w:val="28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-3"/>
          <w:w w:val="106"/>
          <w:b/>
          <w:bCs/>
          <w:u w:val="thick" w:color="000000"/>
        </w:rPr>
        <w:t>P</w:t>
      </w:r>
      <w:r>
        <w:rPr>
          <w:rFonts w:ascii="Times New Roman" w:hAnsi="Times New Roman" w:cs="Times New Roman" w:eastAsia="Times New Roman"/>
          <w:sz w:val="32"/>
          <w:szCs w:val="32"/>
          <w:spacing w:val="-3"/>
          <w:w w:val="106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3"/>
          <w:b/>
          <w:bCs/>
          <w:u w:val="thick" w:color="000000"/>
        </w:rPr>
        <w:t>ARASSITI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3"/>
          <w:b/>
          <w:bCs/>
        </w:rPr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27" w:lineRule="exact"/>
        <w:ind w:left="126" w:right="-20"/>
        <w:jc w:val="left"/>
        <w:rPr>
          <w:rFonts w:ascii="Times New Roman" w:hAnsi="Times New Roman" w:cs="Times New Roman" w:eastAsia="Times New Roman"/>
          <w:sz w:val="29"/>
          <w:szCs w:val="29"/>
        </w:rPr>
      </w:pPr>
      <w:rPr/>
      <w:r>
        <w:rPr>
          <w:rFonts w:ascii="Times New Roman" w:hAnsi="Times New Roman" w:cs="Times New Roman" w:eastAsia="Times New Roman"/>
          <w:sz w:val="29"/>
          <w:szCs w:val="29"/>
          <w:spacing w:val="0"/>
          <w:w w:val="145"/>
          <w:position w:val="-1"/>
        </w:rPr>
        <w:t>1/</w:t>
      </w:r>
      <w:r>
        <w:rPr>
          <w:rFonts w:ascii="Times New Roman" w:hAnsi="Times New Roman" w:cs="Times New Roman" w:eastAsia="Times New Roman"/>
          <w:sz w:val="29"/>
          <w:szCs w:val="29"/>
          <w:spacing w:val="4"/>
          <w:w w:val="145"/>
          <w:position w:val="-1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  <w:position w:val="-1"/>
        </w:rPr>
        <w:t>NEMATODI</w:t>
      </w:r>
      <w:r>
        <w:rPr>
          <w:rFonts w:ascii="Times New Roman" w:hAnsi="Times New Roman" w:cs="Times New Roman" w:eastAsia="Times New Roman"/>
          <w:sz w:val="29"/>
          <w:szCs w:val="29"/>
          <w:spacing w:val="1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9"/>
          <w:szCs w:val="29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  <w:position w:val="-1"/>
        </w:rPr>
        <w:t>DISTURBI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  <w:position w:val="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0" w:footer="0" w:top="460" w:bottom="280" w:left="480" w:right="1680"/>
          <w:headerReference w:type="even" r:id="rId30"/>
          <w:pgSz w:w="11900" w:h="16840"/>
        </w:sectPr>
      </w:pPr>
      <w:rPr/>
    </w:p>
    <w:p>
      <w:pPr>
        <w:spacing w:before="34" w:after="0" w:line="244" w:lineRule="auto"/>
        <w:ind w:left="230" w:right="-61" w:firstLine="-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ANGUINU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ETERODERU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4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Anguilulle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71" w:lineRule="exact"/>
        <w:ind w:left="9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  <w:position w:val="-1"/>
        </w:rPr>
        <w:t>Heterodera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5" w:after="0" w:line="272" w:lineRule="exact"/>
        <w:ind w:left="1103" w:right="749" w:firstLine="-1103"/>
        <w:jc w:val="left"/>
        <w:tabs>
          <w:tab w:pos="10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position w:val="1"/>
        </w:rPr>
        <w:t>ANGUINUM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  <w:position w:val="0"/>
        </w:rPr>
        <w:t>HETERODERA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480" w:right="1680"/>
          <w:cols w:num="3" w:equalWidth="0">
            <w:col w:w="1698" w:space="2058"/>
            <w:col w:w="1203" w:space="1221"/>
            <w:col w:w="3560"/>
          </w:cols>
        </w:sectPr>
      </w:pPr>
      <w:rPr/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/>
        <w:pict>
          <v:group style="position:absolute;margin-left:320.930786pt;margin-top:625.363159pt;width:272.649164pt;height:.1pt;mso-position-horizontal-relative:page;mso-position-vertical-relative:page;z-index:-6307" coordorigin="6419,12507" coordsize="5453,2">
            <v:shape style="position:absolute;left:6419;top:12507;width:5453;height:2" coordorigin="6419,12507" coordsize="5453,0" path="m6419,12507l11872,12507e" filled="f" stroked="t" strokeweight=".473349pt" strokecolor="#000000">
              <v:path arrowok="t"/>
            </v:shape>
          </v:group>
          <w10:wrap type="none"/>
        </w:pict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auto"/>
        <w:ind w:left="121" w:right="-20"/>
        <w:jc w:val="left"/>
        <w:rPr>
          <w:rFonts w:ascii="Times New Roman" w:hAnsi="Times New Roman" w:cs="Times New Roman" w:eastAsia="Times New Roman"/>
          <w:sz w:val="33"/>
          <w:szCs w:val="33"/>
        </w:rPr>
      </w:pPr>
      <w:rPr/>
      <w:r>
        <w:rPr>
          <w:rFonts w:ascii="Times New Roman" w:hAnsi="Times New Roman" w:cs="Times New Roman" w:eastAsia="Times New Roman"/>
          <w:sz w:val="33"/>
          <w:szCs w:val="33"/>
          <w:spacing w:val="0"/>
          <w:w w:val="132"/>
        </w:rPr>
        <w:t>2/</w:t>
      </w:r>
      <w:r>
        <w:rPr>
          <w:rFonts w:ascii="Times New Roman" w:hAnsi="Times New Roman" w:cs="Times New Roman" w:eastAsia="Times New Roman"/>
          <w:sz w:val="33"/>
          <w:szCs w:val="33"/>
          <w:spacing w:val="3"/>
          <w:w w:val="132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INSETTI</w:t>
      </w:r>
      <w:r>
        <w:rPr>
          <w:rFonts w:ascii="Times New Roman" w:hAnsi="Times New Roman" w:cs="Times New Roman" w:eastAsia="Times New Roman"/>
          <w:sz w:val="33"/>
          <w:szCs w:val="33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33"/>
          <w:szCs w:val="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  <w:t>DISTURBI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56.88942" w:type="dxa"/>
      </w:tblPr>
      <w:tblGrid/>
      <w:tr>
        <w:trPr>
          <w:trHeight w:val="659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4" w:after="0" w:line="248" w:lineRule="auto"/>
              <w:ind w:left="68" w:right="937" w:firstLine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ALERODU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(emitteru)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ALTIZU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(coleotteru)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4" w:after="0" w:line="240" w:lineRule="auto"/>
              <w:ind w:left="57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Aleurode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4" w:after="0" w:line="240" w:lineRule="auto"/>
              <w:ind w:left="57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Altise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8" w:after="0" w:line="240" w:lineRule="auto"/>
              <w:ind w:left="12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6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ALEYRODES</w:t>
            </w:r>
          </w:p>
        </w:tc>
      </w:tr>
      <w:tr>
        <w:trPr>
          <w:trHeight w:val="578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ALUCITU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(lepidotteru)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5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#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(tignolu)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3" w:lineRule="exact"/>
              <w:ind w:left="57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Alucite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ANTONOMU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(coleotteru)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Anthonome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6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ANTHONOMUS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APIU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5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Apion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7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BALANINU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  <w:w w:val="11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coloeotteru)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5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Balanin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6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CURCULIUS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7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BUSGELLU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5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(larve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châtaignes)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0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BIBIU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(ditteru)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5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3"/>
              </w:rPr>
              <w:t>Bib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  <w:w w:val="103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65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BIBIO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1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4" w:lineRule="exact"/>
              <w:ind w:left="447" w:right="-20"/>
              <w:jc w:val="left"/>
              <w:tabs>
                <w:tab w:pos="8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#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-5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(zinzalu)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7" w:lineRule="exact"/>
              <w:ind w:left="7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BOMBICCIU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(lepidotteru)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7" w:lineRule="exact"/>
              <w:ind w:left="5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Bombyx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7" w:lineRule="exact"/>
              <w:ind w:left="65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position w:val="-1"/>
              </w:rPr>
              <w:t>BOMBYX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310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45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#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(ciattu)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BOSTRICHJU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coleotteru)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5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1"/>
              </w:rPr>
              <w:t>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1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triche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6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BOSTRICHUS</w:t>
            </w:r>
          </w:p>
        </w:tc>
      </w:tr>
      <w:tr>
        <w:trPr>
          <w:trHeight w:val="281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BUPRESSU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5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Bupreste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BRUCHJU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  <w:w w:val="117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coleotteru)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5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Bruche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65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97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  <w:w w:val="97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CHUS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CAPNODU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55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Capnode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CARPOCASSU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ditteru)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3" w:lineRule="exact"/>
              <w:ind w:left="5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Carpocapse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BUSGELLU</w:t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55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(larve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châtaignes)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CASSIDA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(coleotteru)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0" w:lineRule="exact"/>
              <w:ind w:left="5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Casside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64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CASSIDA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68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CECIDOMIU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ditteru)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85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5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  <w:position w:val="-1"/>
              </w:rPr>
              <w:t>Cécidomyie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0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3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0"/>
                <w:w w:val="100"/>
              </w:rPr>
              <w:t>#</w:t>
            </w:r>
            <w:r>
              <w:rPr>
                <w:rFonts w:ascii="Times New Roman" w:hAnsi="Times New Roman" w:cs="Times New Roman" w:eastAsia="Times New Roman"/>
                <w:sz w:val="25"/>
                <w:szCs w:val="25"/>
                <w:spacing w:val="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(zinzalu)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7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CEFU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(imenotteru)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5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Cèphe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CERATITU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(ditteru)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54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Cératite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1"/>
              </w:rPr>
              <w:t>CERATITIS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1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4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CETONIA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1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coleotteru)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54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Cetoine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63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5"/>
              </w:rPr>
              <w:t>CETONIA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74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BURBUGLIU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  <w:w w:val="11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coleotteru)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0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BRUGHI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5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Charançon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4" w:after="0" w:line="240" w:lineRule="auto"/>
              <w:ind w:left="53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Chenilles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(larves)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62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2"/>
              </w:rPr>
              <w:t>CURCULIUS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CICADELLU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0"/>
              </w:rPr>
              <w:t>(emitteru)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5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w w:val="107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7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3" w:hRule="exact"/>
        </w:trPr>
        <w:tc>
          <w:tcPr>
            <w:tcW w:w="34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53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6"/>
              </w:rPr>
              <w:t>Coccinelle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62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4"/>
              </w:rPr>
              <w:t>COCCINELLA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1900" w:h="16840"/>
          <w:pgMar w:top="960" w:bottom="0" w:left="480" w:right="1680"/>
        </w:sectPr>
      </w:pPr>
      <w:rPr/>
    </w:p>
    <w:p>
      <w:pPr>
        <w:spacing w:before="0" w:after="0" w:line="804" w:lineRule="exact"/>
        <w:ind w:left="19" w:right="-20"/>
        <w:jc w:val="left"/>
        <w:rPr>
          <w:rFonts w:ascii="Arial" w:hAnsi="Arial" w:cs="Arial" w:eastAsia="Arial"/>
          <w:sz w:val="78"/>
          <w:szCs w:val="78"/>
        </w:rPr>
      </w:pPr>
      <w:rPr/>
      <w:r>
        <w:rPr>
          <w:rFonts w:ascii="Arial" w:hAnsi="Arial" w:cs="Arial" w:eastAsia="Arial"/>
          <w:sz w:val="78"/>
          <w:szCs w:val="78"/>
          <w:spacing w:val="0"/>
          <w:w w:val="53"/>
        </w:rPr>
        <w:t>n</w:t>
      </w:r>
      <w:r>
        <w:rPr>
          <w:rFonts w:ascii="Arial" w:hAnsi="Arial" w:cs="Arial" w:eastAsia="Arial"/>
          <w:sz w:val="78"/>
          <w:szCs w:val="78"/>
          <w:spacing w:val="0"/>
          <w:w w:val="100"/>
        </w:rPr>
      </w:r>
    </w:p>
    <w:p>
      <w:pPr>
        <w:spacing w:before="17" w:after="0" w:line="240" w:lineRule="auto"/>
        <w:ind w:left="38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.199597pt;margin-top:.8994pt;width:11.492521pt;height:39pt;mso-position-horizontal-relative:page;mso-position-vertical-relative:paragraph;z-index:-6305" type="#_x0000_t202" filled="f" stroked="f">
            <v:textbox inset="0,0,0,0">
              <w:txbxContent>
                <w:p>
                  <w:pPr>
                    <w:spacing w:before="0" w:after="0" w:line="780" w:lineRule="exact"/>
                    <w:ind w:right="-157"/>
                    <w:jc w:val="left"/>
                    <w:rPr>
                      <w:rFonts w:ascii="Arial" w:hAnsi="Arial" w:cs="Arial" w:eastAsia="Arial"/>
                      <w:sz w:val="78"/>
                      <w:szCs w:val="78"/>
                    </w:rPr>
                  </w:pPr>
                  <w:rPr/>
                  <w:r>
                    <w:rPr>
                      <w:rFonts w:ascii="Arial" w:hAnsi="Arial" w:cs="Arial" w:eastAsia="Arial"/>
                      <w:sz w:val="78"/>
                      <w:szCs w:val="78"/>
                      <w:spacing w:val="0"/>
                      <w:w w:val="53"/>
                      <w:position w:val="-1"/>
                    </w:rPr>
                    <w:t>n</w:t>
                  </w:r>
                  <w:r>
                    <w:rPr>
                      <w:rFonts w:ascii="Arial" w:hAnsi="Arial" w:cs="Arial" w:eastAsia="Arial"/>
                      <w:sz w:val="78"/>
                      <w:szCs w:val="7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w w:val="96"/>
          <w:i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Treanton'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9" w:after="0" w:line="244" w:lineRule="auto"/>
        <w:ind w:left="518" w:right="-63" w:firstLine="-1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COCCINELLA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(coleotteru)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COCCU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(emitteru)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46" w:right="-20"/>
        <w:jc w:val="left"/>
        <w:rPr>
          <w:rFonts w:ascii="Courier New" w:hAnsi="Courier New" w:cs="Courier New" w:eastAsia="Courier New"/>
          <w:sz w:val="26"/>
          <w:szCs w:val="26"/>
        </w:rPr>
      </w:pPr>
      <w:rPr/>
      <w:r>
        <w:rPr>
          <w:rFonts w:ascii="Courier New" w:hAnsi="Courier New" w:cs="Courier New" w:eastAsia="Courier New"/>
          <w:sz w:val="26"/>
          <w:szCs w:val="26"/>
          <w:spacing w:val="0"/>
          <w:w w:val="100"/>
          <w:i/>
        </w:rPr>
        <w:t>22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tabs>
          <w:tab w:pos="360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Cochenille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  <w:r>
        <w:rPr>
          <w:rFonts w:ascii="Arial" w:hAnsi="Arial" w:cs="Arial" w:eastAsia="Arial"/>
          <w:sz w:val="32"/>
          <w:szCs w:val="32"/>
          <w:spacing w:val="0"/>
          <w:w w:val="103"/>
          <w:position w:val="6"/>
        </w:rPr>
        <w:t>coccus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0" w:top="0" w:bottom="280" w:left="0" w:right="1640"/>
          <w:headerReference w:type="odd" r:id="rId31"/>
          <w:pgSz w:w="11900" w:h="16840"/>
          <w:cols w:num="2" w:equalWidth="0">
            <w:col w:w="3403" w:space="1093"/>
            <w:col w:w="5764"/>
          </w:cols>
        </w:sectPr>
      </w:pPr>
      <w:rPr/>
    </w:p>
    <w:p>
      <w:pPr>
        <w:spacing w:before="0" w:after="0" w:line="268" w:lineRule="exact"/>
        <w:ind w:left="518" w:right="-20"/>
        <w:jc w:val="left"/>
        <w:tabs>
          <w:tab w:pos="45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590.201599pt;margin-top:359.69165pt;width:.1pt;height:33.353662pt;mso-position-horizontal-relative:page;mso-position-vertical-relative:page;z-index:-6306" coordorigin="11804,7194" coordsize="2,667">
            <v:shape style="position:absolute;left:11804;top:7194;width:2;height:667" coordorigin="11804,7194" coordsize="0,667" path="m11804,7861l11804,7194e" filled="f" stroked="t" strokeweight=".239919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.919355pt;margin-top:9.308536pt;width:9.5238pt;height:13pt;mso-position-horizontal-relative:page;mso-position-vertical-relative:paragraph;z-index:-6304" type="#_x0000_t202" filled="f" stroked="f">
            <v:textbox inset="0,0,0,0">
              <w:txbxContent>
                <w:p>
                  <w:pPr>
                    <w:spacing w:before="0" w:after="0" w:line="260" w:lineRule="exact"/>
                    <w:ind w:right="-79"/>
                    <w:jc w:val="left"/>
                    <w:rPr>
                      <w:rFonts w:ascii="Arial" w:hAnsi="Arial" w:cs="Arial" w:eastAsia="Arial"/>
                      <w:sz w:val="26"/>
                      <w:szCs w:val="26"/>
                    </w:rPr>
                  </w:pPr>
                  <w:rPr/>
                  <w:r>
                    <w:rPr>
                      <w:rFonts w:ascii="Arial" w:hAnsi="Arial" w:cs="Arial" w:eastAsia="Arial"/>
                      <w:sz w:val="26"/>
                      <w:szCs w:val="26"/>
                      <w:spacing w:val="0"/>
                      <w:w w:val="55"/>
                    </w:rPr>
                    <w:t>r--·</w:t>
                  </w:r>
                  <w:r>
                    <w:rPr>
                      <w:rFonts w:ascii="Arial" w:hAnsi="Arial" w:cs="Arial" w:eastAsia="Arial"/>
                      <w:sz w:val="26"/>
                      <w:szCs w:val="26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2"/>
        </w:rPr>
        <w:t>COCHJILU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-2"/>
        </w:rPr>
        <w:t>lepidotteru)</w:t>
      </w:r>
      <w:r>
        <w:rPr>
          <w:rFonts w:ascii="Times New Roman" w:hAnsi="Times New Roman" w:cs="Times New Roman" w:eastAsia="Times New Roman"/>
          <w:sz w:val="25"/>
          <w:szCs w:val="25"/>
          <w:spacing w:val="-32"/>
          <w:w w:val="107"/>
          <w:position w:val="-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1"/>
        </w:rPr>
        <w:t>Cochylis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3" w:after="0" w:line="187" w:lineRule="auto"/>
        <w:ind w:left="523" w:right="350" w:firstLine="-5"/>
        <w:jc w:val="left"/>
        <w:tabs>
          <w:tab w:pos="4500" w:val="left"/>
          <w:tab w:pos="81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CURTIGRILLU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</w:rPr>
        <w:t>(ortotteru)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3"/>
        </w:rPr>
        <w:t>Courtillière</w:t>
      </w:r>
      <w:r>
        <w:rPr>
          <w:rFonts w:ascii="Times New Roman" w:hAnsi="Times New Roman" w:cs="Times New Roman" w:eastAsia="Times New Roman"/>
          <w:sz w:val="25"/>
          <w:szCs w:val="25"/>
          <w:spacing w:val="-30"/>
          <w:w w:val="104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8"/>
        </w:rPr>
        <w:t>GLILLOTALPA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GRILLETU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9"/>
          <w:position w:val="0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  <w:position w:val="0"/>
        </w:rPr>
        <w:t>ortotteru)</w:t>
      </w:r>
      <w:r>
        <w:rPr>
          <w:rFonts w:ascii="Times New Roman" w:hAnsi="Times New Roman" w:cs="Times New Roman" w:eastAsia="Times New Roman"/>
          <w:sz w:val="25"/>
          <w:szCs w:val="25"/>
          <w:spacing w:val="-63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Criquet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ACRIDIDAE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309" w:lineRule="exact"/>
        <w:ind w:left="-2" w:right="211"/>
        <w:jc w:val="center"/>
        <w:tabs>
          <w:tab w:pos="480" w:val="left"/>
          <w:tab w:pos="4460" w:val="left"/>
          <w:tab w:pos="80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10"/>
          <w:szCs w:val="10"/>
          <w:spacing w:val="0"/>
          <w:w w:val="55"/>
          <w:position w:val="12"/>
        </w:rPr>
        <w:t>1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55"/>
          <w:position w:val="12"/>
        </w:rPr>
        <w:t>      </w:t>
      </w:r>
      <w:r>
        <w:rPr>
          <w:rFonts w:ascii="Times New Roman" w:hAnsi="Times New Roman" w:cs="Times New Roman" w:eastAsia="Times New Roman"/>
          <w:sz w:val="10"/>
          <w:szCs w:val="10"/>
          <w:spacing w:val="11"/>
          <w:w w:val="55"/>
          <w:position w:val="12"/>
        </w:rPr>
        <w:t> 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33"/>
          <w:position w:val="12"/>
        </w:rPr>
        <w:t>-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  <w:position w:val="12"/>
        </w:rPr>
        <w:tab/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  <w:position w:val="1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DORIFORU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(coleotteru)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2"/>
        </w:rPr>
        <w:t>Doryphore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8"/>
        </w:rPr>
        <w:t>LEPTINOTARSA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68" w:lineRule="exact"/>
        <w:ind w:left="537" w:right="-20"/>
        <w:jc w:val="left"/>
        <w:tabs>
          <w:tab w:pos="45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2"/>
        </w:rPr>
        <w:t>EUDEMISU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-2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-55"/>
          <w:w w:val="108"/>
          <w:position w:val="-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0"/>
        </w:rPr>
        <w:t>Eudémis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0" w:lineRule="exact"/>
        <w:ind w:left="537" w:right="-20"/>
        <w:jc w:val="left"/>
        <w:tabs>
          <w:tab w:pos="4520" w:val="left"/>
          <w:tab w:pos="81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FORFICULA</w:t>
      </w:r>
      <w:r>
        <w:rPr>
          <w:rFonts w:ascii="Times New Roman" w:hAnsi="Times New Roman" w:cs="Times New Roman" w:eastAsia="Times New Roman"/>
          <w:sz w:val="25"/>
          <w:szCs w:val="25"/>
          <w:spacing w:val="-18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10"/>
          <w:position w:val="-4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0"/>
          <w:position w:val="-4"/>
        </w:rPr>
        <w:t>dermatteru)</w:t>
      </w:r>
      <w:r>
        <w:rPr>
          <w:rFonts w:ascii="Times New Roman" w:hAnsi="Times New Roman" w:cs="Times New Roman" w:eastAsia="Times New Roman"/>
          <w:sz w:val="25"/>
          <w:szCs w:val="25"/>
          <w:spacing w:val="-59"/>
          <w:w w:val="11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Forficule</w:t>
      </w:r>
      <w:r>
        <w:rPr>
          <w:rFonts w:ascii="Times New Roman" w:hAnsi="Times New Roman" w:cs="Times New Roman" w:eastAsia="Times New Roman"/>
          <w:sz w:val="25"/>
          <w:szCs w:val="25"/>
          <w:spacing w:val="-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5"/>
        </w:rPr>
        <w:t>FORFICULA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64" w:lineRule="exact"/>
        <w:ind w:left="43" w:right="-20"/>
        <w:jc w:val="left"/>
        <w:rPr>
          <w:rFonts w:ascii="Arial" w:hAnsi="Arial" w:cs="Arial" w:eastAsia="Arial"/>
          <w:sz w:val="8"/>
          <w:szCs w:val="8"/>
        </w:rPr>
      </w:pPr>
      <w:rPr/>
      <w:r>
        <w:rPr>
          <w:rFonts w:ascii="Arial" w:hAnsi="Arial" w:cs="Arial" w:eastAsia="Arial"/>
          <w:sz w:val="8"/>
          <w:szCs w:val="8"/>
          <w:spacing w:val="0"/>
          <w:w w:val="208"/>
          <w:position w:val="-1"/>
        </w:rPr>
        <w:t>1-</w:t>
      </w:r>
      <w:r>
        <w:rPr>
          <w:rFonts w:ascii="Arial" w:hAnsi="Arial" w:cs="Arial" w:eastAsia="Arial"/>
          <w:sz w:val="8"/>
          <w:szCs w:val="8"/>
          <w:spacing w:val="0"/>
          <w:w w:val="100"/>
          <w:position w:val="0"/>
        </w:rPr>
      </w:r>
    </w:p>
    <w:p>
      <w:pPr>
        <w:spacing w:before="0" w:after="0" w:line="230" w:lineRule="exact"/>
        <w:ind w:left="9" w:right="4365"/>
        <w:jc w:val="center"/>
        <w:tabs>
          <w:tab w:pos="44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60"/>
          <w:position w:val="2"/>
        </w:rPr>
        <w:t>;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2"/>
        </w:rPr>
        <w:tab/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perce</w:t>
      </w:r>
      <w:r>
        <w:rPr>
          <w:rFonts w:ascii="Times New Roman" w:hAnsi="Times New Roman" w:cs="Times New Roman" w:eastAsia="Times New Roman"/>
          <w:sz w:val="25"/>
          <w:szCs w:val="25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0"/>
        </w:rPr>
        <w:t>oreille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31" w:after="0" w:line="188" w:lineRule="auto"/>
        <w:ind w:left="547" w:right="239"/>
        <w:jc w:val="left"/>
        <w:tabs>
          <w:tab w:pos="4520" w:val="left"/>
          <w:tab w:pos="81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FURMICULA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(imenotteru)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Fourmi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FORMICA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CALAFRONE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0"/>
        </w:rPr>
        <w:t>(imenotteru)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Frelon</w:t>
      </w:r>
      <w:r>
        <w:rPr>
          <w:rFonts w:ascii="Times New Roman" w:hAnsi="Times New Roman" w:cs="Times New Roman" w:eastAsia="Times New Roman"/>
          <w:sz w:val="25"/>
          <w:szCs w:val="25"/>
          <w:spacing w:val="-30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VESPACRABRO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GALBELLU</w:t>
      </w:r>
      <w:r>
        <w:rPr>
          <w:rFonts w:ascii="Times New Roman" w:hAnsi="Times New Roman" w:cs="Times New Roman" w:eastAsia="Times New Roman"/>
          <w:sz w:val="25"/>
          <w:szCs w:val="25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(coleotteru)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  <w:position w:val="3"/>
        </w:rPr>
        <w:t>Hanneton</w:t>
      </w:r>
      <w:r>
        <w:rPr>
          <w:rFonts w:ascii="Times New Roman" w:hAnsi="Times New Roman" w:cs="Times New Roman" w:eastAsia="Times New Roman"/>
          <w:sz w:val="25"/>
          <w:szCs w:val="25"/>
          <w:spacing w:val="-37"/>
          <w:w w:val="106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  <w:position w:val="9"/>
        </w:rPr>
        <w:t>MELOLONTHA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LECANIU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(emitteru)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Lecanium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9"/>
        </w:rPr>
        <w:t>EULECANIUM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82" w:lineRule="exact"/>
        <w:ind w:left="557" w:right="-20"/>
        <w:jc w:val="left"/>
        <w:tabs>
          <w:tab w:pos="45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>TIGNOLU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-3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-42"/>
          <w:w w:val="107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0"/>
        </w:rPr>
        <w:t>Mineuse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" w:after="0" w:line="186" w:lineRule="auto"/>
        <w:ind w:left="571" w:right="36" w:firstLine="-5"/>
        <w:jc w:val="left"/>
        <w:tabs>
          <w:tab w:pos="4560" w:val="left"/>
          <w:tab w:pos="81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5"/>
        </w:rPr>
        <w:t>MOSCA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  <w:position w:val="-5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5"/>
        </w:rPr>
        <w:t>dittera)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5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Mouche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(des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fruits)</w:t>
      </w:r>
      <w:r>
        <w:rPr>
          <w:rFonts w:ascii="Times New Roman" w:hAnsi="Times New Roman" w:cs="Times New Roman" w:eastAsia="Times New Roman"/>
          <w:sz w:val="25"/>
          <w:szCs w:val="25"/>
          <w:spacing w:val="-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5"/>
        </w:rPr>
        <w:t>MOSCA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>MUSCHINU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9"/>
          <w:position w:val="-4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  <w:position w:val="-4"/>
        </w:rPr>
        <w:t>dittera)</w:t>
      </w:r>
      <w:r>
        <w:rPr>
          <w:rFonts w:ascii="Times New Roman" w:hAnsi="Times New Roman" w:cs="Times New Roman" w:eastAsia="Times New Roman"/>
          <w:sz w:val="25"/>
          <w:szCs w:val="25"/>
          <w:spacing w:val="-62"/>
          <w:w w:val="109"/>
          <w:position w:val="-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4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Moucheron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(des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fruits)</w:t>
      </w:r>
      <w:r>
        <w:rPr>
          <w:rFonts w:ascii="Times New Roman" w:hAnsi="Times New Roman" w:cs="Times New Roman" w:eastAsia="Times New Roman"/>
          <w:sz w:val="25"/>
          <w:szCs w:val="25"/>
          <w:spacing w:val="-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4"/>
        </w:rPr>
        <w:t>MUSCIDAE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NOTTUELLU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  <w:position w:val="0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Noctuelle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9"/>
        </w:rPr>
        <w:t>NOCTUIDAE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6"/>
          <w:position w:val="0"/>
        </w:rPr>
        <w:t>FILOSSERU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(emitteru)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Phylloxera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0"/>
        </w:rPr>
        <w:t>PHILLOXERIDAE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97"/>
          <w:position w:val="0"/>
        </w:rPr>
        <w:t>PIERISU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97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0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Piéride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PI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  <w:position w:val="9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RIS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305" w:lineRule="exact"/>
        <w:ind w:left="581" w:right="-20"/>
        <w:jc w:val="left"/>
        <w:tabs>
          <w:tab w:pos="45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PIDOCHJINU</w:t>
      </w:r>
      <w:r>
        <w:rPr>
          <w:rFonts w:ascii="Times New Roman" w:hAnsi="Times New Roman" w:cs="Times New Roman" w:eastAsia="Times New Roman"/>
          <w:sz w:val="25"/>
          <w:szCs w:val="25"/>
          <w:spacing w:val="4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(emitteru)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Pou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de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San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3"/>
        </w:rPr>
        <w:t>José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9" w:after="0" w:line="256" w:lineRule="exact"/>
        <w:ind w:left="590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>di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>San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>José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5" w:after="0" w:line="187" w:lineRule="auto"/>
        <w:ind w:left="595" w:right="600"/>
        <w:jc w:val="left"/>
        <w:tabs>
          <w:tab w:pos="4580" w:val="left"/>
          <w:tab w:pos="8170" w:val="left"/>
          <w:tab w:pos="82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PIDOCHJU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(mallofaga)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5"/>
        </w:rPr>
        <w:t>Pou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5"/>
        </w:rPr>
        <w:t>(homme,</w:t>
      </w:r>
      <w:r>
        <w:rPr>
          <w:rFonts w:ascii="Times New Roman" w:hAnsi="Times New Roman" w:cs="Times New Roman" w:eastAsia="Times New Roman"/>
          <w:sz w:val="25"/>
          <w:szCs w:val="25"/>
          <w:spacing w:val="40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5"/>
        </w:rPr>
        <w:t>animaux)</w:t>
      </w:r>
      <w:r>
        <w:rPr>
          <w:rFonts w:ascii="Times New Roman" w:hAnsi="Times New Roman" w:cs="Times New Roman" w:eastAsia="Times New Roman"/>
          <w:sz w:val="25"/>
          <w:szCs w:val="25"/>
          <w:spacing w:val="-6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10"/>
        </w:rPr>
        <w:t>PEDICULUS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1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PSILLU</w:t>
      </w:r>
      <w:r>
        <w:rPr>
          <w:rFonts w:ascii="Times New Roman" w:hAnsi="Times New Roman" w:cs="Times New Roman" w:eastAsia="Times New Roman"/>
          <w:sz w:val="25"/>
          <w:szCs w:val="25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(ditteru)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Psylle</w:t>
      </w:r>
      <w:r>
        <w:rPr>
          <w:rFonts w:ascii="Times New Roman" w:hAnsi="Times New Roman" w:cs="Times New Roman" w:eastAsia="Times New Roman"/>
          <w:sz w:val="25"/>
          <w:szCs w:val="25"/>
          <w:spacing w:val="-32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PSYLLA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8" w:lineRule="exact"/>
        <w:ind w:left="600" w:right="-20"/>
        <w:jc w:val="left"/>
        <w:tabs>
          <w:tab w:pos="45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>PIDOCHJINU</w:t>
      </w:r>
      <w:r>
        <w:rPr>
          <w:rFonts w:ascii="Times New Roman" w:hAnsi="Times New Roman" w:cs="Times New Roman" w:eastAsia="Times New Roman"/>
          <w:sz w:val="25"/>
          <w:szCs w:val="25"/>
          <w:spacing w:val="4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>(emitteru)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1"/>
        </w:rPr>
        <w:t>Puceron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5" w:after="0" w:line="185" w:lineRule="auto"/>
        <w:ind w:left="609" w:right="236" w:firstLine="-10"/>
        <w:jc w:val="left"/>
        <w:tabs>
          <w:tab w:pos="4570" w:val="left"/>
          <w:tab w:pos="4600" w:val="left"/>
          <w:tab w:pos="82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CIMICIA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(emitteru)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4"/>
        </w:rPr>
        <w:t>Punaise</w:t>
      </w:r>
      <w:r>
        <w:rPr>
          <w:rFonts w:ascii="Times New Roman" w:hAnsi="Times New Roman" w:cs="Times New Roman" w:eastAsia="Times New Roman"/>
          <w:sz w:val="25"/>
          <w:szCs w:val="25"/>
          <w:spacing w:val="57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4"/>
        </w:rPr>
        <w:t>(des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4"/>
        </w:rPr>
        <w:t>blés)</w:t>
      </w:r>
      <w:r>
        <w:rPr>
          <w:rFonts w:ascii="Times New Roman" w:hAnsi="Times New Roman" w:cs="Times New Roman" w:eastAsia="Times New Roman"/>
          <w:sz w:val="25"/>
          <w:szCs w:val="25"/>
          <w:spacing w:val="-53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9"/>
        </w:rPr>
        <w:t>CIMICIDAE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PIRALU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0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6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Pyrale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PYRALIDAE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GRILLACCIA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8"/>
          <w:position w:val="0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0"/>
        </w:rPr>
        <w:t>ortotteru)</w:t>
      </w:r>
      <w:r>
        <w:rPr>
          <w:rFonts w:ascii="Times New Roman" w:hAnsi="Times New Roman" w:cs="Times New Roman" w:eastAsia="Times New Roman"/>
          <w:sz w:val="25"/>
          <w:szCs w:val="25"/>
          <w:spacing w:val="-64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Sauterelle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9"/>
        </w:rPr>
        <w:t>SALTATORIA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SCARABEU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(coleotteru)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Scarabée</w:t>
      </w:r>
      <w:r>
        <w:rPr>
          <w:rFonts w:ascii="Times New Roman" w:hAnsi="Times New Roman" w:cs="Times New Roman" w:eastAsia="Times New Roman"/>
          <w:sz w:val="25"/>
          <w:szCs w:val="25"/>
          <w:spacing w:val="-8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0"/>
        </w:rPr>
        <w:t>SCARABEIDAE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SCOLITU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(coleotteru)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Scolyte</w:t>
      </w:r>
      <w:r>
        <w:rPr>
          <w:rFonts w:ascii="Times New Roman" w:hAnsi="Times New Roman" w:cs="Times New Roman" w:eastAsia="Times New Roman"/>
          <w:sz w:val="25"/>
          <w:szCs w:val="25"/>
          <w:spacing w:val="-33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SOLYTUS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310" w:lineRule="exact"/>
        <w:ind w:left="624" w:right="-20"/>
        <w:jc w:val="left"/>
        <w:tabs>
          <w:tab w:pos="460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SESIU</w:t>
      </w:r>
      <w:r>
        <w:rPr>
          <w:rFonts w:ascii="Times New Roman" w:hAnsi="Times New Roman" w:cs="Times New Roman" w:eastAsia="Times New Roman"/>
          <w:sz w:val="25"/>
          <w:szCs w:val="25"/>
          <w:spacing w:val="-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  <w:position w:val="-1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-41"/>
          <w:w w:val="105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  <w:position w:val="3"/>
        </w:rPr>
        <w:t>Sesia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5" w:after="0" w:line="256" w:lineRule="exact"/>
        <w:ind w:left="638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23"/>
          <w:szCs w:val="23"/>
          <w:spacing w:val="0"/>
          <w:w w:val="100"/>
          <w:position w:val="-3"/>
        </w:rPr>
        <w:t>#</w:t>
      </w:r>
      <w:r>
        <w:rPr>
          <w:rFonts w:ascii="Arial" w:hAnsi="Arial" w:cs="Arial" w:eastAsia="Arial"/>
          <w:sz w:val="23"/>
          <w:szCs w:val="23"/>
          <w:spacing w:val="12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-3"/>
        </w:rPr>
        <w:t>(tignolu)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9" w:after="0" w:line="186" w:lineRule="auto"/>
        <w:ind w:left="638" w:right="681" w:firstLine="-10"/>
        <w:jc w:val="left"/>
        <w:tabs>
          <w:tab w:pos="4620" w:val="left"/>
          <w:tab w:pos="82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SILFA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(coleotteru)</w:t>
      </w:r>
      <w:r>
        <w:rPr>
          <w:rFonts w:ascii="Times New Roman" w:hAnsi="Times New Roman" w:cs="Times New Roman" w:eastAsia="Times New Roman"/>
          <w:sz w:val="25"/>
          <w:szCs w:val="25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Silphe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9"/>
        </w:rPr>
        <w:t>SILPHA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4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ILOÏCU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0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Sphynx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HYLOICUS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AGRIOTU</w:t>
      </w:r>
      <w:r>
        <w:rPr>
          <w:rFonts w:ascii="Times New Roman" w:hAnsi="Times New Roman" w:cs="Times New Roman" w:eastAsia="Times New Roman"/>
          <w:sz w:val="25"/>
          <w:szCs w:val="25"/>
          <w:spacing w:val="5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(coleotteru)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11"/>
          <w:position w:val="3"/>
        </w:rPr>
        <w:t>Taupin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AGRIOTE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TIGNOLA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0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Teigne</w:t>
      </w:r>
      <w:r>
        <w:rPr>
          <w:rFonts w:ascii="Times New Roman" w:hAnsi="Times New Roman" w:cs="Times New Roman" w:eastAsia="Times New Roman"/>
          <w:sz w:val="25"/>
          <w:szCs w:val="25"/>
          <w:spacing w:val="-14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  <w:position w:val="9"/>
        </w:rPr>
        <w:t>TINEOLA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76" w:lineRule="exact"/>
        <w:ind w:left="643" w:right="-20"/>
        <w:jc w:val="left"/>
        <w:tabs>
          <w:tab w:pos="462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>TENTREDU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  <w:position w:val="-3"/>
        </w:rPr>
        <w:t>(imenotteru)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  <w:position w:val="0"/>
        </w:rPr>
        <w:t>Tenthrède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322" w:lineRule="exact"/>
        <w:ind w:left="653" w:right="-20"/>
        <w:jc w:val="left"/>
        <w:tabs>
          <w:tab w:pos="4640" w:val="left"/>
          <w:tab w:pos="82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5"/>
          <w:position w:val="-1"/>
        </w:rPr>
        <w:t>TRISSU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95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-1"/>
        </w:rPr>
        <w:t>(tisanotteru)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Thrips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8"/>
        </w:rPr>
        <w:t>THRIPSUS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293" w:lineRule="exact"/>
        <w:ind w:left="657" w:right="-20"/>
        <w:jc w:val="left"/>
        <w:tabs>
          <w:tab w:pos="464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TIGRU</w:t>
      </w:r>
      <w:r>
        <w:rPr>
          <w:rFonts w:ascii="Times New Roman" w:hAnsi="Times New Roman" w:cs="Times New Roman" w:eastAsia="Times New Roman"/>
          <w:sz w:val="25"/>
          <w:szCs w:val="25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(emitteru)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2"/>
        </w:rPr>
        <w:t>Tigre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0" w:after="0" w:line="261" w:lineRule="exact"/>
        <w:ind w:right="-20"/>
        <w:jc w:val="left"/>
        <w:tabs>
          <w:tab w:pos="6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23"/>
          <w:szCs w:val="23"/>
          <w:position w:val="-2"/>
        </w:rPr>
      </w:r>
      <w:r>
        <w:rPr>
          <w:rFonts w:ascii="Arial" w:hAnsi="Arial" w:cs="Arial" w:eastAsia="Arial"/>
          <w:sz w:val="23"/>
          <w:szCs w:val="23"/>
          <w:u w:val="single" w:color="000000"/>
          <w:position w:val="-2"/>
        </w:rPr>
        <w:t> </w:t>
      </w:r>
      <w:r>
        <w:rPr>
          <w:rFonts w:ascii="Arial" w:hAnsi="Arial" w:cs="Arial" w:eastAsia="Arial"/>
          <w:sz w:val="23"/>
          <w:szCs w:val="23"/>
          <w:u w:val="single" w:color="000000"/>
          <w:position w:val="-2"/>
        </w:rPr>
        <w:tab/>
      </w:r>
      <w:r>
        <w:rPr>
          <w:rFonts w:ascii="Arial" w:hAnsi="Arial" w:cs="Arial" w:eastAsia="Arial"/>
          <w:sz w:val="23"/>
          <w:szCs w:val="23"/>
          <w:u w:val="single" w:color="000000"/>
          <w:position w:val="-2"/>
        </w:rPr>
      </w:r>
      <w:r>
        <w:rPr>
          <w:rFonts w:ascii="Arial" w:hAnsi="Arial" w:cs="Arial" w:eastAsia="Arial"/>
          <w:sz w:val="23"/>
          <w:szCs w:val="23"/>
          <w:position w:val="-2"/>
        </w:rPr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  <w:t>#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23"/>
          <w:szCs w:val="23"/>
          <w:spacing w:val="1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-2"/>
        </w:rPr>
        <w:t>(cimichjinu)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0" w:after="0" w:line="315" w:lineRule="exact"/>
        <w:ind w:left="662" w:right="-20"/>
        <w:jc w:val="left"/>
        <w:tabs>
          <w:tab w:pos="4640" w:val="left"/>
          <w:tab w:pos="82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TIPULU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>(ditteru)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>Tipule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  <w:position w:val="8"/>
        </w:rPr>
        <w:t>TIPOLA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10" w:after="0" w:line="261" w:lineRule="exact"/>
        <w:ind w:left="677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23"/>
          <w:szCs w:val="23"/>
          <w:spacing w:val="0"/>
          <w:w w:val="100"/>
          <w:position w:val="-2"/>
        </w:rPr>
        <w:t>#</w:t>
      </w:r>
      <w:r>
        <w:rPr>
          <w:rFonts w:ascii="Arial" w:hAnsi="Arial" w:cs="Arial" w:eastAsia="Arial"/>
          <w:sz w:val="23"/>
          <w:szCs w:val="23"/>
          <w:spacing w:val="1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-2"/>
        </w:rPr>
        <w:t>zinzalonu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8" w:after="0" w:line="187" w:lineRule="auto"/>
        <w:ind w:left="667" w:right="738" w:firstLine="5"/>
        <w:jc w:val="left"/>
        <w:tabs>
          <w:tab w:pos="4640" w:val="left"/>
          <w:tab w:pos="826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TORTRICCIU</w:t>
      </w:r>
      <w:r>
        <w:rPr>
          <w:rFonts w:ascii="Times New Roman" w:hAnsi="Times New Roman" w:cs="Times New Roman" w:eastAsia="Times New Roman"/>
          <w:sz w:val="25"/>
          <w:szCs w:val="25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3"/>
        </w:rPr>
        <w:t>Tordeuse</w:t>
      </w:r>
      <w:r>
        <w:rPr>
          <w:rFonts w:ascii="Times New Roman" w:hAnsi="Times New Roman" w:cs="Times New Roman" w:eastAsia="Times New Roman"/>
          <w:sz w:val="25"/>
          <w:szCs w:val="25"/>
          <w:spacing w:val="-58"/>
          <w:w w:val="108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TORTRIX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ARMU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(di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frutti)</w:t>
      </w:r>
      <w:r>
        <w:rPr>
          <w:rFonts w:ascii="Times New Roman" w:hAnsi="Times New Roman" w:cs="Times New Roman" w:eastAsia="Times New Roman"/>
          <w:sz w:val="25"/>
          <w:szCs w:val="25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Larve</w:t>
      </w:r>
      <w:r>
        <w:rPr>
          <w:rFonts w:ascii="Times New Roman" w:hAnsi="Times New Roman" w:cs="Times New Roman" w:eastAsia="Times New Roman"/>
          <w:sz w:val="25"/>
          <w:szCs w:val="25"/>
          <w:spacing w:val="-28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VERMIS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VESPA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0"/>
        </w:rPr>
        <w:t>(imenotteru)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2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Guêpe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8"/>
        </w:rPr>
        <w:t>VESPA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>ZUZERU</w:t>
      </w:r>
      <w:r>
        <w:rPr>
          <w:rFonts w:ascii="Times New Roman" w:hAnsi="Times New Roman" w:cs="Times New Roman" w:eastAsia="Times New Roman"/>
          <w:sz w:val="25"/>
          <w:szCs w:val="25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8"/>
          <w:position w:val="0"/>
        </w:rPr>
        <w:t>(lepidotteru)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>Zeuzène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1"/>
          <w:position w:val="9"/>
        </w:rPr>
        <w:t>ZEUZERA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1640"/>
        </w:sectPr>
      </w:pPr>
      <w:rPr/>
    </w:p>
    <w:p>
      <w:pPr>
        <w:spacing w:before="81" w:after="0" w:line="240" w:lineRule="auto"/>
        <w:ind w:left="522" w:right="-20"/>
        <w:jc w:val="left"/>
        <w:tabs>
          <w:tab w:pos="5600" w:val="left"/>
        </w:tabs>
        <w:rPr>
          <w:rFonts w:ascii="Courier New" w:hAnsi="Courier New" w:cs="Courier New" w:eastAsia="Courier New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Treanton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i/>
        </w:rPr>
        <w:t>23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32"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33"/>
          <w:szCs w:val="33"/>
          <w:w w:val="136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36"/>
          <w:u w:val="thick" w:color="000000"/>
        </w:rPr>
        <w:t>3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36"/>
          <w:u w:val="thick" w:color="000000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36"/>
          <w:u w:val="thick" w:color="000000"/>
        </w:rPr>
        <w:t>/</w:t>
      </w:r>
      <w:r>
        <w:rPr>
          <w:rFonts w:ascii="Times New Roman" w:hAnsi="Times New Roman" w:cs="Times New Roman" w:eastAsia="Times New Roman"/>
          <w:sz w:val="33"/>
          <w:szCs w:val="33"/>
          <w:spacing w:val="81"/>
          <w:w w:val="136"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u w:val="thick" w:color="000000"/>
        </w:rPr>
        <w:t>ACARI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u w:val="thick" w:color="000000"/>
        </w:rPr>
        <w:t>I</w:t>
      </w:r>
      <w:r>
        <w:rPr>
          <w:rFonts w:ascii="Times New Roman" w:hAnsi="Times New Roman" w:cs="Times New Roman" w:eastAsia="Times New Roman"/>
          <w:sz w:val="33"/>
          <w:szCs w:val="33"/>
          <w:spacing w:val="-6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u w:val="thick" w:color="000000"/>
        </w:rPr>
        <w:t>D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u w:val="thick" w:color="000000"/>
        </w:rPr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u w:val="thick" w:color="000000"/>
        </w:rPr>
        <w:t>I</w:t>
      </w:r>
      <w:r>
        <w:rPr>
          <w:rFonts w:ascii="Times New Roman" w:hAnsi="Times New Roman" w:cs="Times New Roman" w:eastAsia="Times New Roman"/>
          <w:sz w:val="33"/>
          <w:szCs w:val="33"/>
          <w:spacing w:val="12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82"/>
          <w:b/>
          <w:bCs/>
          <w:u w:val="thick" w:color="000000"/>
        </w:rPr>
        <w:t>DISTURJ31</w:t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82"/>
          <w:b/>
          <w:bCs/>
        </w:rPr>
      </w:r>
      <w:r>
        <w:rPr>
          <w:rFonts w:ascii="Times New Roman" w:hAnsi="Times New Roman" w:cs="Times New Roman" w:eastAsia="Times New Roman"/>
          <w:sz w:val="34"/>
          <w:szCs w:val="34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2" w:lineRule="exact"/>
        <w:ind w:left="641" w:right="-20"/>
        <w:jc w:val="left"/>
        <w:tabs>
          <w:tab w:pos="59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94"/>
          <w:position w:val="-1"/>
        </w:rPr>
        <w:t>ACARIU</w:t>
      </w:r>
      <w:r>
        <w:rPr>
          <w:rFonts w:ascii="Times New Roman" w:hAnsi="Times New Roman" w:cs="Times New Roman" w:eastAsia="Times New Roman"/>
          <w:sz w:val="25"/>
          <w:szCs w:val="25"/>
          <w:spacing w:val="-5"/>
          <w:w w:val="94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  <w:position w:val="-1"/>
        </w:rPr>
        <w:t>(arannidu)</w:t>
      </w:r>
      <w:r>
        <w:rPr>
          <w:rFonts w:ascii="Times New Roman" w:hAnsi="Times New Roman" w:cs="Times New Roman" w:eastAsia="Times New Roman"/>
          <w:sz w:val="25"/>
          <w:szCs w:val="25"/>
          <w:spacing w:val="-46"/>
          <w:w w:val="107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position w:val="0"/>
        </w:rPr>
        <w:t>ACARIEN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0" w:footer="0" w:top="700" w:bottom="280" w:left="0" w:right="0"/>
          <w:headerReference w:type="even" r:id="rId32"/>
          <w:pgSz w:w="11900" w:h="16840"/>
        </w:sectPr>
      </w:pPr>
      <w:rPr/>
    </w:p>
    <w:p>
      <w:pPr>
        <w:spacing w:before="27" w:after="0" w:line="240" w:lineRule="auto"/>
        <w:ind w:left="636" w:right="-83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ACARIUZA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(parassituza)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" w:after="0" w:line="282" w:lineRule="exact"/>
        <w:ind w:left="636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ERINOZA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9"/>
          <w:position w:val="-1"/>
        </w:rPr>
        <w:t>(d'acariu)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position w:val="0"/>
        </w:rPr>
      </w:r>
    </w:p>
    <w:p>
      <w:pPr>
        <w:spacing w:before="32" w:after="0" w:line="253" w:lineRule="auto"/>
        <w:ind w:left="9" w:right="4692" w:firstLine="-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13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ERI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4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  <w:cols w:num="2" w:equalWidth="0">
            <w:col w:w="3347" w:space="2567"/>
            <w:col w:w="5986"/>
          </w:cols>
        </w:sectPr>
      </w:pPr>
      <w:rPr/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</w:sectPr>
      </w:pPr>
      <w:rPr/>
    </w:p>
    <w:p>
      <w:pPr>
        <w:spacing w:before="27" w:after="0" w:line="244" w:lineRule="auto"/>
        <w:ind w:left="631" w:right="-63" w:firstLine="9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ERIOFIESU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(acariu)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FILOCOTTU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(acariu)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FITOTTU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(acariu)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TETRANICU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(acariu)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7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ANONICU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7"/>
        </w:rPr>
        <w:t>(acariu)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32" w:after="0" w:line="253" w:lineRule="auto"/>
        <w:ind w:right="4108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ERIOPHYES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PHYLLOCOPTE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PHYTOPTE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TETRANYCHUS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PANONYCHUS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  <w:cols w:num="2" w:equalWidth="0">
            <w:col w:w="2935" w:space="2984"/>
            <w:col w:w="598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373" w:lineRule="exact"/>
        <w:ind w:left="517" w:right="-20"/>
        <w:jc w:val="left"/>
        <w:rPr>
          <w:rFonts w:ascii="Times New Roman" w:hAnsi="Times New Roman" w:cs="Times New Roman" w:eastAsia="Times New Roman"/>
          <w:sz w:val="33"/>
          <w:szCs w:val="33"/>
        </w:rPr>
      </w:pPr>
      <w:rPr/>
      <w:r>
        <w:rPr>
          <w:rFonts w:ascii="Times New Roman" w:hAnsi="Times New Roman" w:cs="Times New Roman" w:eastAsia="Times New Roman"/>
          <w:sz w:val="33"/>
          <w:szCs w:val="33"/>
          <w:spacing w:val="0"/>
          <w:w w:val="134"/>
          <w:position w:val="-1"/>
        </w:rPr>
        <w:t>4/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34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MOLLUSCHI</w:t>
      </w:r>
      <w:r>
        <w:rPr>
          <w:rFonts w:ascii="Times New Roman" w:hAnsi="Times New Roman" w:cs="Times New Roman" w:eastAsia="Times New Roman"/>
          <w:sz w:val="33"/>
          <w:szCs w:val="33"/>
          <w:spacing w:val="3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33"/>
          <w:szCs w:val="33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DISTURBI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</w:sectPr>
      </w:pPr>
      <w:rPr/>
    </w:p>
    <w:p>
      <w:pPr>
        <w:spacing w:before="38" w:after="0" w:line="253" w:lineRule="auto"/>
        <w:ind w:left="636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LUMACA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LUMACONE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9" w:after="0" w:line="257" w:lineRule="auto"/>
        <w:ind w:left="5" w:right="4619" w:firstLine="-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ESCARGOT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LIMACE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  <w:cols w:num="2" w:equalWidth="0">
            <w:col w:w="2077" w:space="3851"/>
            <w:col w:w="5972"/>
          </w:cols>
        </w:sectPr>
      </w:pPr>
      <w:rPr/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373" w:lineRule="exact"/>
        <w:ind w:left="517" w:right="-20"/>
        <w:jc w:val="left"/>
        <w:rPr>
          <w:rFonts w:ascii="Times New Roman" w:hAnsi="Times New Roman" w:cs="Times New Roman" w:eastAsia="Times New Roman"/>
          <w:sz w:val="33"/>
          <w:szCs w:val="33"/>
        </w:rPr>
      </w:pPr>
      <w:rPr/>
      <w:r>
        <w:rPr>
          <w:rFonts w:ascii="Times New Roman" w:hAnsi="Times New Roman" w:cs="Times New Roman" w:eastAsia="Times New Roman"/>
          <w:sz w:val="33"/>
          <w:szCs w:val="33"/>
          <w:spacing w:val="0"/>
          <w:w w:val="140"/>
          <w:position w:val="-1"/>
        </w:rPr>
        <w:t>5/</w:t>
      </w:r>
      <w:r>
        <w:rPr>
          <w:rFonts w:ascii="Times New Roman" w:hAnsi="Times New Roman" w:cs="Times New Roman" w:eastAsia="Times New Roman"/>
          <w:sz w:val="33"/>
          <w:szCs w:val="33"/>
          <w:spacing w:val="2"/>
          <w:w w:val="14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UCELLI</w:t>
      </w:r>
      <w:r>
        <w:rPr>
          <w:rFonts w:ascii="Times New Roman" w:hAnsi="Times New Roman" w:cs="Times New Roman" w:eastAsia="Times New Roman"/>
          <w:sz w:val="33"/>
          <w:szCs w:val="33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33"/>
          <w:szCs w:val="33"/>
          <w:spacing w:val="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DISTURBI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</w:sectPr>
      </w:pPr>
      <w:rPr/>
    </w:p>
    <w:p>
      <w:pPr>
        <w:spacing w:before="38" w:after="0" w:line="253" w:lineRule="auto"/>
        <w:ind w:left="631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CURNACCHIA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CORVU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GHJANDAGHJA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STURNELLU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9" w:after="0" w:line="254" w:lineRule="auto"/>
        <w:ind w:left="5" w:right="4372" w:firstLine="-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CORNEILLE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CORBEAU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GEAI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ETOURNEAU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  <w:cols w:num="2" w:equalWidth="0">
            <w:col w:w="2518" w:space="3416"/>
            <w:col w:w="5966"/>
          </w:cols>
        </w:sectPr>
      </w:pPr>
      <w:rPr/>
    </w:p>
    <w:p>
      <w:pPr>
        <w:spacing w:before="0" w:after="0" w:line="240" w:lineRule="auto"/>
        <w:ind w:left="19" w:right="-20"/>
        <w:jc w:val="left"/>
        <w:tabs>
          <w:tab w:pos="620" w:val="left"/>
          <w:tab w:pos="5940" w:val="left"/>
          <w:tab w:pos="1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w w:val="101"/>
          <w:u w:val="single" w:color="000000"/>
        </w:rPr>
        <w:t>PASSERU</w:t>
      </w:r>
      <w:r>
        <w:rPr>
          <w:rFonts w:ascii="Times New Roman" w:hAnsi="Times New Roman" w:cs="Times New Roman" w:eastAsia="Times New Roman"/>
          <w:sz w:val="24"/>
          <w:szCs w:val="24"/>
          <w:w w:val="101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w w:val="106"/>
          <w:u w:val="single" w:color="000000"/>
        </w:rPr>
        <w:t>MOINEAU</w:t>
      </w:r>
      <w:r>
        <w:rPr>
          <w:rFonts w:ascii="Times New Roman" w:hAnsi="Times New Roman" w:cs="Times New Roman" w:eastAsia="Times New Roman"/>
          <w:sz w:val="24"/>
          <w:szCs w:val="24"/>
          <w:w w:val="106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3" w:lineRule="exact"/>
        <w:ind w:left="527" w:right="-20"/>
        <w:jc w:val="left"/>
        <w:rPr>
          <w:rFonts w:ascii="Times New Roman" w:hAnsi="Times New Roman" w:cs="Times New Roman" w:eastAsia="Times New Roman"/>
          <w:sz w:val="33"/>
          <w:szCs w:val="33"/>
        </w:rPr>
      </w:pPr>
      <w:rPr/>
      <w:r>
        <w:rPr>
          <w:rFonts w:ascii="Times New Roman" w:hAnsi="Times New Roman" w:cs="Times New Roman" w:eastAsia="Times New Roman"/>
          <w:sz w:val="33"/>
          <w:szCs w:val="33"/>
          <w:spacing w:val="0"/>
          <w:w w:val="135"/>
          <w:position w:val="-1"/>
        </w:rPr>
        <w:t>6/</w:t>
      </w:r>
      <w:r>
        <w:rPr>
          <w:rFonts w:ascii="Times New Roman" w:hAnsi="Times New Roman" w:cs="Times New Roman" w:eastAsia="Times New Roman"/>
          <w:sz w:val="33"/>
          <w:szCs w:val="33"/>
          <w:spacing w:val="9"/>
          <w:w w:val="135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MAMMIFERI</w:t>
      </w:r>
      <w:r>
        <w:rPr>
          <w:rFonts w:ascii="Times New Roman" w:hAnsi="Times New Roman" w:cs="Times New Roman" w:eastAsia="Times New Roman"/>
          <w:sz w:val="33"/>
          <w:szCs w:val="33"/>
          <w:spacing w:val="1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33"/>
          <w:szCs w:val="33"/>
          <w:spacing w:val="7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-1"/>
        </w:rPr>
        <w:t>DISTURBI</w:t>
      </w:r>
      <w:r>
        <w:rPr>
          <w:rFonts w:ascii="Times New Roman" w:hAnsi="Times New Roman" w:cs="Times New Roman" w:eastAsia="Times New Roman"/>
          <w:sz w:val="33"/>
          <w:szCs w:val="33"/>
          <w:spacing w:val="0"/>
          <w:w w:val="100"/>
          <w:position w:val="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</w:sectPr>
      </w:pPr>
      <w:rPr/>
    </w:p>
    <w:p>
      <w:pPr>
        <w:spacing w:before="29" w:after="0" w:line="255" w:lineRule="auto"/>
        <w:ind w:left="636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CUNIGLIULU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TOPU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MURAGHJOLU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9" w:after="0" w:line="251" w:lineRule="auto"/>
        <w:ind w:right="45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LAPIN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MULOT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SURMULOT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0"/>
          <w:cols w:num="2" w:equalWidth="0">
            <w:col w:w="2393" w:space="3559"/>
            <w:col w:w="5948"/>
          </w:cols>
        </w:sectPr>
      </w:pPr>
      <w:rPr/>
    </w:p>
    <w:p>
      <w:pPr>
        <w:spacing w:before="0" w:after="0" w:line="808" w:lineRule="exact"/>
        <w:ind w:left="29" w:right="-20"/>
        <w:jc w:val="left"/>
        <w:rPr>
          <w:rFonts w:ascii="Arial" w:hAnsi="Arial" w:cs="Arial" w:eastAsia="Arial"/>
          <w:sz w:val="71"/>
          <w:szCs w:val="71"/>
        </w:rPr>
      </w:pPr>
      <w:rPr/>
      <w:r>
        <w:rPr>
          <w:rFonts w:ascii="Arial" w:hAnsi="Arial" w:cs="Arial" w:eastAsia="Arial"/>
          <w:sz w:val="71"/>
          <w:szCs w:val="71"/>
          <w:spacing w:val="0"/>
          <w:w w:val="53"/>
          <w:b/>
          <w:bCs/>
          <w:position w:val="-1"/>
        </w:rPr>
        <w:t>n</w:t>
      </w:r>
      <w:r>
        <w:rPr>
          <w:rFonts w:ascii="Arial" w:hAnsi="Arial" w:cs="Arial" w:eastAsia="Arial"/>
          <w:sz w:val="71"/>
          <w:szCs w:val="71"/>
          <w:spacing w:val="0"/>
          <w:w w:val="100"/>
          <w:position w:val="0"/>
        </w:rPr>
      </w:r>
    </w:p>
    <w:p>
      <w:pPr>
        <w:spacing w:before="0" w:after="0" w:line="842" w:lineRule="exact"/>
        <w:ind w:left="38" w:right="-162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Arial" w:hAnsi="Arial" w:cs="Arial" w:eastAsia="Arial"/>
          <w:sz w:val="81"/>
          <w:szCs w:val="81"/>
          <w:spacing w:val="0"/>
          <w:w w:val="52"/>
          <w:position w:val="1"/>
        </w:rPr>
        <w:t>n</w:t>
      </w:r>
      <w:r>
        <w:rPr>
          <w:rFonts w:ascii="Arial" w:hAnsi="Arial" w:cs="Arial" w:eastAsia="Arial"/>
          <w:sz w:val="81"/>
          <w:szCs w:val="81"/>
          <w:spacing w:val="33"/>
          <w:w w:val="52"/>
          <w:position w:val="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  <w:position w:val="47"/>
        </w:rPr>
        <w:t>Pierre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  <w:position w:val="4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  <w:position w:val="47"/>
        </w:rPr>
        <w:t>Treanton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299"/>
        </w:rPr>
        <w:t>l'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158" w:lineRule="exact"/>
        <w:ind w:left="53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52"/>
          <w:position w:val="-1"/>
        </w:rPr>
        <w:t>1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90" w:right="432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i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4" w:lineRule="auto"/>
        <w:ind w:left="-34" w:right="1844"/>
        <w:jc w:val="center"/>
        <w:rPr>
          <w:rFonts w:ascii="Times New Roman" w:hAnsi="Times New Roman" w:cs="Times New Roman" w:eastAsia="Times New Roman"/>
          <w:sz w:val="39"/>
          <w:szCs w:val="39"/>
        </w:rPr>
      </w:pPr>
      <w:rPr/>
      <w:r>
        <w:rPr>
          <w:rFonts w:ascii="Times New Roman" w:hAnsi="Times New Roman" w:cs="Times New Roman" w:eastAsia="Times New Roman"/>
          <w:sz w:val="39"/>
          <w:szCs w:val="39"/>
          <w:spacing w:val="0"/>
          <w:w w:val="87"/>
          <w:b/>
          <w:bCs/>
        </w:rPr>
        <w:t>ESEMPII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1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39"/>
          <w:szCs w:val="39"/>
          <w:spacing w:val="5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100"/>
          <w:b/>
          <w:bCs/>
        </w:rPr>
        <w:t>NOMI</w:t>
      </w:r>
      <w:r>
        <w:rPr>
          <w:rFonts w:ascii="Times New Roman" w:hAnsi="Times New Roman" w:cs="Times New Roman" w:eastAsia="Times New Roman"/>
          <w:sz w:val="39"/>
          <w:szCs w:val="39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90"/>
          <w:b/>
          <w:bCs/>
        </w:rPr>
        <w:t>CHIMICHI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39"/>
          <w:szCs w:val="39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9"/>
          <w:szCs w:val="39"/>
          <w:spacing w:val="5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88"/>
          <w:b/>
          <w:bCs/>
        </w:rPr>
        <w:t>DISTURBI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4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39"/>
          <w:szCs w:val="39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92"/>
          <w:b/>
          <w:bCs/>
        </w:rPr>
        <w:t>PIANTI</w:t>
      </w:r>
      <w:r>
        <w:rPr>
          <w:rFonts w:ascii="Times New Roman" w:hAnsi="Times New Roman" w:cs="Times New Roman" w:eastAsia="Times New Roman"/>
          <w:sz w:val="39"/>
          <w:szCs w:val="39"/>
          <w:spacing w:val="0"/>
          <w:w w:val="100"/>
        </w:rPr>
      </w:r>
    </w:p>
    <w:p>
      <w:pPr>
        <w:jc w:val="center"/>
        <w:spacing w:after="0"/>
        <w:sectPr>
          <w:pgMar w:header="0" w:footer="0" w:top="0" w:bottom="0" w:left="0" w:right="1680"/>
          <w:headerReference w:type="odd" r:id="rId33"/>
          <w:pgSz w:w="11900" w:h="16840"/>
          <w:cols w:num="2" w:equalWidth="0">
            <w:col w:w="1541" w:space="1607"/>
            <w:col w:w="7072"/>
          </w:cols>
        </w:sectPr>
      </w:pPr>
      <w:rPr/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1680"/>
        </w:sectPr>
      </w:pPr>
      <w:rPr/>
    </w:p>
    <w:p>
      <w:pPr>
        <w:spacing w:before="5" w:after="0" w:line="240" w:lineRule="auto"/>
        <w:ind w:left="58" w:right="-20"/>
        <w:jc w:val="left"/>
        <w:tabs>
          <w:tab w:pos="5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43"/>
          <w:szCs w:val="43"/>
          <w:spacing w:val="0"/>
          <w:w w:val="51"/>
        </w:rPr>
        <w:t>r·</w:t>
      </w:r>
      <w:r>
        <w:rPr>
          <w:rFonts w:ascii="Arial" w:hAnsi="Arial" w:cs="Arial" w:eastAsia="Arial"/>
          <w:sz w:val="43"/>
          <w:szCs w:val="43"/>
          <w:spacing w:val="0"/>
          <w:w w:val="100"/>
        </w:rPr>
        <w:tab/>
      </w:r>
      <w:r>
        <w:rPr>
          <w:rFonts w:ascii="Arial" w:hAnsi="Arial" w:cs="Arial" w:eastAsia="Arial"/>
          <w:sz w:val="43"/>
          <w:szCs w:val="43"/>
          <w:spacing w:val="0"/>
          <w:w w:val="10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ACETATU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47" w:lineRule="exact"/>
        <w:ind w:left="62" w:right="-20"/>
        <w:jc w:val="left"/>
        <w:tabs>
          <w:tab w:pos="5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20"/>
        </w:rPr>
        <w:t>l-</w:t>
      </w:r>
      <w:r>
        <w:rPr>
          <w:rFonts w:ascii="Times New Roman" w:hAnsi="Times New Roman" w:cs="Times New Roman" w:eastAsia="Times New Roman"/>
          <w:sz w:val="23"/>
          <w:szCs w:val="23"/>
          <w:spacing w:val="-54"/>
          <w:w w:val="12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0"/>
        </w:rPr>
        <w:t>ACETICU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52" w:after="0" w:line="254" w:lineRule="exact"/>
        <w:ind w:left="58" w:right="-20"/>
        <w:jc w:val="left"/>
        <w:tabs>
          <w:tab w:pos="5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90"/>
          <w:position w:val="-1"/>
        </w:rPr>
        <w:t>,,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22"/>
          <w:position w:val="-1"/>
        </w:rPr>
        <w:t>AODU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126" w:lineRule="exact"/>
        <w:ind w:left="67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73"/>
          <w:position w:val="-3"/>
        </w:rPr>
        <w:t>!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0" w:after="0" w:line="209" w:lineRule="exact"/>
        <w:ind w:left="62" w:right="-20"/>
        <w:jc w:val="left"/>
        <w:tabs>
          <w:tab w:pos="5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  <w:t>i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  <w:position w:val="1"/>
        </w:rPr>
        <w:t>ALUMINIU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15" w:after="0" w:line="240" w:lineRule="auto"/>
        <w:ind w:left="58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AMMONIU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38" w:after="0" w:line="213" w:lineRule="exact"/>
        <w:ind w:left="72" w:right="-20"/>
        <w:jc w:val="left"/>
        <w:tabs>
          <w:tab w:pos="5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00"/>
        </w:rPr>
        <w:t>i</w:t>
      </w:r>
      <w:r>
        <w:rPr>
          <w:rFonts w:ascii="Arial" w:hAnsi="Arial" w:cs="Arial" w:eastAsia="Arial"/>
          <w:sz w:val="15"/>
          <w:szCs w:val="15"/>
          <w:spacing w:val="-39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ab/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  <w:position w:val="-4"/>
        </w:rPr>
        <w:t>AMMONIACU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0" w:after="0" w:line="344" w:lineRule="exact"/>
        <w:ind w:left="72" w:right="-20"/>
        <w:jc w:val="left"/>
        <w:tabs>
          <w:tab w:pos="58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.59879pt;margin-top:11.30054pt;width:1.81818pt;height:4.5pt;mso-position-horizontal-relative:page;mso-position-vertical-relative:paragraph;z-index:-6302" type="#_x0000_t202" filled="f" stroked="f">
            <v:textbox inset="0,0,0,0">
              <w:txbxContent>
                <w:p>
                  <w:pPr>
                    <w:spacing w:before="0" w:after="0" w:line="90" w:lineRule="exact"/>
                    <w:ind w:right="-54"/>
                    <w:jc w:val="left"/>
                    <w:rPr>
                      <w:rFonts w:ascii="Arial" w:hAnsi="Arial" w:cs="Arial" w:eastAsia="Arial"/>
                      <w:sz w:val="9"/>
                      <w:szCs w:val="9"/>
                    </w:rPr>
                  </w:pPr>
                  <w:rPr/>
                  <w:r>
                    <w:rPr>
                      <w:rFonts w:ascii="Arial" w:hAnsi="Arial" w:cs="Arial" w:eastAsia="Arial"/>
                      <w:sz w:val="9"/>
                      <w:szCs w:val="9"/>
                      <w:spacing w:val="0"/>
                      <w:w w:val="182"/>
                    </w:rPr>
                    <w:t>i</w:t>
                  </w:r>
                  <w:r>
                    <w:rPr>
                      <w:rFonts w:ascii="Arial" w:hAnsi="Arial" w:cs="Arial" w:eastAsia="Arial"/>
                      <w:sz w:val="9"/>
                      <w:szCs w:val="9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51"/>
          <w:position w:val="10"/>
        </w:rPr>
        <w:t>!.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10"/>
        </w:rPr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10"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  <w:position w:val="-2"/>
        </w:rPr>
        <w:t>ARSENICU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33" w:after="0" w:line="266" w:lineRule="auto"/>
        <w:ind w:left="590" w:right="247" w:firstLine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0pt;margin-top:389.95459pt;width:35.028226pt;height:.1pt;mso-position-horizontal-relative:page;mso-position-vertical-relative:paragraph;z-index:-6303" coordorigin="0,7799" coordsize="701,2">
            <v:shape style="position:absolute;left:0;top:7799;width:701;height:2" coordorigin="0,7799" coordsize="701,0" path="m0,7799l701,7799e" filled="f" stroked="t" strokeweight=".71975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BUTIRICU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CALCIU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CARBO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1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ATU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CARBONICU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</w:rPr>
        <w:t>CUPRICU*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CLORU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CLOR</w:t>
      </w:r>
      <w:r>
        <w:rPr>
          <w:rFonts w:ascii="Times New Roman" w:hAnsi="Times New Roman" w:cs="Times New Roman" w:eastAsia="Times New Roman"/>
          <w:sz w:val="23"/>
          <w:szCs w:val="23"/>
          <w:spacing w:val="-9"/>
          <w:w w:val="109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ETANOLU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ETILU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ETILICU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FERR</w:t>
      </w:r>
      <w:r>
        <w:rPr>
          <w:rFonts w:ascii="Times New Roman" w:hAnsi="Times New Roman" w:cs="Times New Roman" w:eastAsia="Times New Roman"/>
          <w:sz w:val="23"/>
          <w:szCs w:val="23"/>
          <w:spacing w:val="-15"/>
          <w:w w:val="106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GLUCOSATU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IDROSSIDU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IPOCLORITU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</w:rPr>
        <w:t>IODIU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MALTOSU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METILU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METILICU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MUR</w:t>
      </w:r>
      <w:r>
        <w:rPr>
          <w:rFonts w:ascii="Times New Roman" w:hAnsi="Times New Roman" w:cs="Times New Roman" w:eastAsia="Times New Roman"/>
          <w:sz w:val="23"/>
          <w:szCs w:val="23"/>
          <w:spacing w:val="-9"/>
          <w:w w:val="109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-17"/>
          <w:w w:val="113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</w:rPr>
        <w:t>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NITR</w:t>
      </w:r>
      <w:r>
        <w:rPr>
          <w:rFonts w:ascii="Times New Roman" w:hAnsi="Times New Roman" w:cs="Times New Roman" w:eastAsia="Times New Roman"/>
          <w:sz w:val="23"/>
          <w:szCs w:val="23"/>
          <w:spacing w:val="-9"/>
          <w:w w:val="11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NITRICU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OLIGU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OSS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07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3"/>
          <w:szCs w:val="23"/>
          <w:spacing w:val="-20"/>
          <w:w w:val="109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</w:rPr>
        <w:t>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OSSIDU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OSSIDRICU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FOSFATU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POTASSIU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59" w:lineRule="exact"/>
        <w:ind w:left="696" w:right="-7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ZUCCAROZU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*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38" w:after="0" w:line="264" w:lineRule="auto"/>
        <w:ind w:left="705" w:right="246" w:firstLine="-5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SODIU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SULFATU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SULFIDU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SULFURU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SULFURICU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SULFURUSU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7" w:after="0" w:line="260" w:lineRule="exact"/>
        <w:ind w:left="725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13"/>
          <w:position w:val="-1"/>
        </w:rPr>
        <w:t>ZINCU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67" w:lineRule="auto"/>
        <w:ind w:right="2438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ACETATE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ACETIQUE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</w:rPr>
        <w:t>AODE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ALUMINIUM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AMMONIUM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AMMONIAQUE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ARSENIC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BUTYRIQUE-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CALCIUM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CARBONATE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CARBONIQUE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CUPRIQUE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CHLORE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CHLORATE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ETHANOL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ETHYL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ETHYLIQUE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FERRIQUE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GLUCOSATE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HYDROXYDE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63" w:lineRule="exact"/>
        <w:ind w:left="82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HYPOCHLORITE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38" w:after="0" w:line="263" w:lineRule="auto"/>
        <w:ind w:left="91" w:right="2477" w:firstLine="-1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IODIUM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MALTOSE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3"/>
          <w:szCs w:val="23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THYL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METHYLIQUE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MUR</w:t>
      </w:r>
      <w:r>
        <w:rPr>
          <w:rFonts w:ascii="Times New Roman" w:hAnsi="Times New Roman" w:cs="Times New Roman" w:eastAsia="Times New Roman"/>
          <w:sz w:val="23"/>
          <w:szCs w:val="23"/>
          <w:spacing w:val="-10"/>
          <w:w w:val="108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TIQUE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NITRATE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NITRIQUE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OLIGO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OXALIQUE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OXYDE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OXYDRIQUE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PHOSPHATE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POTASSlliM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SACCHAROSE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SODIUM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SULPHATE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SULFIDE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SULFURE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SULFURIQUE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SULFUREUX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14"/>
        </w:rPr>
        <w:t>ZINC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1680"/>
          <w:cols w:num="2" w:equalWidth="0">
            <w:col w:w="2480" w:space="3422"/>
            <w:col w:w="4318"/>
          </w:cols>
        </w:sectPr>
      </w:pPr>
      <w:rPr/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638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«Ramuccu»-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terme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</w:rPr>
        <w:t>vernaculaire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s'effacer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terme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d'origine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greco</w:t>
      </w:r>
      <w:r>
        <w:rPr>
          <w:rFonts w:ascii="Times New Roman" w:hAnsi="Times New Roman" w:cs="Times New Roman" w:eastAsia="Times New Roman"/>
          <w:sz w:val="17"/>
          <w:szCs w:val="17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latine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«Cupricu&gt;&gt;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9" w:after="0" w:line="193" w:lineRule="exact"/>
        <w:ind w:left="633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3"/>
          <w:w w:val="91"/>
          <w:position w:val="-1"/>
        </w:rPr>
        <w:t>*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  <w:position w:val="-1"/>
        </w:rPr>
        <w:t>«Zuccarozu&gt;&gt;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91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est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terme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corse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d'origine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1"/>
        </w:rPr>
        <w:t>greco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7"/>
          <w:position w:val="-1"/>
        </w:rPr>
        <w:t>latine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134" w:lineRule="exact"/>
        <w:ind w:left="178" w:right="-20"/>
        <w:jc w:val="left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00"/>
          <w:position w:val="-3"/>
        </w:rPr>
        <w:t>: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-3"/>
        </w:rPr>
        <w:t> </w:t>
      </w:r>
      <w:r>
        <w:rPr>
          <w:rFonts w:ascii="Arial" w:hAnsi="Arial" w:cs="Arial" w:eastAsia="Arial"/>
          <w:sz w:val="15"/>
          <w:szCs w:val="15"/>
          <w:spacing w:val="9"/>
          <w:w w:val="100"/>
          <w:position w:val="-3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48"/>
          <w:position w:val="-3"/>
        </w:rPr>
        <w:t>:</w:t>
      </w:r>
      <w:r>
        <w:rPr>
          <w:rFonts w:ascii="Arial" w:hAnsi="Arial" w:cs="Arial" w:eastAsia="Arial"/>
          <w:sz w:val="13"/>
          <w:szCs w:val="13"/>
          <w:spacing w:val="0"/>
          <w:w w:val="100"/>
          <w:position w:val="0"/>
        </w:rPr>
      </w:r>
    </w:p>
    <w:p>
      <w:pPr>
        <w:spacing w:before="0" w:after="0" w:line="103" w:lineRule="exact"/>
        <w:ind w:left="17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246"/>
          <w:position w:val="-3"/>
        </w:rPr>
        <w:t>'.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1680"/>
        </w:sectPr>
      </w:pPr>
      <w:rPr/>
    </w:p>
    <w:p>
      <w:pPr>
        <w:spacing w:before="15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67"/>
          <w:szCs w:val="67"/>
        </w:rPr>
      </w:pPr>
      <w:rPr/>
      <w:r>
        <w:rPr>
          <w:rFonts w:ascii="Times New Roman" w:hAnsi="Times New Roman" w:cs="Times New Roman" w:eastAsia="Times New Roman"/>
          <w:sz w:val="67"/>
          <w:szCs w:val="67"/>
          <w:spacing w:val="0"/>
          <w:w w:val="52"/>
        </w:rPr>
        <w:t>n</w:t>
      </w:r>
      <w:r>
        <w:rPr>
          <w:rFonts w:ascii="Times New Roman" w:hAnsi="Times New Roman" w:cs="Times New Roman" w:eastAsia="Times New Roman"/>
          <w:sz w:val="67"/>
          <w:szCs w:val="67"/>
          <w:spacing w:val="0"/>
          <w:w w:val="100"/>
        </w:rPr>
      </w:r>
    </w:p>
    <w:p>
      <w:pPr>
        <w:spacing w:before="25" w:after="0" w:line="240" w:lineRule="auto"/>
        <w:ind w:left="470" w:right="-5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00831pt;margin-top:4.926256pt;width:8.970pt;height:34.5pt;mso-position-horizontal-relative:page;mso-position-vertical-relative:paragraph;z-index:-6300" type="#_x0000_t202" filled="f" stroked="f">
            <v:textbox inset="0,0,0,0">
              <w:txbxContent>
                <w:p>
                  <w:pPr>
                    <w:spacing w:before="0" w:after="0" w:line="690" w:lineRule="exact"/>
                    <w:ind w:right="-144"/>
                    <w:jc w:val="left"/>
                    <w:rPr>
                      <w:rFonts w:ascii="Times New Roman" w:hAnsi="Times New Roman" w:cs="Times New Roman" w:eastAsia="Times New Roman"/>
                      <w:sz w:val="69"/>
                      <w:szCs w:val="69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69"/>
                      <w:szCs w:val="69"/>
                      <w:spacing w:val="0"/>
                      <w:w w:val="52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69"/>
                      <w:szCs w:val="69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w w:val="93"/>
          <w:i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Treanton'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82" w:right="-46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ACEFATU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031" w:right="4931"/>
        <w:jc w:val="center"/>
        <w:rPr>
          <w:rFonts w:ascii="Courier New" w:hAnsi="Courier New" w:cs="Courier New" w:eastAsia="Courier New"/>
          <w:sz w:val="26"/>
          <w:szCs w:val="26"/>
        </w:rPr>
      </w:pPr>
      <w:rPr/>
      <w:r>
        <w:rPr>
          <w:rFonts w:ascii="Courier New" w:hAnsi="Courier New" w:cs="Courier New" w:eastAsia="Courier New"/>
          <w:sz w:val="26"/>
          <w:szCs w:val="26"/>
          <w:spacing w:val="0"/>
          <w:w w:val="85"/>
          <w:i/>
        </w:rPr>
        <w:t>25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26" w:right="2796"/>
        <w:jc w:val="center"/>
        <w:rPr>
          <w:rFonts w:ascii="Times New Roman" w:hAnsi="Times New Roman" w:cs="Times New Roman" w:eastAsia="Times New Roman"/>
          <w:sz w:val="38"/>
          <w:szCs w:val="38"/>
        </w:rPr>
      </w:pPr>
      <w:rPr/>
      <w:r>
        <w:rPr>
          <w:rFonts w:ascii="Times New Roman" w:hAnsi="Times New Roman" w:cs="Times New Roman" w:eastAsia="Times New Roman"/>
          <w:sz w:val="38"/>
          <w:szCs w:val="38"/>
          <w:w w:val="89"/>
          <w:b/>
          <w:bCs/>
        </w:rPr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  <w:t>PE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  <w:t>R</w:t>
      </w:r>
      <w:r>
        <w:rPr>
          <w:rFonts w:ascii="Times New Roman" w:hAnsi="Times New Roman" w:cs="Times New Roman" w:eastAsia="Times New Roman"/>
          <w:sz w:val="38"/>
          <w:szCs w:val="38"/>
          <w:spacing w:val="12"/>
          <w:w w:val="87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  <w:t>1</w:t>
      </w:r>
      <w:r>
        <w:rPr>
          <w:rFonts w:ascii="Times New Roman" w:hAnsi="Times New Roman" w:cs="Times New Roman" w:eastAsia="Times New Roman"/>
          <w:sz w:val="38"/>
          <w:szCs w:val="38"/>
          <w:spacing w:val="-16"/>
          <w:w w:val="87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  <w:t>DISTURB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7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  <w:u w:val="thick" w:color="000000"/>
        </w:rPr>
        <w:t>D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38"/>
          <w:szCs w:val="38"/>
          <w:spacing w:val="-29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4"/>
          <w:b/>
          <w:bCs/>
          <w:u w:val="thick" w:color="000000"/>
        </w:rPr>
        <w:t>PIANTI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4"/>
          <w:b/>
          <w:bCs/>
        </w:rPr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9" w:lineRule="auto"/>
        <w:ind w:left="-25" w:right="1842"/>
        <w:jc w:val="center"/>
        <w:rPr>
          <w:rFonts w:ascii="Times New Roman" w:hAnsi="Times New Roman" w:cs="Times New Roman" w:eastAsia="Times New Roman"/>
          <w:sz w:val="29"/>
          <w:szCs w:val="29"/>
        </w:rPr>
      </w:pPr>
      <w:rPr/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DICORTICAZIONE</w:t>
      </w:r>
      <w:r>
        <w:rPr>
          <w:rFonts w:ascii="Times New Roman" w:hAnsi="Times New Roman" w:cs="Times New Roman" w:eastAsia="Times New Roman"/>
          <w:sz w:val="29"/>
          <w:szCs w:val="29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9"/>
          <w:szCs w:val="2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NOMI</w:t>
      </w:r>
      <w:r>
        <w:rPr>
          <w:rFonts w:ascii="Times New Roman" w:hAnsi="Times New Roman" w:cs="Times New Roman" w:eastAsia="Times New Roman"/>
          <w:sz w:val="29"/>
          <w:szCs w:val="2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9"/>
          <w:szCs w:val="2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MATERII</w:t>
      </w:r>
      <w:r>
        <w:rPr>
          <w:rFonts w:ascii="Times New Roman" w:hAnsi="Times New Roman" w:cs="Times New Roman" w:eastAsia="Times New Roman"/>
          <w:sz w:val="29"/>
          <w:szCs w:val="2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97"/>
        </w:rPr>
        <w:t>ATTIVI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9"/>
          <w:szCs w:val="2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9"/>
          <w:szCs w:val="2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RICORSICAZIONE</w:t>
      </w:r>
      <w:r>
        <w:rPr>
          <w:rFonts w:ascii="Times New Roman" w:hAnsi="Times New Roman" w:cs="Times New Roman" w:eastAsia="Times New Roman"/>
          <w:sz w:val="29"/>
          <w:szCs w:val="2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spacing w:val="0"/>
          <w:w w:val="100"/>
        </w:rPr>
        <w:t>FITOTERAPUTICA</w:t>
      </w:r>
    </w:p>
    <w:p>
      <w:pPr>
        <w:spacing w:before="18" w:after="0" w:line="248" w:lineRule="exact"/>
        <w:ind w:left="2963" w:right="4076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  <w:position w:val="-1"/>
        </w:rPr>
        <w:t>ACEPHATE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center"/>
        <w:spacing w:after="0"/>
        <w:sectPr>
          <w:pgMar w:header="0" w:footer="0" w:top="20" w:bottom="280" w:left="140" w:right="960"/>
          <w:headerReference w:type="even" r:id="rId34"/>
          <w:pgSz w:w="11900" w:h="16840"/>
          <w:cols w:num="2" w:equalWidth="0">
            <w:col w:w="1673" w:space="800"/>
            <w:col w:w="8327"/>
          </w:cols>
        </w:sectPr>
      </w:pPr>
      <w:rPr/>
    </w:p>
    <w:p>
      <w:pPr>
        <w:spacing w:before="13" w:after="0" w:line="240" w:lineRule="auto"/>
        <w:ind w:left="613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ACIDU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CLORO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FENOSSIACETICU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8" w:after="0" w:line="240" w:lineRule="auto"/>
        <w:ind w:left="613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236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TRICLORO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BENZOICU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8" w:after="0" w:line="252" w:lineRule="auto"/>
        <w:ind w:left="613" w:right="71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DICLORO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FENOSSIACETICU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DICLORO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FENOSSIBUTIRICU</w:t>
      </w:r>
    </w:p>
    <w:p>
      <w:pPr>
        <w:spacing w:before="5" w:after="0" w:line="252" w:lineRule="auto"/>
        <w:ind w:left="613" w:right="10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TRICLORO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FENOSSIPROPRIONICU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245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TRICLORO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FENOSSI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ACETICU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2" w:lineRule="auto"/>
        <w:ind w:left="609" w:right="-58" w:firstLine="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245</w:t>
      </w:r>
      <w:r>
        <w:rPr>
          <w:rFonts w:ascii="Times New Roman" w:hAnsi="Times New Roman" w:cs="Times New Roman" w:eastAsia="Times New Roman"/>
          <w:sz w:val="22"/>
          <w:szCs w:val="22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TRICLORO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FENOSSI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PROPRIONICU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36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DICLORO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PICOLINICU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90" w:lineRule="exact"/>
        <w:ind w:left="60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52"/>
        </w:rPr>
        <w:t>f3</w:t>
      </w:r>
      <w:r>
        <w:rPr>
          <w:rFonts w:ascii="Times New Roman" w:hAnsi="Times New Roman" w:cs="Times New Roman" w:eastAsia="Times New Roman"/>
          <w:sz w:val="28"/>
          <w:szCs w:val="28"/>
          <w:spacing w:val="17"/>
          <w:w w:val="5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INDOLO</w:t>
      </w:r>
      <w:r>
        <w:rPr>
          <w:rFonts w:ascii="Times New Roman" w:hAnsi="Times New Roman" w:cs="Times New Roman" w:eastAsia="Times New Roman"/>
          <w:sz w:val="23"/>
          <w:szCs w:val="23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BUTIRICU</w:t>
      </w:r>
    </w:p>
    <w:p>
      <w:pPr>
        <w:spacing w:before="0" w:after="0" w:line="248" w:lineRule="exact"/>
        <w:ind w:left="60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ACIDU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6"/>
        </w:rPr>
        <w:t>CIANIDRICU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40" w:lineRule="auto"/>
        <w:ind w:left="604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8"/>
        </w:rPr>
        <w:t>ACFURMICU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40" w:lineRule="auto"/>
        <w:ind w:left="60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GIBBERELLICU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8" w:after="0" w:line="252" w:lineRule="auto"/>
        <w:ind w:left="609" w:right="196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NAFTIL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55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ACETICU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PROPRIONICU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60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TRICLORO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ACETICU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8" w:after="0" w:line="240" w:lineRule="auto"/>
        <w:ind w:left="9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ACIDE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CHLORO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PHENOXYACÉTIQUE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3" w:after="0" w:line="240" w:lineRule="auto"/>
        <w:ind w:left="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236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TRICHLOROBENZOiQUE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8" w:after="0" w:line="257" w:lineRule="auto"/>
        <w:ind w:left="9" w:right="100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DICHLORO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PHENOXY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ACETIQUE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DICHLORO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PHENOXY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BUTYRIQUE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9" w:lineRule="exact"/>
        <w:ind w:left="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TRICHLORO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PHENOXY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PROPRIONIQUE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245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TRICHOLORO</w:t>
      </w:r>
      <w:r>
        <w:rPr>
          <w:rFonts w:ascii="Times New Roman" w:hAnsi="Times New Roman" w:cs="Times New Roman" w:eastAsia="Times New Roman"/>
          <w:sz w:val="22"/>
          <w:szCs w:val="22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5"/>
        </w:rPr>
        <w:t>PHENOXYACETIQUE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57" w:lineRule="auto"/>
        <w:ind w:left="5" w:right="38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245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TRICHLORO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PHENOXY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PROPRIONIQUE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36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DICHLORO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PICOLINIQUE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66" w:lineRule="exact"/>
        <w:ind w:left="5" w:right="253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52"/>
        </w:rPr>
        <w:t>f3</w:t>
      </w:r>
      <w:r>
        <w:rPr>
          <w:rFonts w:ascii="Times New Roman" w:hAnsi="Times New Roman" w:cs="Times New Roman" w:eastAsia="Times New Roman"/>
          <w:sz w:val="28"/>
          <w:szCs w:val="28"/>
          <w:spacing w:val="22"/>
          <w:w w:val="5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INDOLE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BUTYRIQUE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ACIDE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CYANHYDRIQUE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3"/>
        </w:rPr>
        <w:t>FORMIQUE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GIBBERELLIQUE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3" w:after="0" w:line="257" w:lineRule="auto"/>
        <w:ind w:left="5" w:right="250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NAPHTYL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55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ACETIQUE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4"/>
        </w:rPr>
        <w:t>PROPRIONIQUE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4" w:lineRule="exact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TRICHLORO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position w:val="-1"/>
        </w:rPr>
        <w:t>ACETIQUE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140" w:right="960"/>
          <w:cols w:num="2" w:equalWidth="0">
            <w:col w:w="5023" w:space="441"/>
            <w:col w:w="5336"/>
          </w:cols>
        </w:sectPr>
      </w:pPr>
      <w:rPr/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140" w:right="960"/>
        </w:sectPr>
      </w:pPr>
      <w:rPr/>
    </w:p>
    <w:p>
      <w:pPr>
        <w:spacing w:before="44" w:after="0" w:line="374" w:lineRule="auto"/>
        <w:ind w:left="595" w:right="822" w:firstLine="5"/>
        <w:jc w:val="left"/>
        <w:tabs>
          <w:tab w:pos="314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ALACLORU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ALACHLORE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ALDICARBU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ALDICARBE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ALDRINU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ALDRINE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AMETRINU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AMETRYNE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AMINOTRIAZOLU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AMINOTRIAZOLE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AMITRAZU</w:t>
      </w:r>
      <w:r>
        <w:rPr>
          <w:rFonts w:ascii="Times New Roman" w:hAnsi="Times New Roman" w:cs="Times New Roman" w:eastAsia="Times New Roman"/>
          <w:sz w:val="16"/>
          <w:szCs w:val="16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AMITRAZE</w:t>
      </w:r>
    </w:p>
    <w:p>
      <w:pPr>
        <w:spacing w:before="2" w:after="0" w:line="372" w:lineRule="auto"/>
        <w:ind w:left="599" w:right="-48" w:firstLine="-5"/>
        <w:jc w:val="left"/>
        <w:tabs>
          <w:tab w:pos="314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AMMONIU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QUATERNARU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AMMONIUM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QUATERNAIRE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ANCIMIDOLU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ANCYMIDOLE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8" w:after="0" w:line="372" w:lineRule="auto"/>
        <w:ind w:left="599" w:right="296" w:firstLine="-5"/>
        <w:jc w:val="left"/>
        <w:tabs>
          <w:tab w:pos="314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ANILAZINU</w:t>
      </w:r>
      <w:r>
        <w:rPr>
          <w:rFonts w:ascii="Times New Roman" w:hAnsi="Times New Roman" w:cs="Times New Roman" w:eastAsia="Times New Roman"/>
          <w:sz w:val="16"/>
          <w:szCs w:val="16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ANILAZINE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ANTRAQUINONU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ANTHRAQUINONE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ARSENITU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2"/>
        </w:rPr>
        <w:t>SODIU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ARSENITE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1"/>
        </w:rPr>
        <w:t>SODIUM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ASULAMU</w:t>
      </w:r>
      <w:r>
        <w:rPr>
          <w:rFonts w:ascii="Times New Roman" w:hAnsi="Times New Roman" w:cs="Times New Roman" w:eastAsia="Times New Roman"/>
          <w:sz w:val="16"/>
          <w:szCs w:val="16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ASULAME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" w:after="0" w:line="378" w:lineRule="auto"/>
        <w:ind w:left="595" w:right="746" w:firstLine="5"/>
        <w:jc w:val="left"/>
        <w:tabs>
          <w:tab w:pos="314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ATRAZINU</w:t>
      </w:r>
      <w:r>
        <w:rPr>
          <w:rFonts w:ascii="Times New Roman" w:hAnsi="Times New Roman" w:cs="Times New Roman" w:eastAsia="Times New Roman"/>
          <w:sz w:val="16"/>
          <w:szCs w:val="16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ATRAZINE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9"/>
        </w:rPr>
        <w:t>AZINFOS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ETILU</w:t>
      </w:r>
      <w:r>
        <w:rPr>
          <w:rFonts w:ascii="Times New Roman" w:hAnsi="Times New Roman" w:cs="Times New Roman" w:eastAsia="Times New Roman"/>
          <w:sz w:val="16"/>
          <w:szCs w:val="16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AZINPHOS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ETHYL</w:t>
      </w:r>
    </w:p>
    <w:p>
      <w:pPr>
        <w:spacing w:before="0" w:after="0" w:line="180" w:lineRule="exact"/>
        <w:ind w:left="595" w:right="-20"/>
        <w:jc w:val="left"/>
        <w:tabs>
          <w:tab w:pos="314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9"/>
        </w:rPr>
        <w:t>AZINFOS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METILU</w:t>
      </w:r>
      <w:r>
        <w:rPr>
          <w:rFonts w:ascii="Times New Roman" w:hAnsi="Times New Roman" w:cs="Times New Roman" w:eastAsia="Times New Roman"/>
          <w:sz w:val="16"/>
          <w:szCs w:val="16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AZINPHOS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METHYL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49" w:after="0" w:line="373" w:lineRule="auto"/>
        <w:ind w:right="269" w:firstLine="9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BIORESMETRINU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BROMACILU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BROl'JADIOLONU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8"/>
        </w:rPr>
        <w:t>BROMOFENOSSIMU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0"/>
        </w:rPr>
        <w:t>BROMOFOSSU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BROMOFOSETILU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BROMOPROPILATU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BROMOSSINILU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BROMURU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METILU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" w:after="0" w:line="378" w:lineRule="auto"/>
        <w:ind w:left="9" w:right="-48" w:firstLine="-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BROMURU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PROPILENU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BUPIRIMATU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3" w:lineRule="exact"/>
        <w:ind w:left="9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BUTAMU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2" w:lineRule="auto"/>
        <w:ind w:left="5" w:right="111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BUTILATU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BUTRALINU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9" w:after="0" w:line="373" w:lineRule="auto"/>
        <w:ind w:right="362" w:firstLine="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BIORESMETHRINE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BROMACIL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BRO:MADIOLONE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BROMOPHEMOXIME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9"/>
        </w:rPr>
        <w:t>BROMOPHOS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BROMOPHOSEYHYL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BROMOPROPYLATE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BROMOXYNIL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BROMURE</w:t>
      </w:r>
      <w:r>
        <w:rPr>
          <w:rFonts w:ascii="Times New Roman" w:hAnsi="Times New Roman" w:cs="Times New Roman" w:eastAsia="Times New Roman"/>
          <w:sz w:val="16"/>
          <w:szCs w:val="16"/>
          <w:spacing w:val="25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METHYL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" w:after="0" w:line="378" w:lineRule="auto"/>
        <w:ind w:left="5" w:right="69" w:firstLine="-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BROMURE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PROPYLÈNE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BUPIRIMATE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3" w:lineRule="exact"/>
        <w:ind w:left="5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w w:val="107"/>
        </w:rPr>
        <w:t>BU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7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AM</w:t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2" w:lineRule="auto"/>
        <w:ind w:right="1328" w:firstLine="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BUTILATE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BUTRALINE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140" w:right="960"/>
          <w:cols w:num="3" w:equalWidth="0">
            <w:col w:w="5376" w:space="549"/>
            <w:col w:w="2122" w:space="444"/>
            <w:col w:w="2309"/>
          </w:cols>
        </w:sectPr>
      </w:pPr>
      <w:rPr/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/>
        <w:pict>
          <v:group style="position:absolute;margin-left:2.825485pt;margin-top:627.400513pt;width:583.933518pt;height:.1pt;mso-position-horizontal-relative:page;mso-position-vertical-relative:page;z-index:-6301" coordorigin="57,12548" coordsize="11679,2">
            <v:shape style="position:absolute;left:57;top:12548;width:11679;height:2" coordorigin="57,12548" coordsize="11679,0" path="m57,12548l11735,12548e" filled="f" stroked="t" strokeweight=".706371pt" strokecolor="#000000">
              <v:path arrowok="t"/>
            </v:shape>
          </v:group>
          <w10:wrap type="none"/>
        </w:pict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2" w:lineRule="auto"/>
        <w:ind w:left="604" w:right="-48" w:firstLine="-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BACILLU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0"/>
        </w:rPr>
        <w:t>TURINGHJIENSU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BARBANU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3" w:lineRule="exact"/>
        <w:ind w:left="599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BENAZOLINU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2" w:lineRule="auto"/>
        <w:ind w:left="599" w:right="461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BENDIOCARBU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BEFIURALINU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BENOMILU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BENTAZONU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BENZOSSIMATU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BENZOILPROPETILU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BINAPACRILU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8" w:lineRule="auto"/>
        <w:ind w:right="-4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BACILLUS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9"/>
        </w:rPr>
        <w:t>THURINGIENSIS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BARBANE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3" w:lineRule="exact"/>
        <w:ind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BENAZOLINE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auto"/>
        <w:ind w:right="406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BENDIOCARBE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BENFLURALINE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BENOMYL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BENTAZONE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BENZOXIMATE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BENZOYLPROPETHYL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BINAPACRYL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372" w:lineRule="auto"/>
        <w:ind w:right="902"/>
        <w:jc w:val="left"/>
        <w:tabs>
          <w:tab w:pos="25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8"/>
        </w:rPr>
        <w:t>CAPl'AFOLU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8"/>
        </w:rPr>
        <w:t>CAPIAFOL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CAPl'ANU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CAPl'ANE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CARBARILU</w:t>
      </w:r>
      <w:r>
        <w:rPr>
          <w:rFonts w:ascii="Times New Roman" w:hAnsi="Times New Roman" w:cs="Times New Roman" w:eastAsia="Times New Roman"/>
          <w:sz w:val="16"/>
          <w:szCs w:val="16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CARBARYL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CARBATENU</w:t>
      </w:r>
      <w:r>
        <w:rPr>
          <w:rFonts w:ascii="Times New Roman" w:hAnsi="Times New Roman" w:cs="Times New Roman" w:eastAsia="Times New Roman"/>
          <w:sz w:val="16"/>
          <w:szCs w:val="16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CARBATENE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CARBENDAZIMU·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CARBENDAZIME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CLORIDRATU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CHLORHYDRATE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CARBETAMIDU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CARBE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5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AMIDE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CARBOFURANU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CARBOFURAN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" w:after="0" w:line="355" w:lineRule="auto"/>
        <w:ind w:left="5" w:right="569"/>
        <w:jc w:val="left"/>
        <w:tabs>
          <w:tab w:pos="25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CARBOFENOTIONU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CARBOPHENOTHION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</w:rPr>
        <w:t>CARBOSSINU</w:t>
      </w:r>
      <w:r>
        <w:rPr>
          <w:rFonts w:ascii="Times New Roman" w:hAnsi="Times New Roman" w:cs="Times New Roman" w:eastAsia="Times New Roman"/>
          <w:sz w:val="16"/>
          <w:szCs w:val="16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  <w:position w:val="1"/>
        </w:rPr>
        <w:t>CARBOXINE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CHINOMETIONATU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5"/>
          <w:position w:val="1"/>
        </w:rPr>
        <w:t>CHINOMETHIONATE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140" w:right="960"/>
          <w:cols w:num="3" w:equalWidth="0">
            <w:col w:w="2751" w:space="410"/>
            <w:col w:w="2191" w:space="583"/>
            <w:col w:w="4865"/>
          </w:cols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.923838" w:type="dxa"/>
      </w:tblPr>
      <w:tblGrid/>
      <w:tr>
        <w:trPr>
          <w:trHeight w:val="1154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1" w:after="0" w:line="368" w:lineRule="exact"/>
              <w:ind w:left="175" w:right="-20"/>
              <w:jc w:val="left"/>
              <w:rPr>
                <w:rFonts w:ascii="Arial" w:hAnsi="Arial" w:cs="Arial" w:eastAsia="Arial"/>
                <w:sz w:val="38"/>
                <w:szCs w:val="38"/>
              </w:rPr>
            </w:pPr>
            <w:rPr/>
            <w:r>
              <w:rPr>
                <w:rFonts w:ascii="Arial" w:hAnsi="Arial" w:cs="Arial" w:eastAsia="Arial"/>
                <w:sz w:val="38"/>
                <w:szCs w:val="38"/>
                <w:spacing w:val="0"/>
                <w:w w:val="103"/>
                <w:position w:val="-6"/>
              </w:rPr>
              <w:t>n</w:t>
            </w:r>
            <w:r>
              <w:rPr>
                <w:rFonts w:ascii="Arial" w:hAnsi="Arial" w:cs="Arial" w:eastAsia="Arial"/>
                <w:sz w:val="38"/>
                <w:szCs w:val="38"/>
                <w:spacing w:val="0"/>
                <w:w w:val="100"/>
                <w:position w:val="0"/>
              </w:rPr>
            </w:r>
          </w:p>
          <w:p>
            <w:pPr>
              <w:spacing w:before="0" w:after="0" w:line="299" w:lineRule="exact"/>
              <w:ind w:left="170" w:right="-2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Pr/>
            <w:r>
              <w:rPr>
                <w:rFonts w:ascii="Times New Roman" w:hAnsi="Times New Roman" w:cs="Times New Roman" w:eastAsia="Times New Roman"/>
                <w:sz w:val="36"/>
                <w:szCs w:val="36"/>
                <w:w w:val="83"/>
                <w:position w:val="2"/>
              </w:rPr>
              <w:t>!</w:t>
            </w:r>
            <w:r>
              <w:rPr>
                <w:rFonts w:ascii="Times New Roman" w:hAnsi="Times New Roman" w:cs="Times New Roman" w:eastAsia="Times New Roman"/>
                <w:sz w:val="36"/>
                <w:szCs w:val="36"/>
                <w:spacing w:val="-48"/>
                <w:w w:val="100"/>
                <w:position w:val="2"/>
              </w:rPr>
              <w:t> </w:t>
            </w:r>
            <w:r>
              <w:rPr>
                <w:rFonts w:ascii="Arial" w:hAnsi="Arial" w:cs="Arial" w:eastAsia="Arial"/>
                <w:sz w:val="32"/>
                <w:szCs w:val="32"/>
                <w:spacing w:val="0"/>
                <w:w w:val="100"/>
                <w:position w:val="2"/>
              </w:rPr>
              <w:t>l</w:t>
            </w:r>
            <w:r>
              <w:rPr>
                <w:rFonts w:ascii="Arial" w:hAnsi="Arial" w:cs="Arial" w:eastAsia="Arial"/>
                <w:sz w:val="32"/>
                <w:szCs w:val="32"/>
                <w:spacing w:val="0"/>
                <w:w w:val="100"/>
                <w:position w:val="0"/>
              </w:rPr>
            </w:r>
          </w:p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Courier New" w:hAnsi="Courier New" w:cs="Courier New" w:eastAsia="Courier New"/>
                <w:sz w:val="13"/>
                <w:szCs w:val="13"/>
              </w:rPr>
            </w:pPr>
            <w:rPr/>
            <w:r>
              <w:rPr>
                <w:rFonts w:ascii="Courier New" w:hAnsi="Courier New" w:cs="Courier New" w:eastAsia="Courier New"/>
                <w:sz w:val="13"/>
                <w:szCs w:val="13"/>
                <w:spacing w:val="0"/>
                <w:w w:val="168"/>
                <w:i/>
              </w:rPr>
              <w:t>(1</w:t>
            </w:r>
            <w:r>
              <w:rPr>
                <w:rFonts w:ascii="Courier New" w:hAnsi="Courier New" w:cs="Courier New" w:eastAsia="Courier New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2" w:right="-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Pr/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95"/>
                <w:i/>
              </w:rPr>
              <w:t>Pierre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-10"/>
                <w:w w:val="95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  <w:i/>
              </w:rPr>
              <w:t>Treanton'</w:t>
            </w:r>
            <w:r>
              <w:rPr>
                <w:rFonts w:ascii="Times New Roman" w:hAnsi="Times New Roman" w:cs="Times New Roman" w:eastAsia="Times New Roman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854" w:type="dxa"/>
            <w:vMerge w:val="restart"/>
            <w:gridSpan w:val="3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85" w:right="-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Pr/>
            <w:r>
              <w:rPr>
                <w:rFonts w:ascii="Times New Roman" w:hAnsi="Times New Roman" w:cs="Times New Roman" w:eastAsia="Times New Roman"/>
                <w:sz w:val="23"/>
                <w:szCs w:val="23"/>
                <w:spacing w:val="0"/>
                <w:w w:val="104"/>
                <w:i/>
              </w:rPr>
              <w:t>26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70" w:lineRule="exact"/>
              <w:ind w:left="142" w:right="70"/>
              <w:jc w:val="center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  <w:rPr/>
            <w:r>
              <w:rPr>
                <w:rFonts w:ascii="Times New Roman" w:hAnsi="Times New Roman" w:cs="Times New Roman" w:eastAsia="Times New Roman"/>
                <w:sz w:val="10"/>
                <w:szCs w:val="10"/>
                <w:spacing w:val="0"/>
                <w:w w:val="54"/>
                <w:position w:val="1"/>
              </w:rPr>
              <w:t>1</w:t>
            </w:r>
            <w:r>
              <w:rPr>
                <w:rFonts w:ascii="Times New Roman" w:hAnsi="Times New Roman" w:cs="Times New Roman" w:eastAsia="Times New Roman"/>
                <w:sz w:val="10"/>
                <w:szCs w:val="10"/>
                <w:spacing w:val="0"/>
                <w:w w:val="54"/>
                <w:position w:val="1"/>
              </w:rPr>
              <w:t>        </w:t>
            </w:r>
            <w:r>
              <w:rPr>
                <w:rFonts w:ascii="Times New Roman" w:hAnsi="Times New Roman" w:cs="Times New Roman" w:eastAsia="Times New Roman"/>
                <w:sz w:val="10"/>
                <w:szCs w:val="10"/>
                <w:spacing w:val="3"/>
                <w:w w:val="54"/>
                <w:position w:val="1"/>
              </w:rPr>
              <w:t> </w:t>
            </w:r>
            <w:r>
              <w:rPr>
                <w:rFonts w:ascii="Times New Roman" w:hAnsi="Times New Roman" w:cs="Times New Roman" w:eastAsia="Times New Roman"/>
                <w:sz w:val="10"/>
                <w:szCs w:val="10"/>
                <w:spacing w:val="0"/>
                <w:w w:val="130"/>
                <w:position w:val="1"/>
              </w:rPr>
              <w:t>:</w:t>
            </w:r>
            <w:r>
              <w:rPr>
                <w:rFonts w:ascii="Times New Roman" w:hAnsi="Times New Roman" w:cs="Times New Roman" w:eastAsia="Times New Roman"/>
                <w:sz w:val="10"/>
                <w:szCs w:val="10"/>
                <w:spacing w:val="0"/>
                <w:w w:val="100"/>
                <w:position w:val="0"/>
              </w:rPr>
            </w:r>
          </w:p>
          <w:p>
            <w:pPr>
              <w:spacing w:before="14" w:after="0" w:line="240" w:lineRule="auto"/>
              <w:ind w:left="138" w:right="217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81"/>
              </w:rPr>
              <w:t>!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7854" w:type="dxa"/>
            <w:vMerge/>
            <w:gridSpan w:val="3"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8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SODIU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5"/>
              </w:rPr>
              <w:t>CHLORATE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0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DICLOFOP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8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METILU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DICLOFOP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METHYL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CLORDANU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CHLORDANE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DICOFOLU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3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DICOFOL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CLORDECONU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CHLORDECONE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DIELDRINU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DIELDRINE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CLORFENVIN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5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FOSSU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5"/>
              </w:rPr>
              <w:t>CHLORFENVIN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8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PHOS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DIETILDIFENILDICLORU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7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87"/>
              </w:rPr>
              <w:t>DIETHYL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2"/>
                <w:w w:val="87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87"/>
              </w:rPr>
              <w:t>DIPHENYL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87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87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87"/>
              </w:rPr>
              <w:t>DICHLOR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CLORMEQUATUCLORURU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5"/>
              </w:rPr>
              <w:t>CHLORMEQUAT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7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DIFENACUMU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DIFENACOUM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CLOROFENIZONU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CHLOROFENISON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DIFENAMIDU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DIFENAMIDE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CLOROFACINONU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CHLOROPHACINONE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DIFENZOQUATU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DIFENZOQUAT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CLOROPICRINU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CHLOROPICRINE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DIFIUBENZURONU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DIFLUBENZURON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CLOROTALONILU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CHLOROTHALONIL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DICHEGULACUSODIU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3"/>
              </w:rPr>
              <w:t>DIKEGULAC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93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66"/>
              </w:rPr>
              <w:t>-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6"/>
                <w:w w:val="166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CLOROSSURONU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CHLOROXURON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DIMEFOSSU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DIMEFOX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CLORPRO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AMU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CHLORPROPHAME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DIMEFURONU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DIMEFURON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325" w:lineRule="auto"/>
              <w:ind w:left="196" w:right="6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3"/>
              </w:rPr>
              <w:t>CLORPIRIFOSMETILU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3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CLORTALU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325" w:lineRule="auto"/>
              <w:ind w:left="263" w:right="23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CHLORPYRIPHOS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METHYL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CHLORTHAL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325" w:lineRule="auto"/>
              <w:ind w:left="150" w:right="482" w:firstLine="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DIMETOATU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2"/>
              </w:rPr>
              <w:t>DIMETILARSINATU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2"/>
              </w:rPr>
              <w:t> 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1"/>
                <w:w w:val="92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331" w:lineRule="auto"/>
              <w:ind w:left="243" w:right="153" w:firstLine="-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DIMETHOATE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1"/>
              </w:rPr>
              <w:t>DIMETf!YLARSINATE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1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91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1"/>
              </w:rPr>
              <w:t>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91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9"/>
              </w:rPr>
              <w:t>S.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64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CLORTIAMIDU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CHLORTIAMIDE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15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SODIU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8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DIMETILANU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DIMETILAN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CLORTOLURONU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CHLORTOLURON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DIMESSANU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DIMEXANO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4"/>
              </w:rPr>
              <w:t>CLORURU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9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CALCIU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5"/>
              </w:rPr>
              <w:t>CHLORURE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CALCIUM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DINOCAPU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DINOCAP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CULURENTI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NITR!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COLORANTS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NITRÉS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DINOZEBU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DINOSEBE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CUMACLORU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COUMACHLORE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DINOTERBU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DINOTERBE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96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CUMAFENU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COUMAFENE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DIOSSACARBU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DIOXACARBE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CUMATETRAULU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COUMATETRALYL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DIOSSATIONU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DIOXATHION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CRIMIDINU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CRIMIDINE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DIFACINONU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DIPHACINONE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RAMU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3"/>
                <w:w w:val="126"/>
              </w:rPr>
              <w:t>(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8"/>
              </w:rPr>
              <w:t>CUPRU)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CUIVRE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DIFENILGUANIDINU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DIPHENYLGUANIDINE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CURZATU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CURZATE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DIQUATU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DIQUAT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CIANAZINU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CYANAZIJ\!E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DISULFOTONU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DISULFOTON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CICLOATU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CYCLOATE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DITALIMFOSSU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3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DITALIMPHOS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CIESSATINU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CYHEXATIN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DITIANONU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DITHIANON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CIPERMETRINU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CYPERMETHRINE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DIURONU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DIURON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DODEMORFU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OODEMORPHE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DALAPONU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27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DALAPON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DOGUADINU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4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DOGUADINE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DAMINOZIDU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DAMINOZIDE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DAZOMETU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DAZOMET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5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ENDOSULFANU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3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ENDOSULFAN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D.D.T.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ZEDANU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6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D.D.T.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ZEIDANE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ETALFIURALINU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4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ETHALFLURALINE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DECAMETRINU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DECAMETHRINE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1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ETEFONU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4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ETHEPHON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w w:val="93"/>
              </w:rPr>
              <w:t>DEMETON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-5-METIL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w w:val="95"/>
              </w:rPr>
              <w:t>DEMETON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7"/>
              </w:rPr>
              <w:t>-5-METHYL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SUL.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ETIDIMURONU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4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ETHIDIMURON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0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SULFONU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ALLETRINU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ALLETHRINE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ETIFENCARBU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5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ETHIOPHENCARBE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DESMETRINU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7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DESMETRYNE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ETOFUMEZATU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ETHOFUMESATE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7" w:hRule="exact"/>
        </w:trPr>
        <w:tc>
          <w:tcPr>
            <w:tcW w:w="475" w:type="dxa"/>
            <w:tcBorders>
              <w:top w:val="nil" w:sz="6" w:space="0" w:color="auto"/>
              <w:bottom w:val="single" w:sz="5.66441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DIALIFOSSU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7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DIALIPHOS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16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ETOPROFOSSU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4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ETHOPROPHOS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43" w:hRule="exact"/>
        </w:trPr>
        <w:tc>
          <w:tcPr>
            <w:tcW w:w="475" w:type="dxa"/>
            <w:tcBorders>
              <w:top w:val="single" w:sz="5.6644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6" w:lineRule="exact"/>
              <w:ind w:left="21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DIALATTU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3" w:lineRule="exact"/>
              <w:ind w:left="27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DIALLATE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198" w:lineRule="exact"/>
              <w:ind w:left="17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w w:val="88"/>
              </w:rPr>
              <w:t>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IOSSIQU1NU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194" w:lineRule="exact"/>
              <w:ind w:left="25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w w:val="89"/>
              </w:rPr>
              <w:t>ETI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IOXYQUINE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DIAZINONU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DIAZINON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6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0"/>
              </w:rPr>
              <w:t>ETILFOSFITE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0"/>
                <w:w w:val="9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4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ALUMINIU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5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3"/>
              </w:rPr>
              <w:t>ETHYLPHOSPHITE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2"/>
                <w:w w:val="93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4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ALU.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DIBROMOETAtm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DIBROMOETHANE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6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ETIRIMOLU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5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ETHYRIMOL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5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DICAMBA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DICAMBA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6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ETRIDIAZOLU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5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ETRIDIAZOLE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15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DICLOBENILU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7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DICHLOBENIL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219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DICLOFENTIONU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40" w:lineRule="auto"/>
              <w:ind w:left="27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DICHLO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FENTHION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7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FENARIMOLU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25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FENARIMOL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2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DICLOFLUANIDU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77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DICHLOFUANIDE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78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1"/>
              </w:rPr>
              <w:t>FENBU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91"/>
              </w:rPr>
              <w:t>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1"/>
              </w:rPr>
              <w:t>ATINU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1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5"/>
                <w:w w:val="91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OSSIDU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6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2"/>
              </w:rPr>
              <w:t>FENBUTATIN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6"/>
                <w:w w:val="92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OXYDE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2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DICLOROPROPANU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81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DICHLOROPROPANE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7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FENCLORFOSSU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6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FENCHLORPHOS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22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DICLOROPROPENU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281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DICHLOROPROPENE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74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FENITROTIONU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40" w:lineRule="auto"/>
              <w:ind w:left="262" w:right="-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FENITROTHION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73" w:hRule="exact"/>
        </w:trPr>
        <w:tc>
          <w:tcPr>
            <w:tcW w:w="4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76" w:lineRule="auto"/>
              <w:ind w:left="224" w:right="861" w:firstLine="-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DICLORPROPU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3"/>
              </w:rPr>
              <w:t>DICHLORVOSSU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2" w:after="0" w:line="276" w:lineRule="auto"/>
              <w:ind w:left="281" w:right="117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5"/>
              </w:rPr>
              <w:t>DICHLORPROP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5"/>
              </w:rPr>
              <w:t>DICHLORVOS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5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76" w:lineRule="auto"/>
              <w:ind w:left="178" w:right="1294" w:firstLine="-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6"/>
              </w:rPr>
              <w:t>FENOPROPU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7"/>
              </w:rPr>
              <w:t>FENTIONU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76" w:lineRule="auto"/>
              <w:ind w:left="267" w:right="131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Pr/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FENOPROP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8"/>
              </w:rPr>
              <w:t>FENTHION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0" w:footer="0" w:top="0" w:bottom="280" w:left="0" w:right="840"/>
          <w:headerReference w:type="odd" r:id="rId35"/>
          <w:pgSz w:w="11900" w:h="16840"/>
        </w:sectPr>
      </w:pPr>
      <w:rPr/>
    </w:p>
    <w:p>
      <w:pPr>
        <w:spacing w:before="27" w:after="0" w:line="240" w:lineRule="auto"/>
        <w:ind w:left="123" w:right="-20"/>
        <w:jc w:val="left"/>
        <w:rPr>
          <w:rFonts w:ascii="Arial" w:hAnsi="Arial" w:cs="Arial" w:eastAsia="Arial"/>
          <w:sz w:val="52"/>
          <w:szCs w:val="52"/>
        </w:rPr>
      </w:pPr>
      <w:rPr/>
      <w:r>
        <w:rPr>
          <w:rFonts w:ascii="Arial" w:hAnsi="Arial" w:cs="Arial" w:eastAsia="Arial"/>
          <w:sz w:val="52"/>
          <w:szCs w:val="52"/>
          <w:spacing w:val="0"/>
          <w:w w:val="51"/>
        </w:rPr>
        <w:t>A</w:t>
      </w:r>
      <w:r>
        <w:rPr>
          <w:rFonts w:ascii="Arial" w:hAnsi="Arial" w:cs="Arial" w:eastAsia="Arial"/>
          <w:sz w:val="52"/>
          <w:szCs w:val="52"/>
          <w:spacing w:val="0"/>
          <w:w w:val="100"/>
        </w:rPr>
      </w:r>
    </w:p>
    <w:p>
      <w:pPr>
        <w:spacing w:before="65" w:after="0" w:line="240" w:lineRule="auto"/>
        <w:ind w:left="475" w:right="-20"/>
        <w:jc w:val="left"/>
        <w:tabs>
          <w:tab w:pos="550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679558pt;margin-top:7.619541pt;width:8.710pt;height:33.5pt;mso-position-horizontal-relative:page;mso-position-vertical-relative:paragraph;z-index:-6298" type="#_x0000_t202" filled="f" stroked="f">
            <v:textbox inset="0,0,0,0">
              <w:txbxContent>
                <w:p>
                  <w:pPr>
                    <w:spacing w:before="0" w:after="0" w:line="670" w:lineRule="exact"/>
                    <w:ind w:right="-140"/>
                    <w:jc w:val="left"/>
                    <w:rPr>
                      <w:rFonts w:ascii="Times New Roman" w:hAnsi="Times New Roman" w:cs="Times New Roman" w:eastAsia="Times New Roman"/>
                      <w:sz w:val="67"/>
                      <w:szCs w:val="67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67"/>
                      <w:szCs w:val="67"/>
                      <w:spacing w:val="0"/>
                      <w:w w:val="52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67"/>
                      <w:szCs w:val="67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  <w:i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6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Treantoli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9"/>
          <w:i/>
          <w:position w:val="-2"/>
        </w:rPr>
        <w:t>27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00" w:lineRule="exact"/>
        <w:ind w:left="597" w:right="-20"/>
        <w:jc w:val="left"/>
        <w:tabs>
          <w:tab w:pos="3200" w:val="left"/>
          <w:tab w:pos="5800" w:val="left"/>
          <w:tab w:pos="84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7"/>
        </w:rPr>
        <w:t>FENVALERATU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7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8"/>
        </w:rPr>
        <w:t>FENVALERATE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8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9"/>
        </w:rPr>
        <w:t>METOPRENU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position w:val="-8"/>
        </w:rPr>
        <w:t>MEfHOPRENE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348" w:lineRule="exact"/>
        <w:ind w:left="109" w:right="-20"/>
        <w:jc w:val="left"/>
        <w:tabs>
          <w:tab w:pos="580" w:val="left"/>
          <w:tab w:pos="3200" w:val="left"/>
          <w:tab w:pos="5800" w:val="left"/>
          <w:tab w:pos="84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position w:val="2"/>
        </w:rPr>
        <w:t>,.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2"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4"/>
        </w:rPr>
        <w:t>FERBAMU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4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5"/>
        </w:rPr>
        <w:t>FERBAME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5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6"/>
        </w:rPr>
        <w:t>MEfiL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-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6"/>
        </w:rPr>
        <w:t>JSOTOCIANATU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6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6"/>
        </w:rPr>
        <w:t>METHYL</w:t>
      </w:r>
      <w:r>
        <w:rPr>
          <w:rFonts w:ascii="Times New Roman" w:hAnsi="Times New Roman" w:cs="Times New Roman" w:eastAsia="Times New Roman"/>
          <w:sz w:val="16"/>
          <w:szCs w:val="16"/>
          <w:spacing w:val="-12"/>
          <w:w w:val="100"/>
          <w:position w:val="-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6"/>
        </w:rPr>
        <w:t>JSOTHIOCYANATE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80" w:lineRule="exact"/>
        <w:ind w:left="114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160"/>
          <w:position w:val="1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0"/>
        </w:rPr>
      </w:r>
    </w:p>
    <w:p>
      <w:pPr>
        <w:spacing w:before="9" w:after="0" w:line="156" w:lineRule="exact"/>
        <w:ind w:left="109" w:right="-20"/>
        <w:jc w:val="left"/>
        <w:tabs>
          <w:tab w:pos="580" w:val="left"/>
          <w:tab w:pos="3200" w:val="left"/>
          <w:tab w:pos="5800" w:val="left"/>
          <w:tab w:pos="84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63"/>
          <w:position w:val="3"/>
        </w:rPr>
        <w:t>'i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3"/>
        </w:rPr>
        <w:tab/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3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>FERMENTU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>LATTICU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3"/>
        </w:rPr>
        <w:t>FERMENT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3"/>
        </w:rPr>
        <w:t>LACTIQUE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4"/>
        </w:rPr>
        <w:t>METIRAMU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4"/>
        </w:rPr>
        <w:t>ZINCU</w:t>
      </w:r>
      <w:r>
        <w:rPr>
          <w:rFonts w:ascii="Times New Roman" w:hAnsi="Times New Roman" w:cs="Times New Roman" w:eastAsia="Times New Roman"/>
          <w:sz w:val="16"/>
          <w:szCs w:val="16"/>
          <w:spacing w:val="-30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4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4"/>
        </w:rPr>
        <w:t>METIRAME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position w:val="-4"/>
        </w:rPr>
        <w:t>ZINC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130" w:lineRule="exact"/>
        <w:ind w:left="10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79"/>
        </w:rPr>
        <w:t>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78" w:lineRule="exact"/>
        <w:ind w:left="588" w:right="-20"/>
        <w:jc w:val="left"/>
        <w:tabs>
          <w:tab w:pos="3200" w:val="left"/>
          <w:tab w:pos="5800" w:val="left"/>
          <w:tab w:pos="84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FLURENOLU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FLURENOL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METOBROMURONU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MEfOBROMURON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66" w:after="0" w:line="330" w:lineRule="auto"/>
        <w:ind w:left="583" w:right="1070" w:firstLine="5"/>
        <w:jc w:val="left"/>
        <w:tabs>
          <w:tab w:pos="3170" w:val="left"/>
          <w:tab w:pos="3200" w:val="left"/>
          <w:tab w:pos="5800" w:val="left"/>
          <w:tab w:pos="8370" w:val="left"/>
          <w:tab w:pos="84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2"/>
        </w:rPr>
        <w:t>FOLPELU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2"/>
        </w:rPr>
        <w:tab/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FOLPEL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METOLACLORU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0"/>
        </w:rPr>
        <w:t>MEfOLACHLOR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FONOFOSSU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FONOFOS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METOSSURONU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METOXURON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FORMETANATU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FORMETANATE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METRIBUZINU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METRIBUZINE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FORMOTIONU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FORMOTHION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MEVINFOSSU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MEVINPHOS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FOSAMINU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AMMONIU</w:t>
      </w:r>
      <w:r>
        <w:rPr>
          <w:rFonts w:ascii="Times New Roman" w:hAnsi="Times New Roman" w:cs="Times New Roman" w:eastAsia="Times New Roman"/>
          <w:sz w:val="16"/>
          <w:szCs w:val="16"/>
          <w:spacing w:val="-3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FOSAMINE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AMMOXIUM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MOUNATU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position w:val="0"/>
        </w:rPr>
        <w:t>MOUNATE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1" w:after="0" w:line="337" w:lineRule="auto"/>
        <w:ind w:left="583" w:right="819" w:firstLine="5227"/>
        <w:jc w:val="left"/>
        <w:tabs>
          <w:tab w:pos="3180" w:val="left"/>
          <w:tab w:pos="580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MONALIDU</w:t>
      </w:r>
      <w:r>
        <w:rPr>
          <w:rFonts w:ascii="Times New Roman" w:hAnsi="Times New Roman" w:cs="Times New Roman" w:eastAsia="Times New Roman"/>
          <w:sz w:val="16"/>
          <w:szCs w:val="16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2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NAUDE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GLUCOCLORALU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GLUCOCHLORAL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MONOCROTOFOSSU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1"/>
        </w:rPr>
        <w:t>MONOCROTOPHOS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GLIFOSATU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GLYPHOSATE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MONOLINURONU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1"/>
        </w:rPr>
        <w:t>MONOLINURON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191" w:lineRule="exact"/>
        <w:ind w:left="5805" w:right="-20"/>
        <w:jc w:val="left"/>
        <w:tabs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1"/>
        </w:rPr>
        <w:t>MONURONU</w:t>
      </w:r>
      <w:r>
        <w:rPr>
          <w:rFonts w:ascii="Times New Roman" w:hAnsi="Times New Roman" w:cs="Times New Roman" w:eastAsia="Times New Roman"/>
          <w:sz w:val="16"/>
          <w:szCs w:val="16"/>
          <w:spacing w:val="-2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MONURON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0" w:after="0" w:line="240" w:lineRule="auto"/>
        <w:ind w:left="579" w:right="-20"/>
        <w:jc w:val="left"/>
        <w:tabs>
          <w:tab w:pos="31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ETTACLORU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HEPTACHLORE</w:t>
      </w:r>
    </w:p>
    <w:p>
      <w:pPr>
        <w:spacing w:before="76" w:after="0" w:line="328" w:lineRule="auto"/>
        <w:ind w:left="574" w:right="1599" w:firstLine="5"/>
        <w:jc w:val="left"/>
        <w:tabs>
          <w:tab w:pos="3180" w:val="left"/>
          <w:tab w:pos="580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ETTENOFOSSU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HEPTENOPHOS</w:t>
      </w:r>
      <w:r>
        <w:rPr>
          <w:rFonts w:ascii="Times New Roman" w:hAnsi="Times New Roman" w:cs="Times New Roman" w:eastAsia="Times New Roman"/>
          <w:sz w:val="16"/>
          <w:szCs w:val="16"/>
          <w:spacing w:val="-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NABAMU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NABAME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ESSAZINONU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HEXAZINONE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NALEDU</w:t>
      </w:r>
      <w:r>
        <w:rPr>
          <w:rFonts w:ascii="Times New Roman" w:hAnsi="Times New Roman" w:cs="Times New Roman" w:eastAsia="Times New Roman"/>
          <w:sz w:val="16"/>
          <w:szCs w:val="16"/>
          <w:spacing w:val="-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NALED</w:t>
      </w:r>
    </w:p>
    <w:p>
      <w:pPr>
        <w:spacing w:before="7" w:after="0" w:line="328" w:lineRule="auto"/>
        <w:ind w:left="569" w:right="1123"/>
        <w:jc w:val="left"/>
        <w:tabs>
          <w:tab w:pos="3180" w:val="left"/>
          <w:tab w:pos="580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14"/>
          <w:position w:val="1"/>
        </w:rPr>
        <w:t>OUU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14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1"/>
          <w:w w:val="100"/>
          <w:position w:val="1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ANTRASSENU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HUILE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position w:val="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0"/>
          <w:w w:val="104"/>
          <w:position w:val="1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position w:val="1"/>
        </w:rPr>
        <w:t>ANTHRACENE</w:t>
      </w:r>
      <w:r>
        <w:rPr>
          <w:rFonts w:ascii="Times New Roman" w:hAnsi="Times New Roman" w:cs="Times New Roman" w:eastAsia="Times New Roman"/>
          <w:sz w:val="16"/>
          <w:szCs w:val="16"/>
          <w:spacing w:val="-32"/>
          <w:w w:val="104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NAPROPAMIDU</w:t>
      </w:r>
      <w:r>
        <w:rPr>
          <w:rFonts w:ascii="Times New Roman" w:hAnsi="Times New Roman" w:cs="Times New Roman" w:eastAsia="Times New Roman"/>
          <w:sz w:val="16"/>
          <w:szCs w:val="16"/>
          <w:spacing w:val="-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NAPROPAMIDE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OUI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GIALU</w:t>
      </w:r>
      <w:r>
        <w:rPr>
          <w:rFonts w:ascii="Times New Roman" w:hAnsi="Times New Roman" w:cs="Times New Roman" w:eastAsia="Times New Roman"/>
          <w:sz w:val="16"/>
          <w:szCs w:val="16"/>
          <w:spacing w:val="-2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HUILES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JAUNES</w:t>
      </w:r>
      <w:r>
        <w:rPr>
          <w:rFonts w:ascii="Times New Roman" w:hAnsi="Times New Roman" w:cs="Times New Roman" w:eastAsia="Times New Roman"/>
          <w:sz w:val="16"/>
          <w:szCs w:val="16"/>
          <w:spacing w:val="-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NAPTALAMU</w:t>
      </w:r>
      <w:r>
        <w:rPr>
          <w:rFonts w:ascii="Times New Roman" w:hAnsi="Times New Roman" w:cs="Times New Roman" w:eastAsia="Times New Roman"/>
          <w:sz w:val="16"/>
          <w:szCs w:val="16"/>
          <w:spacing w:val="-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NAPTALAME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OUU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MINERALU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HUILE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MINERALE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NEBURONU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NEBURON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" w:after="0" w:line="328" w:lineRule="auto"/>
        <w:ind w:left="574" w:right="1516"/>
        <w:jc w:val="left"/>
        <w:tabs>
          <w:tab w:pos="3180" w:val="left"/>
          <w:tab w:pos="580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OUI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PETROLLU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HUILES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PETROLE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NICUTINU</w:t>
      </w:r>
      <w:r>
        <w:rPr>
          <w:rFonts w:ascii="Times New Roman" w:hAnsi="Times New Roman" w:cs="Times New Roman" w:eastAsia="Times New Roman"/>
          <w:sz w:val="16"/>
          <w:szCs w:val="16"/>
          <w:spacing w:val="-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NICOTINE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IDRAZIDU</w:t>
      </w:r>
      <w:r>
        <w:rPr>
          <w:rFonts w:ascii="Times New Roman" w:hAnsi="Times New Roman" w:cs="Times New Roman" w:eastAsia="Times New Roman"/>
          <w:sz w:val="16"/>
          <w:szCs w:val="16"/>
          <w:spacing w:val="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MALEICU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HYDRAZIDE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MALEIQUE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NITRAUNU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NITRATE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" w:after="0" w:line="352" w:lineRule="auto"/>
        <w:ind w:left="5801" w:right="676" w:firstLine="-5231"/>
        <w:jc w:val="left"/>
        <w:tabs>
          <w:tab w:pos="3180" w:val="left"/>
          <w:tab w:pos="580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IDROUSATU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PRUTEINI</w:t>
      </w:r>
      <w:r>
        <w:rPr>
          <w:rFonts w:ascii="Times New Roman" w:hAnsi="Times New Roman" w:cs="Times New Roman" w:eastAsia="Times New Roman"/>
          <w:sz w:val="16"/>
          <w:szCs w:val="16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</w:rPr>
        <w:t>HYDROLYSAT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9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PROTEÏNES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NITRALINU</w:t>
      </w:r>
      <w:r>
        <w:rPr>
          <w:rFonts w:ascii="Times New Roman" w:hAnsi="Times New Roman" w:cs="Times New Roman" w:eastAsia="Times New Roman"/>
          <w:sz w:val="16"/>
          <w:szCs w:val="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BARIU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NITRATE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BARIUM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NITROFENU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NITR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2" w:lineRule="exact"/>
        <w:ind w:left="569" w:right="-20"/>
        <w:jc w:val="left"/>
        <w:tabs>
          <w:tab w:pos="318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IMAZAULU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IMAZAUL</w:t>
      </w:r>
      <w:r>
        <w:rPr>
          <w:rFonts w:ascii="Times New Roman" w:hAnsi="Times New Roman" w:cs="Times New Roman" w:eastAsia="Times New Roman"/>
          <w:sz w:val="16"/>
          <w:szCs w:val="16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NITROTAL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JSOPROPILU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NITROT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JSOPROPYL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1" w:after="0" w:line="240" w:lineRule="auto"/>
        <w:ind w:left="569" w:right="-20"/>
        <w:jc w:val="left"/>
        <w:tabs>
          <w:tab w:pos="31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IODDU</w:t>
      </w:r>
      <w:r>
        <w:rPr>
          <w:rFonts w:ascii="Times New Roman" w:hAnsi="Times New Roman" w:cs="Times New Roman" w:eastAsia="Times New Roman"/>
          <w:sz w:val="16"/>
          <w:szCs w:val="16"/>
          <w:spacing w:val="-3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IODE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1" w:after="0" w:line="330" w:lineRule="auto"/>
        <w:ind w:left="560" w:right="1067" w:firstLine="5"/>
        <w:jc w:val="left"/>
        <w:tabs>
          <w:tab w:pos="3180" w:val="left"/>
          <w:tab w:pos="5770" w:val="left"/>
          <w:tab w:pos="580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IODDOFENFOSSU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IODOFENPHOS</w:t>
        <w:tab/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OMETOATU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OMETHOATE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IOSSINILU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JOXYNIL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OSSADIAZON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·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OXADIAZON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IPRODIONU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IPRODIONE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OSSAMILU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OXAMYL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ISOLANU</w:t>
      </w:r>
      <w:r>
        <w:rPr>
          <w:rFonts w:ascii="Times New Roman" w:hAnsi="Times New Roman" w:cs="Times New Roman" w:eastAsia="Times New Roman"/>
          <w:sz w:val="16"/>
          <w:szCs w:val="16"/>
          <w:spacing w:val="-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JSOLANE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OSSICARBOSSINU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5"/>
          <w:position w:val="0"/>
        </w:rPr>
        <w:t>OXYCARBOXINE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5" w:after="0" w:line="341" w:lineRule="auto"/>
        <w:ind w:left="5796" w:right="56" w:firstLine="-5236"/>
        <w:jc w:val="left"/>
        <w:tabs>
          <w:tab w:pos="318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ISOPROTURONU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JSOPROTURON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OSSIDEMETOMEfiL</w:t>
      </w:r>
      <w:r>
        <w:rPr>
          <w:rFonts w:ascii="Times New Roman" w:hAnsi="Times New Roman" w:cs="Times New Roman" w:eastAsia="Times New Roman"/>
          <w:sz w:val="16"/>
          <w:szCs w:val="16"/>
          <w:spacing w:val="-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7"/>
          <w:position w:val="1"/>
        </w:rPr>
        <w:t>OXYDEMETON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97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OSSIQUINOLEATU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RAMU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position w:val="0"/>
        </w:rPr>
        <w:t>OXYQUINOLEATE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98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CUIVRE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6" w:after="0" w:line="333" w:lineRule="auto"/>
        <w:ind w:left="560" w:right="972"/>
        <w:jc w:val="left"/>
        <w:tabs>
          <w:tab w:pos="318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26"/>
        </w:rPr>
        <w:t>L.</w:t>
      </w:r>
      <w:r>
        <w:rPr>
          <w:rFonts w:ascii="Arial" w:hAnsi="Arial" w:cs="Arial" w:eastAsia="Arial"/>
          <w:sz w:val="16"/>
          <w:szCs w:val="16"/>
          <w:spacing w:val="-4"/>
          <w:w w:val="12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FLAMPROPJSOPROPILU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L.</w:t>
      </w:r>
      <w:r>
        <w:rPr>
          <w:rFonts w:ascii="Arial" w:hAnsi="Arial" w:cs="Arial" w:eastAsia="Arial"/>
          <w:sz w:val="15"/>
          <w:szCs w:val="15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FLAMPROPJSOPROPYL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OSSIQUINOLEINU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OXYQUINOLEINE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LENACILU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LENACILE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193" w:lineRule="exact"/>
        <w:ind w:left="555" w:right="-20"/>
        <w:jc w:val="left"/>
        <w:tabs>
          <w:tab w:pos="318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LINDANU</w:t>
      </w:r>
      <w:r>
        <w:rPr>
          <w:rFonts w:ascii="Times New Roman" w:hAnsi="Times New Roman" w:cs="Times New Roman" w:eastAsia="Times New Roman"/>
          <w:sz w:val="16"/>
          <w:szCs w:val="16"/>
          <w:spacing w:val="-1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LINDANE</w:t>
      </w:r>
      <w:r>
        <w:rPr>
          <w:rFonts w:ascii="Times New Roman" w:hAnsi="Times New Roman" w:cs="Times New Roman" w:eastAsia="Times New Roman"/>
          <w:sz w:val="16"/>
          <w:szCs w:val="16"/>
          <w:spacing w:val="-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PARAQUATU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PARAQUAT</w:t>
      </w:r>
    </w:p>
    <w:p>
      <w:pPr>
        <w:spacing w:before="76" w:after="0" w:line="341" w:lineRule="auto"/>
        <w:ind w:left="5796" w:right="644" w:firstLine="-5241"/>
        <w:jc w:val="left"/>
        <w:tabs>
          <w:tab w:pos="318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UNURONU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UNURON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PARATIONU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ETILU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PARATHION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PARATIONU</w:t>
      </w:r>
      <w:r>
        <w:rPr>
          <w:rFonts w:ascii="Times New Roman" w:hAnsi="Times New Roman" w:cs="Times New Roman" w:eastAsia="Times New Roman"/>
          <w:sz w:val="16"/>
          <w:szCs w:val="16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PARATHION</w:t>
      </w:r>
      <w:r>
        <w:rPr>
          <w:rFonts w:ascii="Times New Roman" w:hAnsi="Times New Roman" w:cs="Times New Roman" w:eastAsia="Times New Roman"/>
          <w:sz w:val="16"/>
          <w:szCs w:val="16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191" w:lineRule="exact"/>
        <w:ind w:left="560" w:right="-20"/>
        <w:jc w:val="left"/>
        <w:tabs>
          <w:tab w:pos="318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MALATIONU</w:t>
      </w:r>
      <w:r>
        <w:rPr>
          <w:rFonts w:ascii="Times New Roman" w:hAnsi="Times New Roman" w:cs="Times New Roman" w:eastAsia="Times New Roman"/>
          <w:sz w:val="16"/>
          <w:szCs w:val="16"/>
          <w:spacing w:val="-3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MAL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THION</w:t>
      </w:r>
      <w:r>
        <w:rPr>
          <w:rFonts w:ascii="Times New Roman" w:hAnsi="Times New Roman" w:cs="Times New Roman" w:eastAsia="Times New Roman"/>
          <w:sz w:val="16"/>
          <w:szCs w:val="16"/>
          <w:spacing w:val="-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PENDIME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AUNU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PENDIMETHALIN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1" w:after="0" w:line="330" w:lineRule="auto"/>
        <w:ind w:left="550" w:right="810" w:firstLine="9"/>
        <w:jc w:val="left"/>
        <w:tabs>
          <w:tab w:pos="318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3.287293pt;margin-top:56.833473pt;width:71.850829pt;height:.1pt;mso-position-horizontal-relative:page;mso-position-vertical-relative:paragraph;z-index:-6299" coordorigin="66,1137" coordsize="1437,2">
            <v:shape style="position:absolute;left:66;top:1137;width:1437;height:2" coordorigin="66,1137" coordsize="1437,0" path="m66,1137l1503,1137e" filled="f" stroked="t" strokeweight=".7044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MANCOPERU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MANCOPER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PERCLORDECONU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PERCHLORDECONE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MANC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ZEBU</w:t>
      </w:r>
      <w:r>
        <w:rPr>
          <w:rFonts w:ascii="Times New Roman" w:hAnsi="Times New Roman" w:cs="Times New Roman" w:eastAsia="Times New Roman"/>
          <w:sz w:val="16"/>
          <w:szCs w:val="16"/>
          <w:spacing w:val="-3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MANCOZEBE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PERMETRINU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PERMETHRINE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MANEBU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MANEBE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FENAMIFOSSU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PHENAMIPHOS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MECOPROPU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MECOPROP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FENMEDIFAMU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PHENMEDIPHAME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MEFLUIDIDU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MEFLUIVIDE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  <w:t>FBNOLU</w:t>
      </w:r>
      <w:r>
        <w:rPr>
          <w:rFonts w:ascii="Arial" w:hAnsi="Arial" w:cs="Arial" w:eastAsia="Arial"/>
          <w:sz w:val="16"/>
          <w:szCs w:val="16"/>
          <w:spacing w:val="-31"/>
          <w:w w:val="100"/>
          <w:position w:val="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  <w:tab/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PHENOL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MERCAPTODIMETURU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MERCAPTODIMETHUR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FOSALONU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PHOSALONE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CURlU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MERCURE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FOSMETU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PHOSMET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position w:val="1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ALASSILU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METALAXYL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FOS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AMIDONU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PHOSPHAMIDON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328" w:lineRule="auto"/>
        <w:ind w:left="550" w:right="167" w:firstLine="5"/>
        <w:jc w:val="left"/>
        <w:tabs>
          <w:tab w:pos="3160" w:val="left"/>
          <w:tab w:pos="578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METALDEIDU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METALDEHYDE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FOSFATU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CALCIU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PHOSPHATE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CALCIUM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METAMSODIU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  <w:position w:val="0"/>
        </w:rPr>
        <w:t>MET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6"/>
          <w:position w:val="0"/>
        </w:rPr>
        <w:t>AM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96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SODIUM</w:t>
      </w:r>
      <w:r>
        <w:rPr>
          <w:rFonts w:ascii="Times New Roman" w:hAnsi="Times New Roman" w:cs="Times New Roman" w:eastAsia="Times New Roman"/>
          <w:sz w:val="16"/>
          <w:szCs w:val="16"/>
          <w:spacing w:val="-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FOSFORU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ALUMINIU</w:t>
      </w:r>
      <w:r>
        <w:rPr>
          <w:rFonts w:ascii="Times New Roman" w:hAnsi="Times New Roman" w:cs="Times New Roman" w:eastAsia="Times New Roman"/>
          <w:sz w:val="16"/>
          <w:szCs w:val="16"/>
          <w:spacing w:val="-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PHOSPHORE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0"/>
        </w:rPr>
        <w:t>D'ALUMINIUM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METAMITRONU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AMITRONE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FOSFORU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ZINCU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PHOSPHORE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position w:val="0"/>
        </w:rPr>
        <w:t>ZINC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1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ABENZTIAZURONU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METHABENZTHIAZURON</w:t>
      </w:r>
      <w:r>
        <w:rPr>
          <w:rFonts w:ascii="Times New Roman" w:hAnsi="Times New Roman" w:cs="Times New Roman" w:eastAsia="Times New Roman"/>
          <w:sz w:val="16"/>
          <w:szCs w:val="16"/>
          <w:spacing w:val="-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FOSSIMU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PHOXIME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2" w:after="0" w:line="328" w:lineRule="auto"/>
        <w:ind w:left="550" w:right="306" w:firstLine="5"/>
        <w:jc w:val="left"/>
        <w:tabs>
          <w:tab w:pos="3180" w:val="left"/>
          <w:tab w:pos="5770" w:val="left"/>
          <w:tab w:pos="5800" w:val="left"/>
          <w:tab w:pos="83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METAMIDOFOSSU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METHAMIDOPHOS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25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PICLORAMU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PICLORAME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METIDATIONU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METHIDATHION</w:t>
      </w:r>
      <w:r>
        <w:rPr>
          <w:rFonts w:ascii="Times New Roman" w:hAnsi="Times New Roman" w:cs="Times New Roman" w:eastAsia="Times New Roman"/>
          <w:sz w:val="16"/>
          <w:szCs w:val="16"/>
          <w:spacing w:val="-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POUCLORACAMFANU</w:t>
      </w:r>
      <w:r>
        <w:rPr>
          <w:rFonts w:ascii="Times New Roman" w:hAnsi="Times New Roman" w:cs="Times New Roman" w:eastAsia="Times New Roman"/>
          <w:sz w:val="16"/>
          <w:szCs w:val="16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POLYCHLORACAMPHANE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METOMILU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METHOMYL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PU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VERA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ALUMINIU</w:t>
      </w:r>
      <w:r>
        <w:rPr>
          <w:rFonts w:ascii="Times New Roman" w:hAnsi="Times New Roman" w:cs="Times New Roman" w:eastAsia="Times New Roman"/>
          <w:sz w:val="16"/>
          <w:szCs w:val="16"/>
          <w:spacing w:val="-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POUDRE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1"/>
        </w:rPr>
        <w:t>D'ALUMINIUM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0" w:top="140" w:bottom="280" w:left="140" w:right="1040"/>
          <w:headerReference w:type="even" r:id="rId36"/>
          <w:pgSz w:w="11900" w:h="16840"/>
        </w:sectPr>
      </w:pPr>
      <w:rPr/>
    </w:p>
    <w:p>
      <w:pPr>
        <w:spacing w:before="0" w:after="0" w:line="815" w:lineRule="exact"/>
        <w:ind w:left="122" w:right="-20"/>
        <w:jc w:val="left"/>
        <w:rPr>
          <w:rFonts w:ascii="Arial" w:hAnsi="Arial" w:cs="Arial" w:eastAsia="Arial"/>
          <w:sz w:val="81"/>
          <w:szCs w:val="81"/>
        </w:rPr>
      </w:pPr>
      <w:rPr/>
      <w:r>
        <w:rPr/>
        <w:pict>
          <v:group style="position:absolute;margin-left:1.893397pt;margin-top:625.839783pt;width:587.899761pt;height:.1pt;mso-position-horizontal-relative:page;mso-position-vertical-relative:page;z-index:-6297" coordorigin="38,12517" coordsize="11758,2">
            <v:shape style="position:absolute;left:38;top:12517;width:11758;height:2" coordorigin="38,12517" coordsize="11758,0" path="m38,12517l11796,12517e" filled="f" stroked="t" strokeweight=".7100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81"/>
          <w:szCs w:val="81"/>
          <w:spacing w:val="0"/>
          <w:w w:val="51"/>
          <w:position w:val="1"/>
        </w:rPr>
        <w:t>n</w:t>
      </w:r>
      <w:r>
        <w:rPr>
          <w:rFonts w:ascii="Arial" w:hAnsi="Arial" w:cs="Arial" w:eastAsia="Arial"/>
          <w:sz w:val="81"/>
          <w:szCs w:val="81"/>
          <w:spacing w:val="0"/>
          <w:w w:val="100"/>
          <w:position w:val="0"/>
        </w:rPr>
      </w:r>
    </w:p>
    <w:p>
      <w:pPr>
        <w:spacing w:before="0" w:after="0" w:line="660" w:lineRule="exact"/>
        <w:ind w:left="104" w:right="-20"/>
        <w:jc w:val="left"/>
        <w:tabs>
          <w:tab w:pos="5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60"/>
          <w:szCs w:val="60"/>
          <w:spacing w:val="0"/>
          <w:w w:val="54"/>
        </w:rPr>
        <w:t>fl</w:t>
      </w:r>
      <w:r>
        <w:rPr>
          <w:rFonts w:ascii="Times New Roman" w:hAnsi="Times New Roman" w:cs="Times New Roman" w:eastAsia="Times New Roman"/>
          <w:sz w:val="60"/>
          <w:szCs w:val="60"/>
          <w:spacing w:val="0"/>
          <w:w w:val="54"/>
        </w:rPr>
        <w:t> </w:t>
      </w:r>
      <w:r>
        <w:rPr>
          <w:rFonts w:ascii="Times New Roman" w:hAnsi="Times New Roman" w:cs="Times New Roman" w:eastAsia="Times New Roman"/>
          <w:sz w:val="60"/>
          <w:szCs w:val="60"/>
          <w:spacing w:val="43"/>
          <w:w w:val="5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  <w:i/>
          <w:position w:val="34"/>
        </w:rPr>
        <w:t>Pierre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7"/>
          <w:i/>
          <w:position w:val="3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34"/>
        </w:rPr>
        <w:t>Treanton·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34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  <w:position w:val="3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  <w:i/>
          <w:position w:val="31"/>
        </w:rPr>
        <w:t>28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84" w:lineRule="exact"/>
        <w:ind w:left="624" w:right="-20"/>
        <w:jc w:val="left"/>
        <w:tabs>
          <w:tab w:pos="3260" w:val="left"/>
          <w:tab w:pos="5880" w:val="left"/>
          <w:tab w:pos="85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PROCIMIDONU</w:t>
      </w:r>
      <w:r>
        <w:rPr>
          <w:rFonts w:ascii="Times New Roman" w:hAnsi="Times New Roman" w:cs="Times New Roman" w:eastAsia="Times New Roman"/>
          <w:sz w:val="16"/>
          <w:szCs w:val="16"/>
          <w:spacing w:val="-2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PROCYMIDONE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TEMEFOSSU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TEMEPHOS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83" w:after="0" w:line="332" w:lineRule="auto"/>
        <w:ind w:left="619" w:right="1075" w:firstLine="5264"/>
        <w:jc w:val="left"/>
        <w:tabs>
          <w:tab w:pos="3260" w:val="left"/>
          <w:tab w:pos="5860" w:val="left"/>
          <w:tab w:pos="85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TEBACILU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TERBACILE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PROMETRINU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PROMETRYNE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TERBUMETONU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TERBUMETON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PROPACLORU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PROPACHLORE</w:t>
      </w:r>
      <w:r>
        <w:rPr>
          <w:rFonts w:ascii="Times New Roman" w:hAnsi="Times New Roman" w:cs="Times New Roman" w:eastAsia="Times New Roman"/>
          <w:sz w:val="16"/>
          <w:szCs w:val="16"/>
          <w:spacing w:val="-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PROPANILU</w:t>
      </w:r>
      <w:r>
        <w:rPr>
          <w:rFonts w:ascii="Times New Roman" w:hAnsi="Times New Roman" w:cs="Times New Roman" w:eastAsia="Times New Roman"/>
          <w:sz w:val="16"/>
          <w:szCs w:val="16"/>
          <w:spacing w:val="-3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PROPANIL</w:t>
      </w:r>
      <w:r>
        <w:rPr>
          <w:rFonts w:ascii="Times New Roman" w:hAnsi="Times New Roman" w:cs="Times New Roman" w:eastAsia="Times New Roman"/>
          <w:sz w:val="16"/>
          <w:szCs w:val="16"/>
          <w:spacing w:val="-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TERBUTILAZINU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TERBUTHYLAZINE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PROPARGITU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PROPARGITE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TERBUTRINU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TERBUTRYNE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5" w:after="0" w:line="332" w:lineRule="auto"/>
        <w:ind w:left="615" w:right="723" w:firstLine="9"/>
        <w:jc w:val="left"/>
        <w:tabs>
          <w:tab w:pos="326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PROFAMU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AME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TETRACLORVINFOSSU.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TETRACHLORVINPHOS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PROPINEBU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PROPINEBE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TETRADIFONU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TETRADIFON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PROPIZAMIDU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PROPYZAMIDE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TETRASULU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TETRASUL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PROTIACARBU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PROTHIACARBE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TIABENDAZOLU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THIABENDAZOLE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1" w:after="0" w:line="334" w:lineRule="auto"/>
        <w:ind w:left="615" w:right="232"/>
        <w:jc w:val="left"/>
        <w:tabs>
          <w:tab w:pos="326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PROTOATU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PROTHOATE</w:t>
      </w:r>
      <w:r>
        <w:rPr>
          <w:rFonts w:ascii="Times New Roman" w:hAnsi="Times New Roman" w:cs="Times New Roman" w:eastAsia="Times New Roman"/>
          <w:sz w:val="16"/>
          <w:szCs w:val="16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TIABENDAZOLU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SOLUZIONE</w:t>
      </w:r>
      <w:r>
        <w:rPr>
          <w:rFonts w:ascii="Times New Roman" w:hAnsi="Times New Roman" w:cs="Times New Roman" w:eastAsia="Times New Roman"/>
          <w:sz w:val="16"/>
          <w:szCs w:val="16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THIABENDAZOLE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PIRACARBOLIDU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PYRACARBOLIDE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TIAZAFIURONU</w:t>
      </w:r>
      <w:r>
        <w:rPr>
          <w:rFonts w:ascii="Times New Roman" w:hAnsi="Times New Roman" w:cs="Times New Roman" w:eastAsia="Times New Roman"/>
          <w:sz w:val="16"/>
          <w:szCs w:val="16"/>
          <w:spacing w:val="-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THIAZAFLURON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PIRANOCUMARINU</w:t>
      </w:r>
      <w:r>
        <w:rPr>
          <w:rFonts w:ascii="Times New Roman" w:hAnsi="Times New Roman" w:cs="Times New Roman" w:eastAsia="Times New Roman"/>
          <w:sz w:val="16"/>
          <w:szCs w:val="16"/>
          <w:spacing w:val="-2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PYRANOCOUMARINE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TIOCIANATU</w:t>
      </w:r>
      <w:r>
        <w:rPr>
          <w:rFonts w:ascii="Times New Roman" w:hAnsi="Times New Roman" w:cs="Times New Roman" w:eastAsia="Times New Roman"/>
          <w:sz w:val="16"/>
          <w:szCs w:val="16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9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AMMONIU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THIOCYANATE</w:t>
      </w:r>
      <w:r>
        <w:rPr>
          <w:rFonts w:ascii="Times New Roman" w:hAnsi="Times New Roman" w:cs="Times New Roman" w:eastAsia="Times New Roman"/>
          <w:sz w:val="16"/>
          <w:szCs w:val="16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23"/>
          <w:position w:val="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9"/>
          <w:w w:val="123"/>
          <w:position w:val="0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9"/>
          <w:position w:val="0"/>
        </w:rPr>
        <w:t>AMMONIU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9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PIRAZOFOSSU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PYRASOPHOS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TIOCANATU</w:t>
      </w:r>
      <w:r>
        <w:rPr>
          <w:rFonts w:ascii="Times New Roman" w:hAnsi="Times New Roman" w:cs="Times New Roman" w:eastAsia="Times New Roman"/>
          <w:sz w:val="16"/>
          <w:szCs w:val="16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Dl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SODIU</w:t>
      </w:r>
      <w:r>
        <w:rPr>
          <w:rFonts w:ascii="Times New Roman" w:hAnsi="Times New Roman" w:cs="Times New Roman" w:eastAsia="Times New Roman"/>
          <w:sz w:val="16"/>
          <w:szCs w:val="16"/>
          <w:spacing w:val="-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THIOCYANATHE</w:t>
      </w:r>
      <w:r>
        <w:rPr>
          <w:rFonts w:ascii="Times New Roman" w:hAnsi="Times New Roman" w:cs="Times New Roman" w:eastAsia="Times New Roman"/>
          <w:sz w:val="16"/>
          <w:szCs w:val="16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SODIUM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PIRETRINI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PYRETHRINES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TIAFANOSSU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0"/>
        </w:rPr>
        <w:t>THIAFANOX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193" w:lineRule="exact"/>
        <w:ind w:left="610" w:right="-20"/>
        <w:jc w:val="left"/>
        <w:tabs>
          <w:tab w:pos="326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PIRIMICARBU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PYRIMICARBE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TIOMETONU</w:t>
      </w:r>
      <w:r>
        <w:rPr>
          <w:rFonts w:ascii="Times New Roman" w:hAnsi="Times New Roman" w:cs="Times New Roman" w:eastAsia="Times New Roman"/>
          <w:sz w:val="16"/>
          <w:szCs w:val="16"/>
          <w:spacing w:val="-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0"/>
        </w:rPr>
        <w:t>THIOMETON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3" w:after="0" w:line="336" w:lineRule="auto"/>
        <w:ind w:left="610" w:right="625" w:firstLine="5"/>
        <w:jc w:val="left"/>
        <w:tabs>
          <w:tab w:pos="324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PIRIMIFOS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EfiLU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PYRIMIPHOS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TIOFANATETILU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THIOPHANATE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  <w:position w:val="0"/>
        </w:rPr>
        <w:t>EfHYL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PIRIMIPHOS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9"/>
          <w:position w:val="1"/>
        </w:rPr>
        <w:t>MEriLU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PIRIMIPHOS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TIOFANATU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MEI'ILU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THIOPHANATE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METHYL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2" w:after="0" w:line="332" w:lineRule="auto"/>
        <w:ind w:left="610" w:right="265" w:firstLine="5264"/>
        <w:jc w:val="left"/>
        <w:tabs>
          <w:tab w:pos="324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TIR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THIRAME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1"/>
        </w:rPr>
        <w:t>QUINACEI'OL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SULFATU</w:t>
      </w:r>
      <w:r>
        <w:rPr>
          <w:rFonts w:ascii="Times New Roman" w:hAnsi="Times New Roman" w:cs="Times New Roman" w:eastAsia="Times New Roman"/>
          <w:sz w:val="16"/>
          <w:szCs w:val="16"/>
          <w:spacing w:val="-2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QUINACETOL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SULFATE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TOLILFIUANIDU</w:t>
      </w:r>
      <w:r>
        <w:rPr>
          <w:rFonts w:ascii="Times New Roman" w:hAnsi="Times New Roman" w:cs="Times New Roman" w:eastAsia="Times New Roman"/>
          <w:sz w:val="16"/>
          <w:szCs w:val="16"/>
          <w:spacing w:val="-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3"/>
          <w:position w:val="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3"/>
          <w:position w:val="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YLFLUANIDE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QUINTOZENU</w:t>
      </w:r>
      <w:r>
        <w:rPr>
          <w:rFonts w:ascii="Times New Roman" w:hAnsi="Times New Roman" w:cs="Times New Roman" w:eastAsia="Times New Roman"/>
          <w:sz w:val="16"/>
          <w:szCs w:val="16"/>
          <w:spacing w:val="-1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QUINTOZENE</w:t>
      </w:r>
      <w:r>
        <w:rPr>
          <w:rFonts w:ascii="Times New Roman" w:hAnsi="Times New Roman" w:cs="Times New Roman" w:eastAsia="Times New Roman"/>
          <w:sz w:val="16"/>
          <w:szCs w:val="16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TRIACETATU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Dl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G.</w:t>
      </w:r>
      <w:r>
        <w:rPr>
          <w:rFonts w:ascii="Times New Roman" w:hAnsi="Times New Roman" w:cs="Times New Roman" w:eastAsia="Times New Roman"/>
          <w:sz w:val="16"/>
          <w:szCs w:val="16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TRIACÉfATE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GUAZATINE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0" w:after="0" w:line="341" w:lineRule="auto"/>
        <w:ind w:left="605" w:right="1387" w:firstLine="5268"/>
        <w:jc w:val="left"/>
        <w:tabs>
          <w:tab w:pos="324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TOSSAFENU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TOXAFÈNE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ROTENONU</w:t>
      </w:r>
      <w:r>
        <w:rPr>
          <w:rFonts w:ascii="Times New Roman" w:hAnsi="Times New Roman" w:cs="Times New Roman" w:eastAsia="Times New Roman"/>
          <w:sz w:val="16"/>
          <w:szCs w:val="16"/>
          <w:spacing w:val="-2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ROTENONE</w:t>
      </w:r>
      <w:r>
        <w:rPr>
          <w:rFonts w:ascii="Times New Roman" w:hAnsi="Times New Roman" w:cs="Times New Roman" w:eastAsia="Times New Roman"/>
          <w:sz w:val="16"/>
          <w:szCs w:val="16"/>
          <w:spacing w:val="-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TRIADIMEFONU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TRIADIMEFON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4" w:after="0" w:line="337" w:lineRule="auto"/>
        <w:ind w:left="601" w:right="737" w:firstLine="5273"/>
        <w:jc w:val="left"/>
        <w:tabs>
          <w:tab w:pos="324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TRIALLATU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TRIALLATE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SECBUNETONU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SECBUNETON</w:t>
      </w:r>
      <w:r>
        <w:rPr>
          <w:rFonts w:ascii="Times New Roman" w:hAnsi="Times New Roman" w:cs="Times New Roman" w:eastAsia="Times New Roman"/>
          <w:sz w:val="16"/>
          <w:szCs w:val="16"/>
          <w:spacing w:val="-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TRICLORFONU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TRICHLORFON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SIDURONU</w:t>
      </w:r>
      <w:r>
        <w:rPr>
          <w:rFonts w:ascii="Times New Roman" w:hAnsi="Times New Roman" w:cs="Times New Roman" w:eastAsia="Times New Roman"/>
          <w:sz w:val="16"/>
          <w:szCs w:val="16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SIDURON</w:t>
      </w:r>
      <w:r>
        <w:rPr>
          <w:rFonts w:ascii="Times New Roman" w:hAnsi="Times New Roman" w:cs="Times New Roman" w:eastAsia="Times New Roman"/>
          <w:sz w:val="16"/>
          <w:szCs w:val="16"/>
          <w:spacing w:val="-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TRICLORONATU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TRICHLORONATE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SIMAZINU</w:t>
      </w:r>
      <w:r>
        <w:rPr>
          <w:rFonts w:ascii="Times New Roman" w:hAnsi="Times New Roman" w:cs="Times New Roman" w:eastAsia="Times New Roman"/>
          <w:sz w:val="16"/>
          <w:szCs w:val="16"/>
          <w:spacing w:val="-2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SIMAZINE</w:t>
      </w:r>
      <w:r>
        <w:rPr>
          <w:rFonts w:ascii="Times New Roman" w:hAnsi="Times New Roman" w:cs="Times New Roman" w:eastAsia="Times New Roman"/>
          <w:sz w:val="16"/>
          <w:szCs w:val="16"/>
          <w:spacing w:val="-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TRICODERMU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VIRIDU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TRICHODERMA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VIRIDE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SULFAl'lU</w:t>
      </w:r>
      <w:r>
        <w:rPr>
          <w:rFonts w:ascii="Times New Roman" w:hAnsi="Times New Roman" w:cs="Times New Roman" w:eastAsia="Times New Roman"/>
          <w:sz w:val="16"/>
          <w:szCs w:val="16"/>
          <w:spacing w:val="-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SOUFRE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TRIDEMORFU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TRIDEMORPHE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SULFALLATU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SULFALLATE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TRIFLORINU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TRIFLORINE</w:t>
      </w:r>
    </w:p>
    <w:p>
      <w:pPr>
        <w:spacing w:before="0" w:after="0" w:line="191" w:lineRule="exact"/>
        <w:ind w:left="596" w:right="-20"/>
        <w:jc w:val="left"/>
        <w:tabs>
          <w:tab w:pos="324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SULFAMATU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  <w:position w:val="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8"/>
          <w:w w:val="106"/>
          <w:position w:val="1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  <w:position w:val="1"/>
        </w:rPr>
        <w:t>AMMONIU</w:t>
      </w:r>
      <w:r>
        <w:rPr>
          <w:rFonts w:ascii="Times New Roman" w:hAnsi="Times New Roman" w:cs="Times New Roman" w:eastAsia="Times New Roman"/>
          <w:sz w:val="16"/>
          <w:szCs w:val="16"/>
          <w:spacing w:val="-37"/>
          <w:w w:val="106"/>
          <w:position w:val="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SULFAMATE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2"/>
          <w:i/>
          <w:position w:val="0"/>
        </w:rPr>
        <w:t>D</w:t>
      </w:r>
      <w:r>
        <w:rPr>
          <w:rFonts w:ascii="Arial" w:hAnsi="Arial" w:cs="Arial" w:eastAsia="Arial"/>
          <w:sz w:val="9"/>
          <w:szCs w:val="9"/>
          <w:spacing w:val="-7"/>
          <w:w w:val="102"/>
          <w:i/>
          <w:position w:val="9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  <w:position w:val="0"/>
        </w:rPr>
        <w:t>AMMONIUM</w:t>
      </w:r>
      <w:r>
        <w:rPr>
          <w:rFonts w:ascii="Times New Roman" w:hAnsi="Times New Roman" w:cs="Times New Roman" w:eastAsia="Times New Roman"/>
          <w:sz w:val="16"/>
          <w:szCs w:val="16"/>
          <w:spacing w:val="-33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TRIFIURALINU</w:t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TRIFLURALINE</w:t>
      </w:r>
    </w:p>
    <w:p>
      <w:pPr>
        <w:spacing w:before="77" w:after="0" w:line="191" w:lineRule="exact"/>
        <w:ind w:left="601" w:right="-20"/>
        <w:jc w:val="left"/>
        <w:tabs>
          <w:tab w:pos="324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SULFOTEPU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1"/>
        </w:rPr>
        <w:t>SULFOPTEP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86" w:after="0" w:line="335" w:lineRule="auto"/>
        <w:ind w:left="601" w:right="1228" w:firstLine="5278"/>
        <w:jc w:val="left"/>
        <w:tabs>
          <w:tab w:pos="3240" w:val="left"/>
          <w:tab w:pos="5860" w:val="left"/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VARMIDOTIONU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97"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ARMIDOTHION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TEBUTIURONU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TEBUTHIURON</w:t>
      </w:r>
      <w:r>
        <w:rPr>
          <w:rFonts w:ascii="Times New Roman" w:hAnsi="Times New Roman" w:cs="Times New Roman" w:eastAsia="Times New Roman"/>
          <w:sz w:val="16"/>
          <w:szCs w:val="16"/>
          <w:spacing w:val="-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VERNOLATU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VERNOLATE</w:t>
      </w:r>
    </w:p>
    <w:p>
      <w:pPr>
        <w:spacing w:before="9" w:after="0" w:line="240" w:lineRule="auto"/>
        <w:ind w:left="5874" w:right="-20"/>
        <w:jc w:val="left"/>
        <w:tabs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VINCLOZOLINU</w:t>
      </w:r>
      <w:r>
        <w:rPr>
          <w:rFonts w:ascii="Times New Roman" w:hAnsi="Times New Roman" w:cs="Times New Roman" w:eastAsia="Times New Roman"/>
          <w:sz w:val="16"/>
          <w:szCs w:val="16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2"/>
        </w:rPr>
        <w:t>VINCHLOZOLINE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48" w:lineRule="auto"/>
        <w:ind w:left="5878" w:right="1885"/>
        <w:jc w:val="left"/>
        <w:tabs>
          <w:tab w:pos="848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ZINEBU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ZINEBE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ZIRAMU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ZIRAME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496" w:right="55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n'existe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neutre,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regrettable,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79"/>
        </w:rPr>
        <w:t>il</w:t>
      </w:r>
      <w:r>
        <w:rPr>
          <w:rFonts w:ascii="Arial" w:hAnsi="Arial" w:cs="Arial" w:eastAsia="Arial"/>
          <w:sz w:val="24"/>
          <w:szCs w:val="24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n'existe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  <w:t>(à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l'exception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commande)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règle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détermine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choix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</w:rPr>
        <w:t>genre;</w:t>
      </w:r>
      <w:r>
        <w:rPr>
          <w:rFonts w:ascii="Times New Roman" w:hAnsi="Times New Roman" w:cs="Times New Roman" w:eastAsia="Times New Roman"/>
          <w:sz w:val="24"/>
          <w:szCs w:val="24"/>
          <w:spacing w:val="-35"/>
          <w:w w:val="12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c'est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coutume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intervient.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2" w:lineRule="auto"/>
        <w:ind w:left="501" w:right="38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fruit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86"/>
        </w:rPr>
        <w:t>il</w:t>
      </w:r>
      <w:r>
        <w:rPr>
          <w:rFonts w:ascii="Arial" w:hAnsi="Arial" w:cs="Arial" w:eastAsia="Arial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généralement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feminin,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fleur,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maladie,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contre,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d'un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produit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phytosanitaire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souvent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masculin,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fruitiers,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l'exception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exemple.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0" w:top="0" w:bottom="280" w:left="100" w:right="760"/>
          <w:headerReference w:type="odd" r:id="rId37"/>
          <w:pgSz w:w="11900" w:h="16840"/>
        </w:sectPr>
      </w:pPr>
      <w:rPr/>
    </w:p>
    <w:p>
      <w:pPr>
        <w:spacing w:before="0" w:after="0" w:line="819" w:lineRule="exact"/>
        <w:ind w:left="24" w:right="-20"/>
        <w:jc w:val="left"/>
        <w:rPr>
          <w:rFonts w:ascii="Arial" w:hAnsi="Arial" w:cs="Arial" w:eastAsia="Arial"/>
          <w:sz w:val="76"/>
          <w:szCs w:val="76"/>
        </w:rPr>
      </w:pPr>
      <w:rPr/>
      <w:r>
        <w:rPr>
          <w:rFonts w:ascii="Arial" w:hAnsi="Arial" w:cs="Arial" w:eastAsia="Arial"/>
          <w:sz w:val="76"/>
          <w:szCs w:val="76"/>
          <w:spacing w:val="0"/>
          <w:w w:val="52"/>
          <w:b/>
          <w:bCs/>
        </w:rPr>
        <w:t>n</w:t>
      </w:r>
      <w:r>
        <w:rPr>
          <w:rFonts w:ascii="Arial" w:hAnsi="Arial" w:cs="Arial" w:eastAsia="Arial"/>
          <w:sz w:val="76"/>
          <w:szCs w:val="76"/>
          <w:spacing w:val="0"/>
          <w:w w:val="100"/>
        </w:rPr>
      </w:r>
    </w:p>
    <w:p>
      <w:pPr>
        <w:spacing w:before="2" w:after="0" w:line="240" w:lineRule="auto"/>
        <w:ind w:left="417" w:right="-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.439516pt;margin-top:4.068011pt;width:9.275pt;height:35pt;mso-position-horizontal-relative:page;mso-position-vertical-relative:paragraph;z-index:-6295" type="#_x0000_t202" filled="f" stroked="f">
            <v:textbox inset="0,0,0,0">
              <w:txbxContent>
                <w:p>
                  <w:pPr>
                    <w:spacing w:before="0" w:after="0" w:line="700" w:lineRule="exact"/>
                    <w:ind w:right="-145"/>
                    <w:jc w:val="left"/>
                    <w:rPr>
                      <w:rFonts w:ascii="Times New Roman" w:hAnsi="Times New Roman" w:cs="Times New Roman" w:eastAsia="Times New Roman"/>
                      <w:sz w:val="70"/>
                      <w:szCs w:val="70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70"/>
                      <w:szCs w:val="70"/>
                      <w:spacing w:val="0"/>
                      <w:w w:val="53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70"/>
                      <w:szCs w:val="7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w w:val="95"/>
          <w:i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Treantoiî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091" w:right="455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  <w:b/>
          <w:bCs/>
          <w:i/>
        </w:rPr>
        <w:t>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5" w:after="0" w:line="240" w:lineRule="auto"/>
        <w:ind w:left="-48" w:right="1221"/>
        <w:jc w:val="center"/>
        <w:rPr>
          <w:rFonts w:ascii="Times New Roman" w:hAnsi="Times New Roman" w:cs="Times New Roman" w:eastAsia="Times New Roman"/>
          <w:sz w:val="38"/>
          <w:szCs w:val="38"/>
        </w:rPr>
      </w:pPr>
      <w:rPr/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1</w:t>
      </w:r>
      <w:r>
        <w:rPr>
          <w:rFonts w:ascii="Times New Roman" w:hAnsi="Times New Roman" w:cs="Times New Roman" w:eastAsia="Times New Roman"/>
          <w:sz w:val="38"/>
          <w:szCs w:val="38"/>
          <w:spacing w:val="-29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PIANTI</w:t>
      </w:r>
      <w:r>
        <w:rPr>
          <w:rFonts w:ascii="Times New Roman" w:hAnsi="Times New Roman" w:cs="Times New Roman" w:eastAsia="Times New Roman"/>
          <w:sz w:val="38"/>
          <w:szCs w:val="38"/>
          <w:spacing w:val="29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CULTIVI,</w:t>
      </w:r>
      <w:r>
        <w:rPr>
          <w:rFonts w:ascii="Times New Roman" w:hAnsi="Times New Roman" w:cs="Times New Roman" w:eastAsia="Times New Roman"/>
          <w:sz w:val="38"/>
          <w:szCs w:val="38"/>
          <w:spacing w:val="10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GRANI</w:t>
      </w:r>
      <w:r>
        <w:rPr>
          <w:rFonts w:ascii="Times New Roman" w:hAnsi="Times New Roman" w:cs="Times New Roman" w:eastAsia="Times New Roman"/>
          <w:sz w:val="38"/>
          <w:szCs w:val="38"/>
          <w:spacing w:val="48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8"/>
          <w:szCs w:val="38"/>
          <w:spacing w:val="-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URTAGLII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</w:rPr>
      </w:r>
    </w:p>
    <w:p>
      <w:pPr>
        <w:jc w:val="center"/>
        <w:spacing w:after="0"/>
        <w:sectPr>
          <w:pgMar w:header="0" w:footer="0" w:top="0" w:bottom="280" w:left="0" w:right="1480"/>
          <w:headerReference w:type="even" r:id="rId38"/>
          <w:pgSz w:w="11900" w:h="16840"/>
          <w:cols w:num="2" w:equalWidth="0">
            <w:col w:w="1614" w:space="814"/>
            <w:col w:w="7992"/>
          </w:cols>
        </w:sectPr>
      </w:pPr>
      <w:rPr/>
    </w:p>
    <w:p>
      <w:pPr>
        <w:spacing w:before="61" w:after="0" w:line="666" w:lineRule="exact"/>
        <w:ind w:left="34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62"/>
          <w:szCs w:val="62"/>
          <w:spacing w:val="0"/>
          <w:w w:val="62"/>
          <w:position w:val="-5"/>
        </w:rPr>
        <w:t>f!</w:t>
      </w:r>
      <w:r>
        <w:rPr>
          <w:rFonts w:ascii="Arial" w:hAnsi="Arial" w:cs="Arial" w:eastAsia="Arial"/>
          <w:sz w:val="62"/>
          <w:szCs w:val="62"/>
          <w:spacing w:val="0"/>
          <w:w w:val="100"/>
          <w:position w:val="-5"/>
        </w:rPr>
        <w:tab/>
      </w:r>
      <w:r>
        <w:rPr>
          <w:rFonts w:ascii="Arial" w:hAnsi="Arial" w:cs="Arial" w:eastAsia="Arial"/>
          <w:sz w:val="62"/>
          <w:szCs w:val="62"/>
          <w:spacing w:val="0"/>
          <w:w w:val="100"/>
          <w:position w:val="-5"/>
        </w:rPr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21"/>
        </w:rPr>
        <w:t>{IN</w:t>
      </w:r>
      <w:r>
        <w:rPr>
          <w:rFonts w:ascii="Times New Roman" w:hAnsi="Times New Roman" w:cs="Times New Roman" w:eastAsia="Times New Roman"/>
          <w:sz w:val="26"/>
          <w:szCs w:val="26"/>
          <w:spacing w:val="59"/>
          <w:w w:val="100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8"/>
          <w:b/>
          <w:bCs/>
          <w:position w:val="21"/>
        </w:rPr>
        <w:t>RECAPITVLAZIONE</w:t>
      </w:r>
      <w:r>
        <w:rPr>
          <w:rFonts w:ascii="Times New Roman" w:hAnsi="Times New Roman" w:cs="Times New Roman" w:eastAsia="Times New Roman"/>
          <w:sz w:val="26"/>
          <w:szCs w:val="26"/>
          <w:spacing w:val="25"/>
          <w:w w:val="98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21"/>
        </w:rPr>
        <w:t>PRINCIPALE</w:t>
      </w:r>
      <w:r>
        <w:rPr>
          <w:rFonts w:ascii="Times New Roman" w:hAnsi="Times New Roman" w:cs="Times New Roman" w:eastAsia="Times New Roman"/>
          <w:sz w:val="26"/>
          <w:szCs w:val="26"/>
          <w:spacing w:val="11"/>
          <w:w w:val="100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21"/>
        </w:rPr>
        <w:t>DI</w:t>
      </w:r>
      <w:r>
        <w:rPr>
          <w:rFonts w:ascii="Times New Roman" w:hAnsi="Times New Roman" w:cs="Times New Roman" w:eastAsia="Times New Roman"/>
          <w:sz w:val="26"/>
          <w:szCs w:val="26"/>
          <w:spacing w:val="24"/>
          <w:w w:val="100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21"/>
        </w:rPr>
        <w:t>CASATI</w:t>
      </w:r>
      <w:r>
        <w:rPr>
          <w:rFonts w:ascii="Times New Roman" w:hAnsi="Times New Roman" w:cs="Times New Roman" w:eastAsia="Times New Roman"/>
          <w:sz w:val="26"/>
          <w:szCs w:val="26"/>
          <w:spacing w:val="15"/>
          <w:w w:val="100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  <w:position w:val="21"/>
        </w:rPr>
        <w:t>GREC</w:t>
      </w:r>
      <w:r>
        <w:rPr>
          <w:rFonts w:ascii="Times New Roman" w:hAnsi="Times New Roman" w:cs="Times New Roman" w:eastAsia="Times New Roman"/>
          <w:sz w:val="26"/>
          <w:szCs w:val="26"/>
          <w:spacing w:val="24"/>
          <w:w w:val="100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3"/>
          <w:b/>
          <w:bCs/>
          <w:position w:val="21"/>
        </w:rPr>
        <w:t>LATINUCORSI)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</w:p>
    <w:p>
      <w:pPr>
        <w:spacing w:before="0" w:after="0" w:line="206" w:lineRule="exact"/>
        <w:ind w:left="557" w:right="-20"/>
        <w:jc w:val="left"/>
        <w:tabs>
          <w:tab w:pos="4720" w:val="left"/>
          <w:tab w:pos="796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-1"/>
        </w:rPr>
        <w:t>ALUUM</w:t>
      </w:r>
      <w:r>
        <w:rPr>
          <w:rFonts w:ascii="Times New Roman" w:hAnsi="Times New Roman" w:cs="Times New Roman" w:eastAsia="Times New Roman"/>
          <w:sz w:val="15"/>
          <w:szCs w:val="15"/>
          <w:spacing w:val="26"/>
          <w:w w:val="111"/>
          <w:position w:val="-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-1"/>
        </w:rPr>
        <w:t>SATIVUM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3"/>
        </w:rPr>
        <w:t>AGLIU</w:t>
      </w:r>
      <w:r>
        <w:rPr>
          <w:rFonts w:ascii="Times New Roman" w:hAnsi="Times New Roman" w:cs="Times New Roman" w:eastAsia="Times New Roman"/>
          <w:sz w:val="15"/>
          <w:szCs w:val="15"/>
          <w:spacing w:val="4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3"/>
        </w:rPr>
      </w:r>
      <w:r>
        <w:rPr>
          <w:rFonts w:ascii="Arial" w:hAnsi="Arial" w:cs="Arial" w:eastAsia="Arial"/>
          <w:sz w:val="16"/>
          <w:szCs w:val="16"/>
          <w:spacing w:val="0"/>
          <w:w w:val="113"/>
          <w:position w:val="8"/>
        </w:rPr>
        <w:t>AIL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2" w:after="0" w:line="268" w:lineRule="exact"/>
        <w:ind w:left="561" w:right="1463" w:firstLine="-5"/>
        <w:jc w:val="left"/>
        <w:tabs>
          <w:tab w:pos="4720" w:val="left"/>
          <w:tab w:pos="796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</w:rPr>
        <w:t>CYNARA</w:t>
      </w:r>
      <w:r>
        <w:rPr>
          <w:rFonts w:ascii="Times New Roman" w:hAnsi="Times New Roman" w:cs="Times New Roman" w:eastAsia="Times New Roman"/>
          <w:sz w:val="15"/>
          <w:szCs w:val="15"/>
          <w:spacing w:val="13"/>
          <w:w w:val="108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</w:rPr>
        <w:t>SCOLYMUS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4"/>
        </w:rPr>
        <w:t>ARTICHJOCCU</w:t>
      </w:r>
      <w:r>
        <w:rPr>
          <w:rFonts w:ascii="Times New Roman" w:hAnsi="Times New Roman" w:cs="Times New Roman" w:eastAsia="Times New Roman"/>
          <w:sz w:val="15"/>
          <w:szCs w:val="15"/>
          <w:spacing w:val="-30"/>
          <w:w w:val="108"/>
          <w:position w:val="4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10"/>
        </w:rPr>
        <w:t>ARTICHAUT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ASPARAGUS</w:t>
      </w:r>
      <w:r>
        <w:rPr>
          <w:rFonts w:ascii="Times New Roman" w:hAnsi="Times New Roman" w:cs="Times New Roman" w:eastAsia="Times New Roman"/>
          <w:sz w:val="15"/>
          <w:szCs w:val="15"/>
          <w:spacing w:val="7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OFFICINALIS</w:t>
      </w:r>
      <w:r>
        <w:rPr>
          <w:rFonts w:ascii="Times New Roman" w:hAnsi="Times New Roman" w:cs="Times New Roman" w:eastAsia="Times New Roman"/>
          <w:sz w:val="15"/>
          <w:szCs w:val="15"/>
          <w:spacing w:val="-31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4"/>
        </w:rPr>
        <w:t>SPARAGHJU</w:t>
      </w:r>
      <w:r>
        <w:rPr>
          <w:rFonts w:ascii="Times New Roman" w:hAnsi="Times New Roman" w:cs="Times New Roman" w:eastAsia="Times New Roman"/>
          <w:sz w:val="15"/>
          <w:szCs w:val="15"/>
          <w:spacing w:val="-23"/>
          <w:w w:val="107"/>
          <w:position w:val="4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10"/>
        </w:rPr>
        <w:t>ASPERGE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274" w:lineRule="exact"/>
        <w:ind w:left="571" w:right="1471" w:firstLine="-10"/>
        <w:jc w:val="left"/>
        <w:tabs>
          <w:tab w:pos="4740" w:val="left"/>
          <w:tab w:pos="796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</w:rPr>
        <w:t>SOLANUM</w:t>
      </w:r>
      <w:r>
        <w:rPr>
          <w:rFonts w:ascii="Times New Roman" w:hAnsi="Times New Roman" w:cs="Times New Roman" w:eastAsia="Times New Roman"/>
          <w:sz w:val="15"/>
          <w:szCs w:val="15"/>
          <w:spacing w:val="33"/>
          <w:w w:val="1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</w:rPr>
        <w:t>MELONGENA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4"/>
        </w:rPr>
        <w:t>MELZANA</w:t>
      </w:r>
      <w:r>
        <w:rPr>
          <w:rFonts w:ascii="Times New Roman" w:hAnsi="Times New Roman" w:cs="Times New Roman" w:eastAsia="Times New Roman"/>
          <w:sz w:val="15"/>
          <w:szCs w:val="15"/>
          <w:spacing w:val="-34"/>
          <w:w w:val="110"/>
          <w:position w:val="4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AUBERGINE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AVENA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SATIVA</w:t>
      </w:r>
      <w:r>
        <w:rPr>
          <w:rFonts w:ascii="Times New Roman" w:hAnsi="Times New Roman" w:cs="Times New Roman" w:eastAsia="Times New Roman"/>
          <w:sz w:val="15"/>
          <w:szCs w:val="15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AVENA</w:t>
      </w:r>
      <w:r>
        <w:rPr>
          <w:rFonts w:ascii="Times New Roman" w:hAnsi="Times New Roman" w:cs="Times New Roman" w:eastAsia="Times New Roman"/>
          <w:sz w:val="15"/>
          <w:szCs w:val="15"/>
          <w:spacing w:val="-30"/>
          <w:w w:val="109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10"/>
        </w:rPr>
        <w:t>AVOINE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246" w:lineRule="exact"/>
        <w:ind w:left="571" w:right="-20"/>
        <w:jc w:val="left"/>
        <w:tabs>
          <w:tab w:pos="4740" w:val="left"/>
          <w:tab w:pos="796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BEf</w:t>
      </w:r>
      <w:r>
        <w:rPr>
          <w:rFonts w:ascii="Times New Roman" w:hAnsi="Times New Roman" w:cs="Times New Roman" w:eastAsia="Times New Roman"/>
          <w:sz w:val="15"/>
          <w:szCs w:val="15"/>
          <w:spacing w:val="2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A</w:t>
      </w:r>
      <w:r>
        <w:rPr>
          <w:rFonts w:ascii="Times New Roman" w:hAnsi="Times New Roman" w:cs="Times New Roman" w:eastAsia="Times New Roman"/>
          <w:sz w:val="15"/>
          <w:szCs w:val="15"/>
          <w:spacing w:val="27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VULGARIS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3"/>
        </w:rPr>
        <w:t>BETICOLA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8"/>
        </w:rPr>
        <w:t>BEITERAVE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11" w:after="0" w:line="240" w:lineRule="auto"/>
        <w:ind w:left="576" w:right="1556" w:firstLine="-10"/>
        <w:jc w:val="left"/>
        <w:tabs>
          <w:tab w:pos="4740" w:val="left"/>
          <w:tab w:pos="796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</w:rPr>
        <w:t>TRITICUM</w:t>
      </w:r>
      <w:r>
        <w:rPr>
          <w:rFonts w:ascii="Times New Roman" w:hAnsi="Times New Roman" w:cs="Times New Roman" w:eastAsia="Times New Roman"/>
          <w:sz w:val="15"/>
          <w:szCs w:val="15"/>
          <w:spacing w:val="14"/>
          <w:w w:val="108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</w:rPr>
        <w:t>SATIVUM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5"/>
        </w:rPr>
        <w:t>FRUMENTU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5"/>
        </w:rPr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9"/>
        </w:rPr>
        <w:t>BLE</w:t>
      </w:r>
      <w:r>
        <w:rPr>
          <w:rFonts w:ascii="Times New Roman" w:hAnsi="Times New Roman" w:cs="Times New Roman" w:eastAsia="Times New Roman"/>
          <w:sz w:val="15"/>
          <w:szCs w:val="15"/>
          <w:spacing w:val="13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BEf</w:t>
      </w:r>
      <w:r>
        <w:rPr>
          <w:rFonts w:ascii="Times New Roman" w:hAnsi="Times New Roman" w:cs="Times New Roman" w:eastAsia="Times New Roman"/>
          <w:sz w:val="15"/>
          <w:szCs w:val="15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4"/>
          <w:position w:val="0"/>
        </w:rPr>
        <w:t>A</w:t>
      </w:r>
      <w:r>
        <w:rPr>
          <w:rFonts w:ascii="Times New Roman" w:hAnsi="Times New Roman" w:cs="Times New Roman" w:eastAsia="Times New Roman"/>
          <w:sz w:val="15"/>
          <w:szCs w:val="15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0"/>
        </w:rPr>
        <w:t>VULGARIS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BIETULA</w:t>
      </w:r>
      <w:r>
        <w:rPr>
          <w:rFonts w:ascii="Times New Roman" w:hAnsi="Times New Roman" w:cs="Times New Roman" w:eastAsia="Times New Roman"/>
          <w:sz w:val="15"/>
          <w:szCs w:val="15"/>
          <w:spacing w:val="7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4"/>
          <w:position w:val="10"/>
        </w:rPr>
        <w:t>BEITE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4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0"/>
        </w:rPr>
        <w:t>DAUCUS</w:t>
      </w:r>
      <w:r>
        <w:rPr>
          <w:rFonts w:ascii="Times New Roman" w:hAnsi="Times New Roman" w:cs="Times New Roman" w:eastAsia="Times New Roman"/>
          <w:sz w:val="15"/>
          <w:szCs w:val="15"/>
          <w:spacing w:val="-5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CAROTA</w:t>
      </w:r>
      <w:r>
        <w:rPr>
          <w:rFonts w:ascii="Times New Roman" w:hAnsi="Times New Roman" w:cs="Times New Roman" w:eastAsia="Times New Roman"/>
          <w:sz w:val="15"/>
          <w:szCs w:val="15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5"/>
          <w:position w:val="5"/>
        </w:rPr>
        <w:t>CAROTIA</w:t>
      </w:r>
      <w:r>
        <w:rPr>
          <w:rFonts w:ascii="Times New Roman" w:hAnsi="Times New Roman" w:cs="Times New Roman" w:eastAsia="Times New Roman"/>
          <w:sz w:val="15"/>
          <w:szCs w:val="15"/>
          <w:spacing w:val="-36"/>
          <w:w w:val="115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5"/>
          <w:position w:val="10"/>
        </w:rPr>
        <w:t>CAROTIE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5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APIUM</w:t>
      </w:r>
      <w:r>
        <w:rPr>
          <w:rFonts w:ascii="Times New Roman" w:hAnsi="Times New Roman" w:cs="Times New Roman" w:eastAsia="Times New Roman"/>
          <w:sz w:val="15"/>
          <w:szCs w:val="15"/>
          <w:spacing w:val="3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GR</w:t>
      </w:r>
      <w:r>
        <w:rPr>
          <w:rFonts w:ascii="Times New Roman" w:hAnsi="Times New Roman" w:cs="Times New Roman" w:eastAsia="Times New Roman"/>
          <w:sz w:val="15"/>
          <w:szCs w:val="15"/>
          <w:spacing w:val="1"/>
          <w:w w:val="107"/>
          <w:position w:val="0"/>
        </w:rPr>
        <w:t>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VEOLENS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5"/>
        </w:rPr>
        <w:t>SELLARU</w:t>
      </w:r>
      <w:r>
        <w:rPr>
          <w:rFonts w:ascii="Times New Roman" w:hAnsi="Times New Roman" w:cs="Times New Roman" w:eastAsia="Times New Roman"/>
          <w:sz w:val="15"/>
          <w:szCs w:val="15"/>
          <w:spacing w:val="-33"/>
          <w:w w:val="107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9"/>
        </w:rPr>
        <w:t>CELERI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0"/>
        </w:rPr>
        <w:t>CICHORIUM</w:t>
      </w:r>
      <w:r>
        <w:rPr>
          <w:rFonts w:ascii="Times New Roman" w:hAnsi="Times New Roman" w:cs="Times New Roman" w:eastAsia="Times New Roman"/>
          <w:sz w:val="15"/>
          <w:szCs w:val="15"/>
          <w:spacing w:val="9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INTYBUS</w:t>
      </w:r>
      <w:r>
        <w:rPr>
          <w:rFonts w:ascii="Times New Roman" w:hAnsi="Times New Roman" w:cs="Times New Roman" w:eastAsia="Times New Roman"/>
          <w:sz w:val="15"/>
          <w:szCs w:val="15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5"/>
        </w:rPr>
        <w:t>SCICOTIA</w:t>
      </w:r>
      <w:r>
        <w:rPr>
          <w:rFonts w:ascii="Times New Roman" w:hAnsi="Times New Roman" w:cs="Times New Roman" w:eastAsia="Times New Roman"/>
          <w:sz w:val="15"/>
          <w:szCs w:val="15"/>
          <w:spacing w:val="-7"/>
          <w:w w:val="112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0"/>
        </w:rPr>
        <w:t>CHICOREE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BRASSICA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 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0"/>
        </w:rPr>
        <w:t>OLERACEA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5"/>
        </w:rPr>
        <w:t>CARBUSGHJU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10"/>
        </w:rPr>
        <w:t>CHOU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16" w:after="0" w:line="274" w:lineRule="exact"/>
        <w:ind w:left="590" w:right="1204"/>
        <w:jc w:val="left"/>
        <w:tabs>
          <w:tab w:pos="4760" w:val="left"/>
          <w:tab w:pos="798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BRASSICA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</w:rPr>
        <w:t>OLERACEA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CAULU</w:t>
      </w:r>
      <w:r>
        <w:rPr>
          <w:rFonts w:ascii="Times New Roman" w:hAnsi="Times New Roman" w:cs="Times New Roman" w:eastAsia="Times New Roman"/>
          <w:sz w:val="15"/>
          <w:szCs w:val="15"/>
          <w:spacing w:val="27"/>
          <w:w w:val="109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FIORU</w:t>
      </w:r>
      <w:r>
        <w:rPr>
          <w:rFonts w:ascii="Times New Roman" w:hAnsi="Times New Roman" w:cs="Times New Roman" w:eastAsia="Times New Roman"/>
          <w:sz w:val="15"/>
          <w:szCs w:val="15"/>
          <w:spacing w:val="-2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10"/>
        </w:rPr>
        <w:t>CHOU</w:t>
      </w:r>
      <w:r>
        <w:rPr>
          <w:rFonts w:ascii="Times New Roman" w:hAnsi="Times New Roman" w:cs="Times New Roman" w:eastAsia="Times New Roman"/>
          <w:sz w:val="15"/>
          <w:szCs w:val="15"/>
          <w:spacing w:val="13"/>
          <w:w w:val="111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20"/>
          <w:position w:val="10"/>
        </w:rPr>
        <w:t>-FLEUR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2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BRASSICA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NAPUS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4"/>
        </w:rPr>
        <w:t>COLZA</w:t>
      </w:r>
      <w:r>
        <w:rPr>
          <w:rFonts w:ascii="Times New Roman" w:hAnsi="Times New Roman" w:cs="Times New Roman" w:eastAsia="Times New Roman"/>
          <w:sz w:val="15"/>
          <w:szCs w:val="15"/>
          <w:spacing w:val="-31"/>
          <w:w w:val="110"/>
          <w:position w:val="4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COLZA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246" w:lineRule="exact"/>
        <w:ind w:left="595" w:right="-20"/>
        <w:jc w:val="left"/>
        <w:tabs>
          <w:tab w:pos="4760" w:val="left"/>
          <w:tab w:pos="800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-2"/>
        </w:rPr>
        <w:t>CUCUMIS</w:t>
      </w:r>
      <w:r>
        <w:rPr>
          <w:rFonts w:ascii="Times New Roman" w:hAnsi="Times New Roman" w:cs="Times New Roman" w:eastAsia="Times New Roman"/>
          <w:sz w:val="15"/>
          <w:szCs w:val="15"/>
          <w:spacing w:val="-8"/>
          <w:w w:val="112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SATIVUS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3"/>
        </w:rPr>
        <w:t>CUCUMARU</w:t>
      </w:r>
      <w:r>
        <w:rPr>
          <w:rFonts w:ascii="Times New Roman" w:hAnsi="Times New Roman" w:cs="Times New Roman" w:eastAsia="Times New Roman"/>
          <w:sz w:val="15"/>
          <w:szCs w:val="15"/>
          <w:spacing w:val="-32"/>
          <w:w w:val="109"/>
          <w:position w:val="3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8"/>
        </w:rPr>
        <w:t>CONCOMBRE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26" w:after="0" w:line="268" w:lineRule="exact"/>
        <w:ind w:left="605" w:right="1353"/>
        <w:jc w:val="left"/>
        <w:tabs>
          <w:tab w:pos="4760" w:val="left"/>
          <w:tab w:pos="800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</w:rPr>
        <w:t>CUCUMIS</w:t>
      </w:r>
      <w:r>
        <w:rPr>
          <w:rFonts w:ascii="Times New Roman" w:hAnsi="Times New Roman" w:cs="Times New Roman" w:eastAsia="Times New Roman"/>
          <w:sz w:val="15"/>
          <w:szCs w:val="15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SATIVUS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5"/>
        </w:rPr>
        <w:t>CUCUMARULU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1"/>
        </w:rPr>
        <w:t>CORNICHON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0"/>
        </w:rPr>
        <w:t>CURCUBITA</w:t>
      </w:r>
      <w:r>
        <w:rPr>
          <w:rFonts w:ascii="Times New Roman" w:hAnsi="Times New Roman" w:cs="Times New Roman" w:eastAsia="Times New Roman"/>
          <w:sz w:val="15"/>
          <w:szCs w:val="15"/>
          <w:spacing w:val="18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PEPO</w:t>
      </w:r>
      <w:r>
        <w:rPr>
          <w:rFonts w:ascii="Times New Roman" w:hAnsi="Times New Roman" w:cs="Times New Roman" w:eastAsia="Times New Roman"/>
          <w:sz w:val="15"/>
          <w:szCs w:val="15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ZUCCA</w:t>
      </w:r>
      <w:r>
        <w:rPr>
          <w:rFonts w:ascii="Times New Roman" w:hAnsi="Times New Roman" w:cs="Times New Roman" w:eastAsia="Times New Roman"/>
          <w:sz w:val="15"/>
          <w:szCs w:val="15"/>
          <w:spacing w:val="-31"/>
          <w:w w:val="109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10"/>
        </w:rPr>
        <w:t>COURGE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CURCUBI</w:t>
      </w:r>
      <w:r>
        <w:rPr>
          <w:rFonts w:ascii="Times New Roman" w:hAnsi="Times New Roman" w:cs="Times New Roman" w:eastAsia="Times New Roman"/>
          <w:sz w:val="15"/>
          <w:szCs w:val="15"/>
          <w:spacing w:val="-1"/>
          <w:w w:val="107"/>
          <w:position w:val="0"/>
        </w:rPr>
        <w:t>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A</w:t>
      </w:r>
      <w:r>
        <w:rPr>
          <w:rFonts w:ascii="Times New Roman" w:hAnsi="Times New Roman" w:cs="Times New Roman" w:eastAsia="Times New Roman"/>
          <w:sz w:val="15"/>
          <w:szCs w:val="15"/>
          <w:spacing w:val="23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PEPO</w:t>
      </w:r>
      <w:r>
        <w:rPr>
          <w:rFonts w:ascii="Times New Roman" w:hAnsi="Times New Roman" w:cs="Times New Roman" w:eastAsia="Times New Roman"/>
          <w:sz w:val="15"/>
          <w:szCs w:val="15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5"/>
        </w:rPr>
        <w:t>ZUCCHINU</w:t>
      </w:r>
      <w:r>
        <w:rPr>
          <w:rFonts w:ascii="Times New Roman" w:hAnsi="Times New Roman" w:cs="Times New Roman" w:eastAsia="Times New Roman"/>
          <w:sz w:val="15"/>
          <w:szCs w:val="15"/>
          <w:spacing w:val="-34"/>
          <w:w w:val="112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0"/>
        </w:rPr>
        <w:t>COURGEITE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0"/>
        </w:rPr>
        <w:t>ALUUM</w:t>
      </w:r>
      <w:r>
        <w:rPr>
          <w:rFonts w:ascii="Times New Roman" w:hAnsi="Times New Roman" w:cs="Times New Roman" w:eastAsia="Times New Roman"/>
          <w:sz w:val="15"/>
          <w:szCs w:val="15"/>
          <w:spacing w:val="31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0"/>
        </w:rPr>
        <w:t>ASCOLANICUM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5"/>
        </w:rPr>
        <w:t>CIPULINA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10"/>
        </w:rPr>
        <w:t>ECHALOTIE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3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CICHORIUM</w:t>
      </w:r>
      <w:r>
        <w:rPr>
          <w:rFonts w:ascii="Times New Roman" w:hAnsi="Times New Roman" w:cs="Times New Roman" w:eastAsia="Times New Roman"/>
          <w:sz w:val="15"/>
          <w:szCs w:val="15"/>
          <w:spacing w:val="18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ENDIVA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4"/>
        </w:rPr>
        <w:t>ENDIVA</w:t>
      </w:r>
      <w:r>
        <w:rPr>
          <w:rFonts w:ascii="Times New Roman" w:hAnsi="Times New Roman" w:cs="Times New Roman" w:eastAsia="Times New Roman"/>
          <w:sz w:val="15"/>
          <w:szCs w:val="15"/>
          <w:spacing w:val="-35"/>
          <w:w w:val="110"/>
          <w:position w:val="4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9"/>
        </w:rPr>
        <w:t>ENDIVE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274" w:lineRule="exact"/>
        <w:ind w:left="624" w:right="1545" w:firstLine="-14"/>
        <w:jc w:val="left"/>
        <w:tabs>
          <w:tab w:pos="4780" w:val="left"/>
          <w:tab w:pos="802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</w:rPr>
        <w:t>SPINACIA</w:t>
      </w:r>
      <w:r>
        <w:rPr>
          <w:rFonts w:ascii="Times New Roman" w:hAnsi="Times New Roman" w:cs="Times New Roman" w:eastAsia="Times New Roman"/>
          <w:sz w:val="15"/>
          <w:szCs w:val="15"/>
          <w:spacing w:val="34"/>
          <w:w w:val="1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</w:rPr>
        <w:t>OLERACEA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5"/>
        </w:rPr>
        <w:t>SPIN</w:t>
      </w:r>
      <w:r>
        <w:rPr>
          <w:rFonts w:ascii="Times New Roman" w:hAnsi="Times New Roman" w:cs="Times New Roman" w:eastAsia="Times New Roman"/>
          <w:sz w:val="15"/>
          <w:szCs w:val="15"/>
          <w:spacing w:val="-2"/>
          <w:w w:val="110"/>
          <w:position w:val="5"/>
        </w:rPr>
        <w:t>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5"/>
        </w:rPr>
        <w:t>Cil</w:t>
      </w:r>
      <w:r>
        <w:rPr>
          <w:rFonts w:ascii="Times New Roman" w:hAnsi="Times New Roman" w:cs="Times New Roman" w:eastAsia="Times New Roman"/>
          <w:sz w:val="15"/>
          <w:szCs w:val="15"/>
          <w:spacing w:val="-6"/>
          <w:w w:val="11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EPINARDS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FABA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VULGARIS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FAVA</w:t>
      </w:r>
      <w:r>
        <w:rPr>
          <w:rFonts w:ascii="Times New Roman" w:hAnsi="Times New Roman" w:cs="Times New Roman" w:eastAsia="Times New Roman"/>
          <w:sz w:val="15"/>
          <w:szCs w:val="15"/>
          <w:spacing w:val="-5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3"/>
          <w:position w:val="10"/>
        </w:rPr>
        <w:t>FEVE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246" w:lineRule="exact"/>
        <w:ind w:left="624" w:right="-20"/>
        <w:jc w:val="left"/>
        <w:tabs>
          <w:tab w:pos="4800" w:val="left"/>
          <w:tab w:pos="802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-2"/>
        </w:rPr>
        <w:t>PHASEOLUS</w:t>
      </w:r>
      <w:r>
        <w:rPr>
          <w:rFonts w:ascii="Times New Roman" w:hAnsi="Times New Roman" w:cs="Times New Roman" w:eastAsia="Times New Roman"/>
          <w:sz w:val="15"/>
          <w:szCs w:val="15"/>
          <w:spacing w:val="-4"/>
          <w:w w:val="109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SP.</w:t>
      </w:r>
      <w:r>
        <w:rPr>
          <w:rFonts w:ascii="Times New Roman" w:hAnsi="Times New Roman" w:cs="Times New Roman" w:eastAsia="Times New Roman"/>
          <w:sz w:val="15"/>
          <w:szCs w:val="15"/>
          <w:spacing w:val="-3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3"/>
        </w:rPr>
        <w:t>FASCGHJOLU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8"/>
        </w:rPr>
        <w:t>HARICOT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22" w:after="0" w:line="268" w:lineRule="exact"/>
        <w:ind w:left="629" w:right="1565"/>
        <w:jc w:val="left"/>
        <w:tabs>
          <w:tab w:pos="4800" w:val="left"/>
          <w:tab w:pos="802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LENS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</w:rPr>
        <w:t>ESCULRN</w:t>
      </w:r>
      <w:r>
        <w:rPr>
          <w:rFonts w:ascii="Times New Roman" w:hAnsi="Times New Roman" w:cs="Times New Roman" w:eastAsia="Times New Roman"/>
          <w:sz w:val="15"/>
          <w:szCs w:val="15"/>
          <w:spacing w:val="1"/>
          <w:w w:val="107"/>
        </w:rPr>
        <w:t>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</w:rPr>
        <w:t>A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5"/>
        </w:rPr>
        <w:t>LINTICHJA</w:t>
      </w:r>
      <w:r>
        <w:rPr>
          <w:rFonts w:ascii="Times New Roman" w:hAnsi="Times New Roman" w:cs="Times New Roman" w:eastAsia="Times New Roman"/>
          <w:sz w:val="15"/>
          <w:szCs w:val="15"/>
          <w:spacing w:val="-17"/>
          <w:w w:val="107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10"/>
        </w:rPr>
        <w:t>LENTILLE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MEDICAGO</w:t>
      </w:r>
      <w:r>
        <w:rPr>
          <w:rFonts w:ascii="Times New Roman" w:hAnsi="Times New Roman" w:cs="Times New Roman" w:eastAsia="Times New Roman"/>
          <w:sz w:val="15"/>
          <w:szCs w:val="15"/>
          <w:spacing w:val="-5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SATIVA</w:t>
      </w:r>
      <w:r>
        <w:rPr>
          <w:rFonts w:ascii="Times New Roman" w:hAnsi="Times New Roman" w:cs="Times New Roman" w:eastAsia="Times New Roman"/>
          <w:sz w:val="15"/>
          <w:szCs w:val="15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LUZERNA</w:t>
      </w:r>
      <w:r>
        <w:rPr>
          <w:rFonts w:ascii="Times New Roman" w:hAnsi="Times New Roman" w:cs="Times New Roman" w:eastAsia="Times New Roman"/>
          <w:sz w:val="15"/>
          <w:szCs w:val="15"/>
          <w:spacing w:val="-34"/>
          <w:w w:val="109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10"/>
        </w:rPr>
        <w:t>LUZERNE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250" w:lineRule="exact"/>
        <w:ind w:left="629" w:right="-20"/>
        <w:jc w:val="left"/>
        <w:tabs>
          <w:tab w:pos="4800" w:val="left"/>
          <w:tab w:pos="804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-2"/>
        </w:rPr>
        <w:t>ZEAMAYS</w:t>
      </w:r>
      <w:r>
        <w:rPr>
          <w:rFonts w:ascii="Times New Roman" w:hAnsi="Times New Roman" w:cs="Times New Roman" w:eastAsia="Times New Roman"/>
          <w:sz w:val="15"/>
          <w:szCs w:val="15"/>
          <w:spacing w:val="-5"/>
          <w:w w:val="111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3"/>
        </w:rPr>
        <w:t>GRAGNONE</w:t>
      </w:r>
      <w:r>
        <w:rPr>
          <w:rFonts w:ascii="Times New Roman" w:hAnsi="Times New Roman" w:cs="Times New Roman" w:eastAsia="Times New Roman"/>
          <w:sz w:val="15"/>
          <w:szCs w:val="15"/>
          <w:spacing w:val="-33"/>
          <w:w w:val="111"/>
          <w:position w:val="3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3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8"/>
        </w:rPr>
        <w:t>MAIS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1" w:after="0" w:line="237" w:lineRule="auto"/>
        <w:ind w:left="643" w:right="1640" w:firstLine="-10"/>
        <w:jc w:val="left"/>
        <w:tabs>
          <w:tab w:pos="4800" w:val="left"/>
          <w:tab w:pos="804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</w:rPr>
        <w:t>CUCUMIS</w:t>
      </w:r>
      <w:r>
        <w:rPr>
          <w:rFonts w:ascii="Times New Roman" w:hAnsi="Times New Roman" w:cs="Times New Roman" w:eastAsia="Times New Roman"/>
          <w:sz w:val="15"/>
          <w:szCs w:val="15"/>
          <w:spacing w:val="11"/>
          <w:w w:val="1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MELO</w:t>
      </w:r>
      <w:r>
        <w:rPr>
          <w:rFonts w:ascii="Times New Roman" w:hAnsi="Times New Roman" w:cs="Times New Roman" w:eastAsia="Times New Roman"/>
          <w:sz w:val="15"/>
          <w:szCs w:val="15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5"/>
        </w:rPr>
        <w:t>MIL</w:t>
      </w:r>
      <w:r>
        <w:rPr>
          <w:rFonts w:ascii="Times New Roman" w:hAnsi="Times New Roman" w:cs="Times New Roman" w:eastAsia="Times New Roman"/>
          <w:sz w:val="15"/>
          <w:szCs w:val="15"/>
          <w:spacing w:val="-7"/>
          <w:w w:val="110"/>
          <w:position w:val="5"/>
        </w:rPr>
        <w:t>O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5"/>
        </w:rPr>
        <w:t>NE</w:t>
      </w:r>
      <w:r>
        <w:rPr>
          <w:rFonts w:ascii="Times New Roman" w:hAnsi="Times New Roman" w:cs="Times New Roman" w:eastAsia="Times New Roman"/>
          <w:sz w:val="15"/>
          <w:szCs w:val="15"/>
          <w:spacing w:val="-29"/>
          <w:w w:val="11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MELON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BRASSICA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RAPA</w:t>
      </w:r>
      <w:r>
        <w:rPr>
          <w:rFonts w:ascii="Times New Roman" w:hAnsi="Times New Roman" w:cs="Times New Roman" w:eastAsia="Times New Roman"/>
          <w:sz w:val="15"/>
          <w:szCs w:val="15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NAVONE</w:t>
      </w:r>
      <w:r>
        <w:rPr>
          <w:rFonts w:ascii="Times New Roman" w:hAnsi="Times New Roman" w:cs="Times New Roman" w:eastAsia="Times New Roman"/>
          <w:sz w:val="15"/>
          <w:szCs w:val="15"/>
          <w:spacing w:val="-22"/>
          <w:w w:val="109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10"/>
        </w:rPr>
        <w:t>NAVET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0"/>
        </w:rPr>
        <w:t>ALLIUM</w:t>
      </w:r>
      <w:r>
        <w:rPr>
          <w:rFonts w:ascii="Times New Roman" w:hAnsi="Times New Roman" w:cs="Times New Roman" w:eastAsia="Times New Roman"/>
          <w:sz w:val="15"/>
          <w:szCs w:val="15"/>
          <w:spacing w:val="8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CEPE</w:t>
      </w:r>
      <w:r>
        <w:rPr>
          <w:rFonts w:ascii="Times New Roman" w:hAnsi="Times New Roman" w:cs="Times New Roman" w:eastAsia="Times New Roman"/>
          <w:sz w:val="15"/>
          <w:szCs w:val="15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5"/>
        </w:rPr>
        <w:t>CIOLLA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0"/>
        </w:rPr>
        <w:t>OIGNON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2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HORDEUM</w:t>
      </w:r>
      <w:r>
        <w:rPr>
          <w:rFonts w:ascii="Times New Roman" w:hAnsi="Times New Roman" w:cs="Times New Roman" w:eastAsia="Times New Roman"/>
          <w:sz w:val="15"/>
          <w:szCs w:val="15"/>
          <w:spacing w:val="1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JUBATUM</w:t>
      </w:r>
      <w:r>
        <w:rPr>
          <w:rFonts w:ascii="Times New Roman" w:hAnsi="Times New Roman" w:cs="Times New Roman" w:eastAsia="Times New Roman"/>
          <w:sz w:val="15"/>
          <w:szCs w:val="15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ORZU</w:t>
      </w:r>
      <w:r>
        <w:rPr>
          <w:rFonts w:ascii="Times New Roman" w:hAnsi="Times New Roman" w:cs="Times New Roman" w:eastAsia="Times New Roman"/>
          <w:sz w:val="15"/>
          <w:szCs w:val="15"/>
          <w:spacing w:val="7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10"/>
        </w:rPr>
        <w:t>ORGE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PIMENTA</w:t>
      </w:r>
      <w:r>
        <w:rPr>
          <w:rFonts w:ascii="Times New Roman" w:hAnsi="Times New Roman" w:cs="Times New Roman" w:eastAsia="Times New Roman"/>
          <w:sz w:val="15"/>
          <w:szCs w:val="15"/>
          <w:spacing w:val="16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OFFICINALIS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5"/>
        </w:rPr>
        <w:t>PEVE</w:t>
      </w:r>
      <w:r>
        <w:rPr>
          <w:rFonts w:ascii="Times New Roman" w:hAnsi="Times New Roman" w:cs="Times New Roman" w:eastAsia="Times New Roman"/>
          <w:sz w:val="15"/>
          <w:szCs w:val="15"/>
          <w:spacing w:val="-10"/>
          <w:w w:val="110"/>
          <w:position w:val="5"/>
        </w:rPr>
        <w:t>R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5"/>
        </w:rPr>
        <w:t>ONE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PIMENT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PISUM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SATIVUM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PISI</w:t>
      </w:r>
      <w:r>
        <w:rPr>
          <w:rFonts w:ascii="Times New Roman" w:hAnsi="Times New Roman" w:cs="Times New Roman" w:eastAsia="Times New Roman"/>
          <w:sz w:val="15"/>
          <w:szCs w:val="15"/>
          <w:spacing w:val="-19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10"/>
        </w:rPr>
        <w:t>POIS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17" w:after="0" w:line="274" w:lineRule="exact"/>
        <w:ind w:left="667" w:right="1182" w:firstLine="-10"/>
        <w:jc w:val="left"/>
        <w:tabs>
          <w:tab w:pos="4820" w:val="left"/>
          <w:tab w:pos="806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</w:rPr>
        <w:t>CICER</w:t>
      </w:r>
      <w:r>
        <w:rPr>
          <w:rFonts w:ascii="Times New Roman" w:hAnsi="Times New Roman" w:cs="Times New Roman" w:eastAsia="Times New Roman"/>
          <w:sz w:val="15"/>
          <w:szCs w:val="15"/>
          <w:spacing w:val="12"/>
          <w:w w:val="1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</w:rPr>
        <w:t>ARIETINUM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5"/>
        </w:rPr>
        <w:t>CECil</w:t>
      </w:r>
      <w:r>
        <w:rPr>
          <w:rFonts w:ascii="Times New Roman" w:hAnsi="Times New Roman" w:cs="Times New Roman" w:eastAsia="Times New Roman"/>
          <w:sz w:val="15"/>
          <w:szCs w:val="15"/>
          <w:spacing w:val="-19"/>
          <w:w w:val="111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1"/>
        </w:rPr>
        <w:t>POIS</w:t>
      </w:r>
      <w:r>
        <w:rPr>
          <w:rFonts w:ascii="Times New Roman" w:hAnsi="Times New Roman" w:cs="Times New Roman" w:eastAsia="Times New Roman"/>
          <w:sz w:val="15"/>
          <w:szCs w:val="15"/>
          <w:spacing w:val="31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11"/>
        </w:rPr>
        <w:t>CHICHES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PISUM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0"/>
        </w:rPr>
        <w:t>SATIVUM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PISELLI</w:t>
      </w:r>
      <w:r>
        <w:rPr>
          <w:rFonts w:ascii="Times New Roman" w:hAnsi="Times New Roman" w:cs="Times New Roman" w:eastAsia="Times New Roman"/>
          <w:sz w:val="15"/>
          <w:szCs w:val="15"/>
          <w:spacing w:val="-5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1"/>
        </w:rPr>
        <w:t>PEI'ITS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4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  <w:position w:val="11"/>
        </w:rPr>
        <w:t>POIS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2" w:after="0" w:line="264" w:lineRule="exact"/>
        <w:ind w:left="672" w:right="1561" w:firstLine="-5"/>
        <w:jc w:val="left"/>
        <w:tabs>
          <w:tab w:pos="4840" w:val="left"/>
          <w:tab w:pos="808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</w:rPr>
        <w:t>ALLIUM</w:t>
      </w:r>
      <w:r>
        <w:rPr>
          <w:rFonts w:ascii="Times New Roman" w:hAnsi="Times New Roman" w:cs="Times New Roman" w:eastAsia="Times New Roman"/>
          <w:sz w:val="15"/>
          <w:szCs w:val="15"/>
          <w:spacing w:val="11"/>
          <w:w w:val="10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PORRUM</w:t>
      </w:r>
      <w:r>
        <w:rPr>
          <w:rFonts w:ascii="Times New Roman" w:hAnsi="Times New Roman" w:cs="Times New Roman" w:eastAsia="Times New Roman"/>
          <w:sz w:val="15"/>
          <w:szCs w:val="15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PORRU</w:t>
      </w:r>
      <w:r>
        <w:rPr>
          <w:rFonts w:ascii="Times New Roman" w:hAnsi="Times New Roman" w:cs="Times New Roman" w:eastAsia="Times New Roman"/>
          <w:sz w:val="15"/>
          <w:szCs w:val="15"/>
          <w:spacing w:val="-3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10"/>
        </w:rPr>
        <w:t>POIREAU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0"/>
        </w:rPr>
        <w:t>CAPSICUM</w:t>
      </w:r>
      <w:r>
        <w:rPr>
          <w:rFonts w:ascii="Times New Roman" w:hAnsi="Times New Roman" w:cs="Times New Roman" w:eastAsia="Times New Roman"/>
          <w:sz w:val="15"/>
          <w:szCs w:val="15"/>
          <w:spacing w:val="17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0"/>
        </w:rPr>
        <w:t>ANNUUM</w:t>
      </w:r>
      <w:r>
        <w:rPr>
          <w:rFonts w:ascii="Times New Roman" w:hAnsi="Times New Roman" w:cs="Times New Roman" w:eastAsia="Times New Roman"/>
          <w:sz w:val="15"/>
          <w:szCs w:val="15"/>
          <w:spacing w:val="-21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PEVE</w:t>
      </w:r>
      <w:r>
        <w:rPr>
          <w:rFonts w:ascii="Times New Roman" w:hAnsi="Times New Roman" w:cs="Times New Roman" w:eastAsia="Times New Roman"/>
          <w:sz w:val="15"/>
          <w:szCs w:val="15"/>
          <w:spacing w:val="-10"/>
          <w:w w:val="109"/>
          <w:position w:val="5"/>
        </w:rPr>
        <w:t>R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ONE</w:t>
      </w:r>
      <w:r>
        <w:rPr>
          <w:rFonts w:ascii="Times New Roman" w:hAnsi="Times New Roman" w:cs="Times New Roman" w:eastAsia="Times New Roman"/>
          <w:sz w:val="15"/>
          <w:szCs w:val="15"/>
          <w:spacing w:val="-41"/>
          <w:w w:val="109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10"/>
        </w:rPr>
        <w:t>POIVRON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1" w:after="0" w:line="268" w:lineRule="exact"/>
        <w:ind w:left="677" w:right="868" w:firstLine="-10"/>
        <w:jc w:val="left"/>
        <w:tabs>
          <w:tab w:pos="4840" w:val="left"/>
          <w:tab w:pos="808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/>
        <w:pict>
          <v:group style="position:absolute;margin-left:0pt;margin-top:33.445686pt;width:35.028226pt;height:.1pt;mso-position-horizontal-relative:page;mso-position-vertical-relative:paragraph;z-index:-6296" coordorigin="0,669" coordsize="701,2">
            <v:shape style="position:absolute;left:0;top:669;width:701;height:2" coordorigin="0,669" coordsize="701,0" path="m0,669l701,669e" filled="f" stroked="t" strokeweight=".71975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</w:rPr>
        <w:t>SOLANUM</w:t>
      </w:r>
      <w:r>
        <w:rPr>
          <w:rFonts w:ascii="Times New Roman" w:hAnsi="Times New Roman" w:cs="Times New Roman" w:eastAsia="Times New Roman"/>
          <w:sz w:val="15"/>
          <w:szCs w:val="15"/>
          <w:spacing w:val="26"/>
          <w:w w:val="10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</w:rPr>
        <w:t>TUBEROSUM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9"/>
          <w:position w:val="5"/>
        </w:rPr>
        <w:t>POMU</w:t>
      </w:r>
      <w:r>
        <w:rPr>
          <w:rFonts w:ascii="Times New Roman" w:hAnsi="Times New Roman" w:cs="Times New Roman" w:eastAsia="Times New Roman"/>
          <w:sz w:val="15"/>
          <w:szCs w:val="15"/>
          <w:spacing w:val="-32"/>
          <w:w w:val="109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0"/>
        </w:rPr>
        <w:t>POMME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0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0"/>
        </w:rPr>
        <w:t>DE</w:t>
      </w:r>
      <w:r>
        <w:rPr>
          <w:rFonts w:ascii="Times New Roman" w:hAnsi="Times New Roman" w:cs="Times New Roman" w:eastAsia="Times New Roman"/>
          <w:sz w:val="15"/>
          <w:szCs w:val="15"/>
          <w:spacing w:val="30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4"/>
          <w:position w:val="10"/>
        </w:rPr>
        <w:t>TERRE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4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0"/>
        </w:rPr>
        <w:t>CURCUBI</w:t>
      </w:r>
      <w:r>
        <w:rPr>
          <w:rFonts w:ascii="Times New Roman" w:hAnsi="Times New Roman" w:cs="Times New Roman" w:eastAsia="Times New Roman"/>
          <w:sz w:val="15"/>
          <w:szCs w:val="15"/>
          <w:spacing w:val="-1"/>
          <w:w w:val="108"/>
          <w:position w:val="0"/>
        </w:rPr>
        <w:t>T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0"/>
        </w:rPr>
        <w:t>A</w:t>
      </w:r>
      <w:r>
        <w:rPr>
          <w:rFonts w:ascii="Times New Roman" w:hAnsi="Times New Roman" w:cs="Times New Roman" w:eastAsia="Times New Roman"/>
          <w:sz w:val="15"/>
          <w:szCs w:val="15"/>
          <w:spacing w:val="19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MAXIMA</w:t>
      </w:r>
      <w:r>
        <w:rPr>
          <w:rFonts w:ascii="Times New Roman" w:hAnsi="Times New Roman" w:cs="Times New Roman" w:eastAsia="Times New Roman"/>
          <w:sz w:val="15"/>
          <w:szCs w:val="15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5"/>
        </w:rPr>
        <w:t>ZUCCONE</w:t>
      </w:r>
      <w:r>
        <w:rPr>
          <w:rFonts w:ascii="Times New Roman" w:hAnsi="Times New Roman" w:cs="Times New Roman" w:eastAsia="Times New Roman"/>
          <w:sz w:val="15"/>
          <w:szCs w:val="15"/>
          <w:spacing w:val="-20"/>
          <w:w w:val="11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POTIRON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  <w:position w:val="0"/>
        </w:rPr>
        <w:t>RAPHANUM</w:t>
      </w:r>
      <w:r>
        <w:rPr>
          <w:rFonts w:ascii="Times New Roman" w:hAnsi="Times New Roman" w:cs="Times New Roman" w:eastAsia="Times New Roman"/>
          <w:sz w:val="15"/>
          <w:szCs w:val="15"/>
          <w:spacing w:val="-2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SATIV'US</w:t>
      </w:r>
      <w:r>
        <w:rPr>
          <w:rFonts w:ascii="Times New Roman" w:hAnsi="Times New Roman" w:cs="Times New Roman" w:eastAsia="Times New Roman"/>
          <w:sz w:val="15"/>
          <w:szCs w:val="15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5"/>
        </w:rPr>
        <w:t>RAVAHI?I'T</w:t>
      </w:r>
      <w:r>
        <w:rPr>
          <w:rFonts w:ascii="Times New Roman" w:hAnsi="Times New Roman" w:cs="Times New Roman" w:eastAsia="Times New Roman"/>
          <w:sz w:val="15"/>
          <w:szCs w:val="15"/>
          <w:spacing w:val="-20"/>
          <w:w w:val="108"/>
          <w:position w:val="5"/>
        </w:rPr>
        <w:t>,</w:t>
      </w:r>
      <w:r>
        <w:rPr>
          <w:rFonts w:ascii="Arial" w:hAnsi="Arial" w:cs="Arial" w:eastAsia="Arial"/>
          <w:sz w:val="10"/>
          <w:szCs w:val="10"/>
          <w:spacing w:val="-20"/>
          <w:w w:val="135"/>
          <w:position w:val="7"/>
        </w:rPr>
        <w:t>4</w:t>
      </w:r>
      <w:r>
        <w:rPr>
          <w:rFonts w:ascii="Arial" w:hAnsi="Arial" w:cs="Arial" w:eastAsia="Arial"/>
          <w:sz w:val="10"/>
          <w:szCs w:val="10"/>
          <w:spacing w:val="0"/>
          <w:w w:val="174"/>
          <w:position w:val="7"/>
        </w:rPr>
        <w:t>•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7"/>
        </w:rPr>
        <w:tab/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7"/>
        </w:rPr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10"/>
        </w:rPr>
        <w:t>RADIS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8" w:after="0" w:line="264" w:lineRule="exact"/>
        <w:ind w:left="686" w:right="1616"/>
        <w:jc w:val="left"/>
        <w:tabs>
          <w:tab w:pos="4860" w:val="left"/>
          <w:tab w:pos="808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</w:rPr>
        <w:t>ORIZA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SATIVA</w:t>
      </w:r>
      <w:r>
        <w:rPr>
          <w:rFonts w:ascii="Times New Roman" w:hAnsi="Times New Roman" w:cs="Times New Roman" w:eastAsia="Times New Roman"/>
          <w:sz w:val="15"/>
          <w:szCs w:val="15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RIZU</w:t>
      </w:r>
      <w:r>
        <w:rPr>
          <w:rFonts w:ascii="Times New Roman" w:hAnsi="Times New Roman" w:cs="Times New Roman" w:eastAsia="Times New Roman"/>
          <w:sz w:val="15"/>
          <w:szCs w:val="15"/>
          <w:spacing w:val="-10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10"/>
        </w:rPr>
        <w:t>RIZ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LACTUCA</w:t>
      </w:r>
      <w:r>
        <w:rPr>
          <w:rFonts w:ascii="Times New Roman" w:hAnsi="Times New Roman" w:cs="Times New Roman" w:eastAsia="Times New Roman"/>
          <w:sz w:val="15"/>
          <w:szCs w:val="15"/>
          <w:spacing w:val="-2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SATIIVA</w:t>
      </w:r>
      <w:r>
        <w:rPr>
          <w:rFonts w:ascii="Times New Roman" w:hAnsi="Times New Roman" w:cs="Times New Roman" w:eastAsia="Times New Roman"/>
          <w:sz w:val="15"/>
          <w:szCs w:val="15"/>
          <w:spacing w:val="-17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4"/>
        </w:rPr>
        <w:t>INSALATA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9"/>
        </w:rPr>
        <w:t>SALADE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0"/>
        </w:rPr>
        <w:t>TRAGONOPOGON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9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0"/>
        </w:rPr>
        <w:t>PORRIFOLIUS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>SALSIFI</w:t>
      </w:r>
      <w:r>
        <w:rPr>
          <w:rFonts w:ascii="Times New Roman" w:hAnsi="Times New Roman" w:cs="Times New Roman" w:eastAsia="Times New Roman"/>
          <w:sz w:val="15"/>
          <w:szCs w:val="15"/>
          <w:spacing w:val="1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4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5"/>
          <w:position w:val="9"/>
        </w:rPr>
        <w:t>SALSIFI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14" w:after="0" w:line="264" w:lineRule="exact"/>
        <w:ind w:left="701" w:right="1289" w:firstLine="-10"/>
        <w:jc w:val="left"/>
        <w:tabs>
          <w:tab w:pos="4860" w:val="left"/>
          <w:tab w:pos="810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11"/>
        </w:rPr>
        <w:t>SECALE</w:t>
      </w:r>
      <w:r>
        <w:rPr>
          <w:rFonts w:ascii="Times New Roman" w:hAnsi="Times New Roman" w:cs="Times New Roman" w:eastAsia="Times New Roman"/>
          <w:sz w:val="15"/>
          <w:szCs w:val="15"/>
          <w:spacing w:val="1"/>
          <w:w w:val="111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CEREALE</w:t>
      </w:r>
      <w:r>
        <w:rPr>
          <w:rFonts w:ascii="Times New Roman" w:hAnsi="Times New Roman" w:cs="Times New Roman" w:eastAsia="Times New Roman"/>
          <w:sz w:val="15"/>
          <w:szCs w:val="15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5"/>
        </w:rPr>
        <w:t>SEGALA</w:t>
      </w:r>
      <w:r>
        <w:rPr>
          <w:rFonts w:ascii="Times New Roman" w:hAnsi="Times New Roman" w:cs="Times New Roman" w:eastAsia="Times New Roman"/>
          <w:sz w:val="15"/>
          <w:szCs w:val="15"/>
          <w:spacing w:val="-35"/>
          <w:w w:val="108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10"/>
        </w:rPr>
        <w:t>SEIGLE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HELIANTHUS</w:t>
      </w:r>
      <w:r>
        <w:rPr>
          <w:rFonts w:ascii="Times New Roman" w:hAnsi="Times New Roman" w:cs="Times New Roman" w:eastAsia="Times New Roman"/>
          <w:sz w:val="15"/>
          <w:szCs w:val="15"/>
          <w:spacing w:val="19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0"/>
        </w:rPr>
        <w:t>ANNUUS</w:t>
      </w:r>
      <w:r>
        <w:rPr>
          <w:rFonts w:ascii="Times New Roman" w:hAnsi="Times New Roman" w:cs="Times New Roman" w:eastAsia="Times New Roman"/>
          <w:sz w:val="15"/>
          <w:szCs w:val="15"/>
          <w:spacing w:val="-16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4"/>
        </w:rPr>
        <w:t>GHJIRASOLE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4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0"/>
          <w:position w:val="9"/>
        </w:rPr>
        <w:t>TOURNESOL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248" w:lineRule="exact"/>
        <w:ind w:left="705" w:right="-20"/>
        <w:jc w:val="left"/>
        <w:tabs>
          <w:tab w:pos="4880" w:val="left"/>
          <w:tab w:pos="810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-2"/>
        </w:rPr>
        <w:t>LYCOPERSICON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8"/>
          <w:position w:val="-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-2"/>
        </w:rPr>
        <w:t>ESCULENTUS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2"/>
        </w:rPr>
        <w:t>PUM</w:t>
      </w:r>
      <w:r>
        <w:rPr>
          <w:rFonts w:ascii="Times New Roman" w:hAnsi="Times New Roman" w:cs="Times New Roman" w:eastAsia="Times New Roman"/>
          <w:sz w:val="15"/>
          <w:szCs w:val="15"/>
          <w:spacing w:val="-6"/>
          <w:w w:val="108"/>
          <w:position w:val="2"/>
        </w:rPr>
        <w:t>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2"/>
        </w:rPr>
        <w:t>TA</w:t>
      </w:r>
      <w:r>
        <w:rPr>
          <w:rFonts w:ascii="Times New Roman" w:hAnsi="Times New Roman" w:cs="Times New Roman" w:eastAsia="Times New Roman"/>
          <w:sz w:val="15"/>
          <w:szCs w:val="15"/>
          <w:spacing w:val="-19"/>
          <w:w w:val="108"/>
          <w:position w:val="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8"/>
          <w:position w:val="7"/>
        </w:rPr>
        <w:t>TOMATE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31" w:after="0" w:line="268" w:lineRule="exact"/>
        <w:ind w:left="715" w:right="1663" w:firstLine="-10"/>
        <w:jc w:val="left"/>
        <w:tabs>
          <w:tab w:pos="4880" w:val="left"/>
          <w:tab w:pos="810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7"/>
        </w:rPr>
        <w:t>TRIFOLIUM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7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15"/>
          <w:szCs w:val="15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5"/>
        </w:rPr>
        <w:t>TRIFUGLIU</w:t>
      </w:r>
      <w:r>
        <w:rPr>
          <w:rFonts w:ascii="Times New Roman" w:hAnsi="Times New Roman" w:cs="Times New Roman" w:eastAsia="Times New Roman"/>
          <w:sz w:val="15"/>
          <w:szCs w:val="15"/>
          <w:spacing w:val="-24"/>
          <w:w w:val="106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10"/>
        </w:rPr>
        <w:t>TREFLE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6"/>
          <w:position w:val="1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VICIA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PEREGRINA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VECCIA</w:t>
      </w:r>
      <w:r>
        <w:rPr>
          <w:rFonts w:ascii="Times New Roman" w:hAnsi="Times New Roman" w:cs="Times New Roman" w:eastAsia="Times New Roman"/>
          <w:sz w:val="15"/>
          <w:szCs w:val="15"/>
          <w:spacing w:val="2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3"/>
          <w:position w:val="10"/>
        </w:rPr>
        <w:t>VESCE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187" w:lineRule="exact"/>
        <w:ind w:left="4894" w:right="-20"/>
        <w:jc w:val="left"/>
        <w:tabs>
          <w:tab w:pos="812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w w:val="99"/>
        </w:rPr>
        <w:t>GR</w:t>
      </w:r>
      <w:r>
        <w:rPr>
          <w:rFonts w:ascii="Times New Roman" w:hAnsi="Times New Roman" w:cs="Times New Roman" w:eastAsia="Times New Roman"/>
          <w:sz w:val="15"/>
          <w:szCs w:val="15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ANI</w:t>
      </w:r>
      <w:r>
        <w:rPr>
          <w:rFonts w:ascii="Times New Roman" w:hAnsi="Times New Roman" w:cs="Times New Roman" w:eastAsia="Times New Roman"/>
          <w:sz w:val="15"/>
          <w:szCs w:val="15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CEREALES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58" w:after="0" w:line="269" w:lineRule="auto"/>
        <w:ind w:left="4909" w:right="1503" w:firstLine="-10"/>
        <w:jc w:val="left"/>
        <w:tabs>
          <w:tab w:pos="812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PAGLICCI</w:t>
      </w:r>
      <w:r>
        <w:rPr>
          <w:rFonts w:ascii="Times New Roman" w:hAnsi="Times New Roman" w:cs="Times New Roman" w:eastAsia="Times New Roman"/>
          <w:sz w:val="15"/>
          <w:szCs w:val="15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CHAUMES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>GRA.NELLI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3"/>
          <w:position w:val="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5"/>
        </w:rPr>
        <w:t>GRAINS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0" w:right="1480"/>
        </w:sectPr>
      </w:pPr>
      <w:rPr/>
    </w:p>
    <w:p>
      <w:pPr>
        <w:spacing w:before="34" w:after="0" w:line="240" w:lineRule="auto"/>
        <w:ind w:left="114" w:right="-20"/>
        <w:jc w:val="left"/>
        <w:rPr>
          <w:rFonts w:ascii="Arial" w:hAnsi="Arial" w:cs="Arial" w:eastAsia="Arial"/>
          <w:sz w:val="59"/>
          <w:szCs w:val="59"/>
        </w:rPr>
      </w:pPr>
      <w:rPr/>
      <w:r>
        <w:rPr>
          <w:rFonts w:ascii="Arial" w:hAnsi="Arial" w:cs="Arial" w:eastAsia="Arial"/>
          <w:sz w:val="59"/>
          <w:szCs w:val="59"/>
          <w:spacing w:val="0"/>
          <w:w w:val="103"/>
          <w:b/>
          <w:bCs/>
        </w:rPr>
        <w:t>1</w:t>
      </w:r>
      <w:r>
        <w:rPr>
          <w:rFonts w:ascii="Arial" w:hAnsi="Arial" w:cs="Arial" w:eastAsia="Arial"/>
          <w:sz w:val="59"/>
          <w:szCs w:val="59"/>
          <w:spacing w:val="0"/>
          <w:w w:val="100"/>
        </w:rPr>
      </w:r>
    </w:p>
    <w:p>
      <w:pPr>
        <w:spacing w:before="28" w:after="0" w:line="157" w:lineRule="exact"/>
        <w:ind w:left="509" w:right="-20"/>
        <w:jc w:val="left"/>
        <w:tabs>
          <w:tab w:pos="5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3"/>
          <w:i/>
          <w:position w:val="-10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  <w:i/>
          <w:position w:val="-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10"/>
        </w:rPr>
        <w:t>Treanton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1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1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  <w:b/>
          <w:bCs/>
          <w:i/>
          <w:position w:val="-1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634" w:lineRule="exact"/>
        <w:ind w:left="109" w:right="-20"/>
        <w:jc w:val="left"/>
        <w:tabs>
          <w:tab w:pos="1880" w:val="left"/>
        </w:tabs>
        <w:rPr>
          <w:rFonts w:ascii="Times New Roman" w:hAnsi="Times New Roman" w:cs="Times New Roman" w:eastAsia="Times New Roman"/>
          <w:sz w:val="38"/>
          <w:szCs w:val="38"/>
        </w:rPr>
      </w:pPr>
      <w:rPr/>
      <w:r>
        <w:rPr>
          <w:rFonts w:ascii="Arial" w:hAnsi="Arial" w:cs="Arial" w:eastAsia="Arial"/>
          <w:sz w:val="62"/>
          <w:szCs w:val="62"/>
          <w:spacing w:val="0"/>
          <w:w w:val="51"/>
          <w:b/>
          <w:bCs/>
        </w:rPr>
        <w:t>D</w:t>
      </w:r>
      <w:r>
        <w:rPr>
          <w:rFonts w:ascii="Arial" w:hAnsi="Arial" w:cs="Arial" w:eastAsia="Arial"/>
          <w:sz w:val="62"/>
          <w:szCs w:val="6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62"/>
          <w:szCs w:val="62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8"/>
          <w:szCs w:val="38"/>
          <w:spacing w:val="-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PIANTI</w:t>
      </w:r>
      <w:r>
        <w:rPr>
          <w:rFonts w:ascii="Times New Roman" w:hAnsi="Times New Roman" w:cs="Times New Roman" w:eastAsia="Times New Roman"/>
          <w:sz w:val="38"/>
          <w:szCs w:val="38"/>
          <w:spacing w:val="25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CULTIVI,</w:t>
      </w:r>
      <w:r>
        <w:rPr>
          <w:rFonts w:ascii="Times New Roman" w:hAnsi="Times New Roman" w:cs="Times New Roman" w:eastAsia="Times New Roman"/>
          <w:sz w:val="38"/>
          <w:szCs w:val="38"/>
          <w:spacing w:val="-8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AROMATI</w:t>
      </w:r>
      <w:r>
        <w:rPr>
          <w:rFonts w:ascii="Times New Roman" w:hAnsi="Times New Roman" w:cs="Times New Roman" w:eastAsia="Times New Roman"/>
          <w:sz w:val="38"/>
          <w:szCs w:val="38"/>
          <w:spacing w:val="33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93"/>
          <w:b/>
          <w:bCs/>
        </w:rPr>
        <w:t>E</w:t>
      </w:r>
      <w:r>
        <w:rPr>
          <w:rFonts w:ascii="Times New Roman" w:hAnsi="Times New Roman" w:cs="Times New Roman" w:eastAsia="Times New Roman"/>
          <w:sz w:val="38"/>
          <w:szCs w:val="38"/>
          <w:spacing w:val="-17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CUNDIMENTI.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</w:rPr>
      </w:r>
    </w:p>
    <w:p>
      <w:pPr>
        <w:spacing w:before="89" w:after="0" w:line="240" w:lineRule="auto"/>
        <w:ind w:left="1509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(RECAPITULAZI()NE</w:t>
      </w:r>
      <w:r>
        <w:rPr>
          <w:rFonts w:ascii="Times New Roman" w:hAnsi="Times New Roman" w:cs="Times New Roman" w:eastAsia="Times New Roman"/>
          <w:sz w:val="26"/>
          <w:szCs w:val="26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PRINCIPALE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6"/>
          <w:szCs w:val="2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b/>
          <w:bCs/>
        </w:rPr>
        <w:t>CASATI</w:t>
      </w:r>
      <w:r>
        <w:rPr>
          <w:rFonts w:ascii="Times New Roman" w:hAnsi="Times New Roman" w:cs="Times New Roman" w:eastAsia="Times New Roman"/>
          <w:sz w:val="26"/>
          <w:szCs w:val="26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6"/>
          <w:b/>
          <w:bCs/>
        </w:rPr>
        <w:t>GRECULAT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6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6"/>
          <w:b/>
          <w:bCs/>
        </w:rPr>
        <w:t>UCORSI)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74.039993" w:type="dxa"/>
      </w:tblPr>
      <w:tblGrid/>
      <w:tr>
        <w:trPr>
          <w:trHeight w:val="630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8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ACITELLA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6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LIU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8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OXALIS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ACETOSA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ALLIUM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SATIVUM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8" w:after="0" w:line="240" w:lineRule="auto"/>
              <w:ind w:left="1286" w:right="115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8"/>
              </w:rPr>
              <w:t>OSEILLE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285" w:right="1547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1"/>
              </w:rPr>
              <w:t>AIL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ALBITRU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ARBUTUS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UNEDO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ARBOUSIER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9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PIMPINELLA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ANISUM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285" w:right="1416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5"/>
              </w:rPr>
              <w:t>ANIS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APPISINTU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ARTEMISIA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ABSINTIUUM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ABSINTHE</w:t>
            </w:r>
          </w:p>
        </w:tc>
      </w:tr>
      <w:tr>
        <w:trPr>
          <w:trHeight w:val="296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ASSENSIU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ARTEMISIA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VULGARIS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290" w:right="1063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ARMOISE</w:t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BASI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2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9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!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2"/>
              </w:rPr>
              <w:t>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CALAMINTHA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ACINOS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285" w:right="1185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4"/>
              </w:rPr>
              <w:t>BASIUC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CAMUMILLA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MATRICARIA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5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CHAMOMILLA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31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2"/>
              </w:rPr>
              <w:t>CAMOMILLE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CANELLA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CANELLASP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CANNELLE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CARNEPULA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ORIGANUM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1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VULGARE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285" w:right="1146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4"/>
              </w:rPr>
              <w:t>ORIGAN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CERFOGLIU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ANTHRISCUS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CEREFOLIUM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286" w:right="1030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9"/>
              </w:rPr>
              <w:t>CERFEUIL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CIPULINA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61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ALLIUM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ASCOLANICUM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6"/>
              </w:rPr>
              <w:t>ECHALOTIE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CORIANDULU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CORIANDRUM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1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SATIVUM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31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CORIANDRE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CRISCIONE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56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NASTURTIUM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3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OFFICINALE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285" w:right="106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CRESSON</w:t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CUCUMARULU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CUCUMIS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SATIVUS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31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6"/>
              </w:rPr>
              <w:t>CORNICHON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CUMINU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SILAUS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PRATENSIS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290" w:right="1233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5"/>
              </w:rPr>
              <w:t>CUMIN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FINOCHJU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FOENICULUM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7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VULGARE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290" w:right="1087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2"/>
              </w:rPr>
              <w:t>FENOUIL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FRISGIA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BORRAGO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4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OFFICINALIS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31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1"/>
              </w:rPr>
              <w:t>BOURRACHE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5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FUNGI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FUNGI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319" w:right="-2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CHAMPIGNONS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103"/>
              </w:rPr>
              <w:t> </w:t>
            </w:r>
            <w:r>
              <w:rPr>
                <w:rFonts w:ascii="Times New Roman" w:hAnsi="Times New Roman" w:cs="Times New Roman" w:eastAsia="Times New Roman"/>
                <w:sz w:val="15"/>
                <w:szCs w:val="15"/>
                <w:spacing w:val="0"/>
                <w:w w:val="103"/>
              </w:rPr>
              <w:t>(DONT</w:t>
            </w:r>
            <w:r>
              <w:rPr>
                <w:rFonts w:ascii="Times New Roman" w:hAnsi="Times New Roman" w:cs="Times New Roman" w:eastAsia="Times New Roman"/>
                <w:sz w:val="15"/>
                <w:szCs w:val="15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1283" w:right="1184"/>
              <w:jc w:val="center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Pr/>
            <w:r>
              <w:rPr>
                <w:rFonts w:ascii="Times New Roman" w:hAnsi="Times New Roman" w:cs="Times New Roman" w:eastAsia="Times New Roman"/>
                <w:sz w:val="15"/>
                <w:szCs w:val="15"/>
                <w:spacing w:val="0"/>
                <w:w w:val="96"/>
              </w:rPr>
              <w:t>TRUFFFS)</w:t>
            </w:r>
            <w:r>
              <w:rPr>
                <w:rFonts w:ascii="Times New Roman" w:hAnsi="Times New Roman" w:cs="Times New Roman" w:eastAsia="Times New Roman"/>
                <w:sz w:val="15"/>
                <w:szCs w:val="15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GENZIANA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5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GENTIANA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1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LUTEA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31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GENTIANE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GHJINEPARU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JUNIPERUS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5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2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GENEVRIER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LATTARETULU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CREPIS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CAPILLARIS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290" w:right="125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9"/>
              </w:rPr>
              <w:t>CREPIS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LORU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LAURUS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4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NOBILIS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LAURIER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NOBLE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w w:val="99"/>
              </w:rPr>
              <w:t>MA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1"/>
                <w:w w:val="99"/>
              </w:rPr>
              <w:t>L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2"/>
              </w:rPr>
              <w:t>VA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MALVA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8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VULGARIS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0" w:right="1205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MAUVE</w:t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MORTA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MYRTUS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COMMUNIS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0" w:right="125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9"/>
              </w:rPr>
              <w:t>MYR1E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NEPITA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CALAMINTHA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7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NEPETA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1"/>
              </w:rPr>
              <w:t>MARJOLAINE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7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ASTINACCIA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DAUCUS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CAROTTA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5"/>
              </w:rPr>
              <w:t>CAROTIE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29"/>
                <w:w w:val="10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5"/>
              </w:rPr>
              <w:t>(SAUVAGE)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585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PETRUSELLU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96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PEVERONE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PETROSELINUM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2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SATIVUM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96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CAPSICUM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ANNUUM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0" w:right="1284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PERSIL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20" w:after="0" w:line="240" w:lineRule="auto"/>
              <w:ind w:left="1323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POIVRON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5"/>
                <w:szCs w:val="25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5"/>
                <w:szCs w:val="25"/>
                <w:spacing w:val="-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PIMENT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9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PEVERU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PIPER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NIGRUM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1" w:after="0" w:line="240" w:lineRule="auto"/>
              <w:ind w:left="1290" w:right="1214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POIVRE</w:t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PULEGHJU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8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MENTHA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PULEGIUM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0" w:right="109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MENTHE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RADIGHJU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TARAXUM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2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1" w:after="0" w:line="240" w:lineRule="auto"/>
              <w:ind w:left="1328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PISSENLIT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ROSUMARINU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7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ROSMARINUS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OFFICINALIS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1" w:after="0" w:line="240" w:lineRule="auto"/>
              <w:ind w:left="1328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ROMARIN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9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SALVIA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107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SALVIA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PRATENSIS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1" w:after="0" w:line="240" w:lineRule="auto"/>
              <w:ind w:left="1285" w:right="1249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SAUGE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SAMBULINA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8" w:after="0" w:line="240" w:lineRule="auto"/>
              <w:ind w:left="106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ALLIUM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SCHOENOPRASUM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328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CIBOULETIE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SATUREIA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8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SATUREIA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2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HORTENSIS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1" w:after="0" w:line="240" w:lineRule="auto"/>
              <w:ind w:left="1328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SARRIETIE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SELLARU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APIUM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VEOLENS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1" w:after="0" w:line="240" w:lineRule="auto"/>
              <w:ind w:left="1294" w:right="1240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8"/>
              </w:rPr>
              <w:t>CELERI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TAPPANU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7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CAP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2"/>
                <w:w w:val="97"/>
              </w:rPr>
              <w:t>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ARIS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4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8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OSA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9" w:right="1105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w w:val="101"/>
              </w:rPr>
              <w:t>CAPR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6"/>
                <w:w w:val="101"/>
              </w:rPr>
              <w:t>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3"/>
              </w:rPr>
              <w:t>ER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TARTUFFU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7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FUNGUS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4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9" w:right="119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8"/>
              </w:rPr>
              <w:t>TRUFFE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9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TIGLIOLU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07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TILlA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5" w:right="1139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8"/>
              </w:rPr>
              <w:t>TILLEUL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TIMU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6" w:after="0" w:line="240" w:lineRule="auto"/>
              <w:ind w:left="107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TUIMUS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COMMUNIS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299" w:right="1313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1"/>
              </w:rPr>
              <w:t>THYM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9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3" w:after="0" w:line="240" w:lineRule="auto"/>
              <w:ind w:left="107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URTICA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8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9" w:right="131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ORTIE</w:t>
            </w:r>
          </w:p>
        </w:tc>
      </w:tr>
      <w:tr>
        <w:trPr>
          <w:trHeight w:val="287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VANIGLIA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107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VANILLA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8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305" w:right="1078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VANILLE</w:t>
            </w:r>
          </w:p>
        </w:tc>
      </w:tr>
      <w:tr>
        <w:trPr>
          <w:trHeight w:val="340" w:hRule="exact"/>
        </w:trPr>
        <w:tc>
          <w:tcPr>
            <w:tcW w:w="2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9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ZAFFERANU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45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8" w:after="0" w:line="240" w:lineRule="auto"/>
              <w:ind w:left="108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CROCUS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ALBIFLORUS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4" w:after="0" w:line="240" w:lineRule="auto"/>
              <w:ind w:left="1299" w:right="1134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2"/>
              </w:rPr>
              <w:t>SAFRAN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</w:tbl>
    <w:p>
      <w:pPr>
        <w:jc w:val="center"/>
        <w:spacing w:after="0"/>
        <w:sectPr>
          <w:pgMar w:header="0" w:footer="0" w:top="0" w:bottom="280" w:left="0" w:right="1140"/>
          <w:headerReference w:type="odd" r:id="rId39"/>
          <w:pgSz w:w="11900" w:h="16840"/>
        </w:sectPr>
      </w:pPr>
      <w:rPr/>
    </w:p>
    <w:p>
      <w:pPr>
        <w:spacing w:before="0" w:after="0" w:line="679" w:lineRule="exact"/>
        <w:ind w:left="124" w:right="-20"/>
        <w:jc w:val="left"/>
        <w:rPr>
          <w:rFonts w:ascii="Times New Roman" w:hAnsi="Times New Roman" w:cs="Times New Roman" w:eastAsia="Times New Roman"/>
          <w:sz w:val="74"/>
          <w:szCs w:val="74"/>
        </w:rPr>
      </w:pPr>
      <w:rPr/>
      <w:r>
        <w:rPr>
          <w:rFonts w:ascii="Times New Roman" w:hAnsi="Times New Roman" w:cs="Times New Roman" w:eastAsia="Times New Roman"/>
          <w:sz w:val="74"/>
          <w:szCs w:val="74"/>
          <w:spacing w:val="0"/>
          <w:w w:val="50"/>
          <w:position w:val="-8"/>
        </w:rPr>
        <w:t>n</w:t>
      </w:r>
      <w:r>
        <w:rPr>
          <w:rFonts w:ascii="Times New Roman" w:hAnsi="Times New Roman" w:cs="Times New Roman" w:eastAsia="Times New Roman"/>
          <w:sz w:val="74"/>
          <w:szCs w:val="74"/>
          <w:spacing w:val="0"/>
          <w:w w:val="100"/>
          <w:position w:val="0"/>
        </w:rPr>
      </w:r>
    </w:p>
    <w:p>
      <w:pPr>
        <w:spacing w:before="0" w:after="0" w:line="763" w:lineRule="exact"/>
        <w:ind w:left="115" w:right="-16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85"/>
          <w:szCs w:val="85"/>
          <w:spacing w:val="0"/>
          <w:w w:val="61"/>
          <w:position w:val="3"/>
        </w:rPr>
        <w:t>r</w:t>
      </w:r>
      <w:r>
        <w:rPr>
          <w:rFonts w:ascii="Arial" w:hAnsi="Arial" w:cs="Arial" w:eastAsia="Arial"/>
          <w:sz w:val="85"/>
          <w:szCs w:val="85"/>
          <w:spacing w:val="26"/>
          <w:w w:val="61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  <w:position w:val="32"/>
        </w:rPr>
        <w:t>Pierre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4"/>
          <w:i/>
          <w:position w:val="3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32"/>
        </w:rPr>
        <w:t>Treanton'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24" w:lineRule="exact"/>
        <w:ind w:left="115" w:right="-20"/>
        <w:jc w:val="left"/>
        <w:rPr>
          <w:rFonts w:ascii="Times New Roman" w:hAnsi="Times New Roman" w:cs="Times New Roman" w:eastAsia="Times New Roman"/>
          <w:sz w:val="11"/>
          <w:szCs w:val="11"/>
        </w:rPr>
      </w:pPr>
      <w:rPr/>
      <w:r>
        <w:rPr>
          <w:rFonts w:ascii="Times New Roman" w:hAnsi="Times New Roman" w:cs="Times New Roman" w:eastAsia="Times New Roman"/>
          <w:sz w:val="11"/>
          <w:szCs w:val="11"/>
          <w:spacing w:val="0"/>
          <w:w w:val="49"/>
        </w:rPr>
        <w:t>1</w:t>
      </w:r>
      <w:r>
        <w:rPr>
          <w:rFonts w:ascii="Times New Roman" w:hAnsi="Times New Roman" w:cs="Times New Roman" w:eastAsia="Times New Roman"/>
          <w:sz w:val="11"/>
          <w:szCs w:val="11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98" w:right="520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433" w:lineRule="exact"/>
        <w:ind w:left="-49" w:right="2984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8"/>
          <w:szCs w:val="38"/>
          <w:spacing w:val="0"/>
          <w:w w:val="89"/>
          <w:b/>
          <w:bCs/>
          <w:position w:val="-1"/>
        </w:rPr>
        <w:t>1</w:t>
      </w:r>
      <w:r>
        <w:rPr>
          <w:rFonts w:ascii="Times New Roman" w:hAnsi="Times New Roman" w:cs="Times New Roman" w:eastAsia="Times New Roman"/>
          <w:sz w:val="38"/>
          <w:szCs w:val="38"/>
          <w:spacing w:val="-27"/>
          <w:w w:val="89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9"/>
          <w:b/>
          <w:bCs/>
          <w:position w:val="-1"/>
        </w:rPr>
        <w:t>PIANTI</w:t>
      </w:r>
      <w:r>
        <w:rPr>
          <w:rFonts w:ascii="Times New Roman" w:hAnsi="Times New Roman" w:cs="Times New Roman" w:eastAsia="Times New Roman"/>
          <w:sz w:val="38"/>
          <w:szCs w:val="38"/>
          <w:spacing w:val="76"/>
          <w:w w:val="89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  <w:position w:val="-1"/>
        </w:rPr>
        <w:t>CU</w:t>
      </w:r>
      <w:r>
        <w:rPr>
          <w:rFonts w:ascii="Times New Roman" w:hAnsi="Times New Roman" w:cs="Times New Roman" w:eastAsia="Times New Roman"/>
          <w:sz w:val="38"/>
          <w:szCs w:val="38"/>
          <w:spacing w:val="-16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  <w:position w:val="-1"/>
        </w:rPr>
        <w:t>TNI</w:t>
      </w:r>
      <w:r>
        <w:rPr>
          <w:rFonts w:ascii="Times New Roman" w:hAnsi="Times New Roman" w:cs="Times New Roman" w:eastAsia="Times New Roman"/>
          <w:sz w:val="38"/>
          <w:szCs w:val="38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  <w:position w:val="-1"/>
        </w:rPr>
        <w:t>,</w:t>
      </w:r>
      <w:r>
        <w:rPr>
          <w:rFonts w:ascii="Times New Roman" w:hAnsi="Times New Roman" w:cs="Times New Roman" w:eastAsia="Times New Roman"/>
          <w:sz w:val="38"/>
          <w:szCs w:val="38"/>
          <w:spacing w:val="6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2"/>
          <w:b/>
          <w:bCs/>
          <w:position w:val="-1"/>
        </w:rPr>
        <w:t>FRUT)I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position w:val="0"/>
        </w:rPr>
      </w:r>
    </w:p>
    <w:p>
      <w:pPr>
        <w:jc w:val="center"/>
        <w:spacing w:after="0"/>
        <w:sectPr>
          <w:pgMar w:header="0" w:footer="0" w:top="0" w:bottom="280" w:left="180" w:right="720"/>
          <w:headerReference w:type="even" r:id="rId40"/>
          <w:pgSz w:w="11900" w:h="16840"/>
          <w:cols w:num="2" w:equalWidth="0">
            <w:col w:w="1620" w:space="1740"/>
            <w:col w:w="7640"/>
          </w:cols>
        </w:sectPr>
      </w:pPr>
      <w:rPr/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05" w:lineRule="exact"/>
        <w:ind w:left="11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51"/>
          <w:position w:val="6"/>
        </w:rPr>
        <w:t>1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6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6"/>
        </w:rPr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b/>
          <w:bCs/>
          <w:position w:val="-1"/>
        </w:rPr>
        <w:t>{IN</w:t>
      </w:r>
      <w:r>
        <w:rPr>
          <w:rFonts w:ascii="Times New Roman" w:hAnsi="Times New Roman" w:cs="Times New Roman" w:eastAsia="Times New Roman"/>
          <w:sz w:val="27"/>
          <w:szCs w:val="27"/>
          <w:spacing w:val="4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93"/>
          <w:b/>
          <w:bCs/>
          <w:position w:val="-1"/>
        </w:rPr>
        <w:t>RECAPITULAZIONE</w:t>
      </w:r>
      <w:r>
        <w:rPr>
          <w:rFonts w:ascii="Times New Roman" w:hAnsi="Times New Roman" w:cs="Times New Roman" w:eastAsia="Times New Roman"/>
          <w:sz w:val="27"/>
          <w:szCs w:val="27"/>
          <w:spacing w:val="25"/>
          <w:w w:val="93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93"/>
          <w:b/>
          <w:bCs/>
          <w:position w:val="-1"/>
        </w:rPr>
        <w:t>PRINCIPALE</w:t>
      </w:r>
      <w:r>
        <w:rPr>
          <w:rFonts w:ascii="Times New Roman" w:hAnsi="Times New Roman" w:cs="Times New Roman" w:eastAsia="Times New Roman"/>
          <w:sz w:val="27"/>
          <w:szCs w:val="27"/>
          <w:spacing w:val="28"/>
          <w:w w:val="93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b/>
          <w:bCs/>
          <w:position w:val="-1"/>
        </w:rPr>
        <w:t>DI</w:t>
      </w:r>
      <w:r>
        <w:rPr>
          <w:rFonts w:ascii="Times New Roman" w:hAnsi="Times New Roman" w:cs="Times New Roman" w:eastAsia="Times New Roman"/>
          <w:sz w:val="27"/>
          <w:szCs w:val="27"/>
          <w:spacing w:val="8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94"/>
          <w:b/>
          <w:bCs/>
          <w:position w:val="-1"/>
        </w:rPr>
        <w:t>CASATI</w:t>
      </w:r>
      <w:r>
        <w:rPr>
          <w:rFonts w:ascii="Times New Roman" w:hAnsi="Times New Roman" w:cs="Times New Roman" w:eastAsia="Times New Roman"/>
          <w:sz w:val="27"/>
          <w:szCs w:val="27"/>
          <w:spacing w:val="14"/>
          <w:w w:val="94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b/>
          <w:bCs/>
          <w:position w:val="-1"/>
        </w:rPr>
        <w:t>GRECULA11NUCORSI)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position w:val="0"/>
        </w:rPr>
      </w:r>
    </w:p>
    <w:p>
      <w:pPr>
        <w:spacing w:before="3" w:after="0" w:line="30" w:lineRule="exact"/>
        <w:jc w:val="left"/>
        <w:rPr>
          <w:sz w:val="3"/>
          <w:szCs w:val="3"/>
        </w:rPr>
      </w:pPr>
      <w:rPr/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5.261688" w:type="dxa"/>
      </w:tblPr>
      <w:tblGrid/>
      <w:tr>
        <w:trPr>
          <w:trHeight w:val="2023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8" w:after="0" w:line="346" w:lineRule="auto"/>
              <w:ind w:left="54" w:right="1047" w:firstLine="5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PRUNUS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ARMENIACA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ACTINIDIA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CHINENSIS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PRUNUS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AMYGDALUS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PERSEA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GRATISSIMA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8"/>
              </w:rPr>
              <w:t>GRATAEGUSAZAROLUS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8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ERIOBOTRYA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4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JAPONICA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5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8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ARI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SPINOSA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7" w:after="0" w:line="346" w:lineRule="auto"/>
              <w:ind w:left="1105" w:right="1520" w:firstLine="19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BARACUCCA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ATTINIDIA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AMANDULA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AVOCA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NAZARULA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5" w:after="0" w:line="337" w:lineRule="auto"/>
              <w:ind w:left="1119" w:right="675" w:firstLine="-9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NESPULA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6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GHJAPONE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TAPPANA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7" w:after="0" w:line="345" w:lineRule="auto"/>
              <w:ind w:left="559" w:right="744" w:firstLine="9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ABRICOT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4"/>
              </w:rPr>
              <w:t>ACTINIDIA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AMANDE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AVOCAT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AZEROLE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BIDASSE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1" w:after="0" w:line="240" w:lineRule="auto"/>
              <w:ind w:left="56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4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RE</w:t>
            </w:r>
          </w:p>
        </w:tc>
      </w:tr>
      <w:tr>
        <w:trPr>
          <w:trHeight w:val="284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CERATONIA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2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SILIQUA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11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CARUBA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CAROUBE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RIBES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NIGRUM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1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9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CASSIS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CITRUS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MEDICA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LIMEA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CEDRAT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PRUNUS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CERASUS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CHJARASGIA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CERISE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CASTANEA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8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SATIVA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CASTAGNA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CHA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6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AIGNE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SECHIUM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EDULE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CHJAGLIOTTA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CHAYOTTE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CYDONIA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5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VULGARIS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MELACUTOGNA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COING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CITRUS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LIMON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LIMONE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CITRON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FEIJOA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SELLOWIANA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FEJOA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FEIJOA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FICUS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CARICA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FICU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FIGUE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FRAGARIASP</w:t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10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FRAULA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FRAISE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RUBUS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IDAEUS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RUPULAGHJA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FRAMBOISE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PUNICA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2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GRANATUM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10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MELAGRANA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1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6"/>
                <w:w w:val="163"/>
              </w:rPr>
              <w:t>(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GRANELLI)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GRENADE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3"/>
              </w:rPr>
              <w:t>(PEPINS)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2"/>
                <w:w w:val="94"/>
              </w:rPr>
              <w:t>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4"/>
              </w:rPr>
              <w:t>ASSIFLORA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5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EDULIS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PASSIFIURA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GRENADILLE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RIBES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4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ACRISPA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UVASPINA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GROSEILLE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ZIZIPHUS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VULGARIS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ZIZULA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JUJUBE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CITRUS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FORTUNELLA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CUMQUATA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KUMQUAT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CITRUS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AURANTIFOLIA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LIMA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LIME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568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343" w:lineRule="auto"/>
              <w:ind w:left="45" w:right="1318" w:firstLine="5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CITRUS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4"/>
              </w:rPr>
              <w:t>RETICULATA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MORUS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MANDARINA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84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CHJALZA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MANDARINE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  <w:p>
            <w:pPr>
              <w:spacing w:before="18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MÛRE</w:t>
            </w:r>
            <w:r>
              <w:rPr>
                <w:rFonts w:ascii="Arial" w:hAnsi="Arial" w:cs="Arial" w:eastAsia="Arial"/>
                <w:sz w:val="16"/>
                <w:szCs w:val="16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MURIER)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75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6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RUBUS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FRUTICOSUS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MORA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MÛRE</w:t>
            </w:r>
            <w:r>
              <w:rPr>
                <w:rFonts w:ascii="Arial" w:hAnsi="Arial" w:cs="Arial" w:eastAsia="Arial"/>
                <w:sz w:val="16"/>
                <w:szCs w:val="16"/>
                <w:spacing w:val="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(DE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RONCE)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MYRTUS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COMMUNIS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TULA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MYRTE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VACCINIUM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5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MYRTILLUS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MURTELLA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MYRTILLE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NESPILUS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0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GERMANICA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09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NESPULA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6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GHJERMANIA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541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NÊFLE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77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CORYLUSAVELANA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109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NUCELLA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541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NOISETTE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JUGLANS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7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REGlA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9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NOCE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41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NOIX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OLEA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EUROPEA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ALIVA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OLIVE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77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7"/>
              </w:rPr>
              <w:t>CITRUS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2"/>
                <w:w w:val="97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SINENSIS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0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4"/>
              </w:rPr>
              <w:t>ARANCIA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2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CITRONE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ORANGE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3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85"/>
              </w:rPr>
              <w:t>CITRITS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8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9"/>
                <w:w w:val="8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85"/>
              </w:rPr>
              <w:t>PA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6"/>
                <w:w w:val="85"/>
              </w:rPr>
              <w:t>R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28"/>
                <w:w w:val="85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85"/>
                <w:u w:val="single" w:color="000000"/>
              </w:rPr>
              <w:t>ADTSI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85"/>
              </w:rPr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POMELU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PAMPLEMOUSSE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PRUNUS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3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PERSICA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10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PRESCA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PÊCHE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DIOSPYROS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2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KAKI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CACCHI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3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PLAQUEMINE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PYRUSCOMMUNIS</w:t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PERA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0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POIRE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8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6"/>
              </w:rPr>
              <w:t>MALUS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3"/>
                <w:w w:val="96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COMMUNIS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0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MELA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POMME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77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0" w:after="0" w:line="240" w:lineRule="auto"/>
              <w:ind w:left="4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5"/>
              </w:rPr>
              <w:t>PRUNUS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5"/>
                <w:w w:val="95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COMMUNIS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11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94"/>
              </w:rPr>
              <w:t>SUSINA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1"/>
                <w:w w:val="94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1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PRUGNULA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55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PRUNE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330" w:hRule="exact"/>
        </w:trPr>
        <w:tc>
          <w:tcPr>
            <w:tcW w:w="3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8" w:after="0" w:line="240" w:lineRule="auto"/>
              <w:ind w:left="54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SORBUS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-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DOMESTICA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36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10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SORBULA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1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559" w:right="-2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Pr/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  <w:t>SORBE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  <w:spacing w:val="0"/>
                <w:w w:val="100"/>
              </w:rPr>
            </w:r>
          </w:p>
        </w:tc>
      </w:tr>
    </w:tbl>
    <w:p>
      <w:pPr>
        <w:spacing w:before="68" w:after="0" w:line="240" w:lineRule="auto"/>
        <w:ind w:left="4658" w:right="-20"/>
        <w:jc w:val="left"/>
        <w:tabs>
          <w:tab w:pos="770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v:group style="position:absolute;margin-left:3.512397pt;margin-top:-92.907562pt;width:34.421487pt;height:.1pt;mso-position-horizontal-relative:page;mso-position-vertical-relative:paragraph;z-index:-6294" coordorigin="70,-1858" coordsize="688,2">
            <v:shape style="position:absolute;left:70;top:-1858;width:688;height:2" coordorigin="70,-1858" coordsize="688,0" path="m70,-1858l759,-1858e" filled="f" stroked="t" strokeweight=".4683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UVA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RAISIN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6" w:lineRule="exact"/>
        <w:ind w:left="462" w:right="61" w:firstLine="1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(Quant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au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fruit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fm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(ou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soifJ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l'uva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corse</w:t>
      </w:r>
      <w:r>
        <w:rPr>
          <w:rFonts w:ascii="Times New Roman" w:hAnsi="Times New Roman" w:cs="Times New Roman" w:eastAsia="Times New Roman"/>
          <w:sz w:val="22"/>
          <w:szCs w:val="22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vient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pas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vitis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  <w:i/>
        </w:rPr>
        <w:t>vinifera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4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mais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avarias: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grappe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fruits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fécondée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960" w:bottom="0" w:left="180" w:right="720"/>
        </w:sectPr>
      </w:pPr>
      <w:rPr/>
    </w:p>
    <w:p>
      <w:pPr>
        <w:spacing w:before="94" w:after="0" w:line="240" w:lineRule="auto"/>
        <w:ind w:left="11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5.359999pt;height:146.88pt;mso-position-horizontal-relative:char;mso-position-vertical-relative:line" type="#_x0000_t75">
            <v:imagedata r:id="rId4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52"/>
        </w:rPr>
        <w:t>1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52"/>
        </w:rPr>
        <w:t>   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5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7"/>
        </w:rPr>
        <w:t>·.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113" w:lineRule="exact"/>
        <w:ind w:left="115" w:right="-20"/>
        <w:jc w:val="left"/>
        <w:rPr>
          <w:rFonts w:ascii="Times New Roman" w:hAnsi="Times New Roman" w:cs="Times New Roman" w:eastAsia="Times New Roman"/>
          <w:sz w:val="10"/>
          <w:szCs w:val="10"/>
        </w:rPr>
      </w:pPr>
      <w:rPr/>
      <w:r>
        <w:rPr>
          <w:rFonts w:ascii="Times New Roman" w:hAnsi="Times New Roman" w:cs="Times New Roman" w:eastAsia="Times New Roman"/>
          <w:sz w:val="10"/>
          <w:szCs w:val="10"/>
          <w:spacing w:val="0"/>
          <w:w w:val="54"/>
        </w:rPr>
        <w:t>1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  <w:i/>
        </w:rPr>
        <w:t>Pierre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9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  <w:i/>
        </w:rPr>
        <w:t>Treanton·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6" w:right="4267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32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49" w:right="2967"/>
        <w:jc w:val="center"/>
        <w:rPr>
          <w:rFonts w:ascii="Times New Roman" w:hAnsi="Times New Roman" w:cs="Times New Roman" w:eastAsia="Times New Roman"/>
          <w:sz w:val="38"/>
          <w:szCs w:val="38"/>
        </w:rPr>
      </w:pPr>
      <w:rPr/>
      <w:r>
        <w:rPr>
          <w:rFonts w:ascii="Times New Roman" w:hAnsi="Times New Roman" w:cs="Times New Roman" w:eastAsia="Times New Roman"/>
          <w:sz w:val="38"/>
          <w:szCs w:val="38"/>
          <w:spacing w:val="0"/>
          <w:w w:val="90"/>
          <w:b/>
          <w:bCs/>
        </w:rPr>
        <w:t>BIBLIUSCRITTU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</w:rPr>
      </w:r>
    </w:p>
    <w:p>
      <w:pPr>
        <w:jc w:val="center"/>
        <w:spacing w:after="0"/>
        <w:sectPr>
          <w:pgMar w:header="0" w:footer="0" w:top="60" w:bottom="280" w:left="60" w:right="1680"/>
          <w:headerReference w:type="odd" r:id="rId41"/>
          <w:pgSz w:w="11900" w:h="16840"/>
          <w:cols w:num="3" w:equalWidth="0">
            <w:col w:w="420" w:space="958"/>
            <w:col w:w="1326" w:space="1703"/>
            <w:col w:w="5753"/>
          </w:cols>
        </w:sectPr>
      </w:pPr>
      <w:rPr/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1.893397pt;margin-top:626.793091pt;width:587.899761pt;height:.1pt;mso-position-horizontal-relative:page;mso-position-vertical-relative:page;z-index:-6293" coordorigin="38,12536" coordsize="11758,2">
            <v:shape style="position:absolute;left:38;top:12536;width:11758;height:2" coordorigin="38,12536" coordsize="11758,0" path="m38,12536l11796,12536e" filled="f" stroked="t" strokeweight=".473349pt" strokecolor="#000000">
              <v:path arrowok="t"/>
            </v:shape>
          </v:group>
          <w10:wrap type="none"/>
        </w:pict>
      </w:r>
      <w:r>
        <w:rPr>
          <w:sz w:val="14"/>
          <w:szCs w:val="14"/>
        </w:rPr>
      </w:r>
    </w:p>
    <w:p>
      <w:pPr>
        <w:spacing w:before="35" w:after="0" w:line="240" w:lineRule="auto"/>
        <w:ind w:left="115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65"/>
        </w:rPr>
        <w:t>,.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63" w:after="0" w:line="182" w:lineRule="exact"/>
        <w:ind w:left="106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53"/>
          <w:position w:val="-1"/>
        </w:rPr>
        <w:t>1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0" w:after="0" w:line="156" w:lineRule="exact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2"/>
        </w:rPr>
        <w:t>!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11" w:lineRule="exact"/>
        <w:ind w:left="138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RÈGLES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TERMES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  <w:position w:val="1"/>
        </w:rPr>
        <w:t>NOMENCLATURE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4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BOTANIQUE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  <w:position w:val="1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4" w:after="0" w:line="260" w:lineRule="exact"/>
        <w:ind w:left="101" w:right="-20"/>
        <w:jc w:val="left"/>
        <w:tabs>
          <w:tab w:pos="13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10"/>
          <w:szCs w:val="10"/>
          <w:spacing w:val="0"/>
          <w:w w:val="54"/>
        </w:rPr>
        <w:t>1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54"/>
        </w:rPr>
        <w:t>      </w:t>
      </w:r>
      <w:r>
        <w:rPr>
          <w:rFonts w:ascii="Times New Roman" w:hAnsi="Times New Roman" w:cs="Times New Roman" w:eastAsia="Times New Roman"/>
          <w:sz w:val="10"/>
          <w:szCs w:val="10"/>
          <w:spacing w:val="11"/>
          <w:w w:val="54"/>
        </w:rPr>
        <w:t> 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  <w:position w:val="-2"/>
        </w:rPr>
        <w:t>GUILLAUMIN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27" w:lineRule="exact"/>
        <w:ind w:left="106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77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08" w:lineRule="auto"/>
        <w:ind w:left="1374" w:right="3931" w:firstLine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BOTANICAL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LATIN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WILLIAM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STEARN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BOTANIQUE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FERNAND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MOREAU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ANIMALE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ROGER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CARATINI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VEGETALE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ROGER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CARATINI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509" w:lineRule="auto"/>
        <w:ind w:left="1374" w:right="18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DICTIONNAIRE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FRANCAIS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MATHIEU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CECCALDI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DICTIONNAIRE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FRANCAIS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JEAN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ALBERTINI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508" w:lineRule="auto"/>
        <w:ind w:left="1360" w:right="2892" w:firstLine="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PASQUALE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MARCHETTI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LEXIQUE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FRANCAIS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YVIA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CROCE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LEXIQUE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FRANCAIS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XAVIER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MORESCHI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VOCABULAIRE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ANALOGIQUE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JEAN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COSTA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509" w:lineRule="auto"/>
        <w:ind w:left="1374" w:right="3677" w:firstLine="-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FRUTTA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PIERRE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TREANTON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(ADECEC)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FRUTTI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ARIGHJASSI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PIERRE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5"/>
        </w:rPr>
        <w:t>TREANTON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sectPr>
      <w:type w:val="continuous"/>
      <w:pgSz w:w="11900" w:h="16840"/>
      <w:pgMar w:top="960" w:bottom="0" w:left="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.853591pt;margin-top:-3.449764pt;width:13.484181pt;height:42.5pt;mso-position-horizontal-relative:page;mso-position-vertical-relative:page;z-index:-6366" type="#_x0000_t202" filled="f" stroked="f">
          <v:textbox inset="0,0,0,0">
            <w:txbxContent>
              <w:p>
                <w:pPr>
                  <w:spacing w:before="0" w:after="0" w:line="848" w:lineRule="exact"/>
                  <w:ind w:left="20" w:right="-142"/>
                  <w:jc w:val="left"/>
                  <w:rPr>
                    <w:rFonts w:ascii="Arial" w:hAnsi="Arial" w:cs="Arial" w:eastAsia="Arial"/>
                    <w:sz w:val="81"/>
                    <w:szCs w:val="81"/>
                  </w:rPr>
                </w:pPr>
                <w:rPr/>
                <w:r>
                  <w:rPr>
                    <w:rFonts w:ascii="Arial" w:hAnsi="Arial" w:cs="Arial" w:eastAsia="Arial"/>
                    <w:sz w:val="81"/>
                    <w:szCs w:val="81"/>
                    <w:spacing w:val="0"/>
                    <w:w w:val="51"/>
                  </w:rPr>
                  <w:t>n</w:t>
                </w:r>
                <w:r>
                  <w:rPr>
                    <w:rFonts w:ascii="Arial" w:hAnsi="Arial" w:cs="Arial" w:eastAsia="Arial"/>
                    <w:sz w:val="81"/>
                    <w:szCs w:val="81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5.952909pt;margin-top:-.043984pt;width:13.275681pt;height:41pt;mso-position-horizontal-relative:page;mso-position-vertical-relative:page;z-index:-6365" type="#_x0000_t202" filled="f" stroked="f">
          <v:textbox inset="0,0,0,0">
            <w:txbxContent>
              <w:p>
                <w:pPr>
                  <w:spacing w:before="0" w:after="0" w:line="817" w:lineRule="exact"/>
                  <w:ind w:left="20" w:right="-137"/>
                  <w:jc w:val="left"/>
                  <w:rPr>
                    <w:rFonts w:ascii="Arial" w:hAnsi="Arial" w:cs="Arial" w:eastAsia="Arial"/>
                    <w:sz w:val="78"/>
                    <w:szCs w:val="78"/>
                  </w:rPr>
                </w:pPr>
                <w:rPr/>
                <w:r>
                  <w:rPr>
                    <w:rFonts w:ascii="Arial" w:hAnsi="Arial" w:cs="Arial" w:eastAsia="Arial"/>
                    <w:sz w:val="78"/>
                    <w:szCs w:val="78"/>
                    <w:spacing w:val="0"/>
                    <w:w w:val="52"/>
                  </w:rPr>
                  <w:t>n</w:t>
                </w:r>
                <w:r>
                  <w:rPr>
                    <w:rFonts w:ascii="Arial" w:hAnsi="Arial" w:cs="Arial" w:eastAsia="Arial"/>
                    <w:sz w:val="78"/>
                    <w:szCs w:val="7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.703659pt;margin-top:3.502231pt;width:10.71pt;height:35.5pt;mso-position-horizontal-relative:page;mso-position-vertical-relative:page;z-index:-6364" type="#_x0000_t202" filled="f" stroked="f">
          <v:textbox inset="0,0,0,0">
            <w:txbxContent>
              <w:p>
                <w:pPr>
                  <w:spacing w:before="0" w:after="0" w:line="704" w:lineRule="exact"/>
                  <w:ind w:left="20" w:right="-120"/>
                  <w:jc w:val="left"/>
                  <w:rPr>
                    <w:rFonts w:ascii="Times New Roman" w:hAnsi="Times New Roman" w:cs="Times New Roman" w:eastAsia="Times New Roman"/>
                    <w:sz w:val="67"/>
                    <w:szCs w:val="67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67"/>
                    <w:szCs w:val="67"/>
                    <w:spacing w:val="0"/>
                    <w:w w:val="52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67"/>
                    <w:szCs w:val="67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.290786pt;margin-top:4.590169pt;width:10.45pt;height:34.5pt;mso-position-horizontal-relative:page;mso-position-vertical-relative:page;z-index:-6363" type="#_x0000_t202" filled="f" stroked="f">
          <v:textbox inset="0,0,0,0">
            <w:txbxContent>
              <w:p>
                <w:pPr>
                  <w:spacing w:before="0" w:after="0" w:line="684" w:lineRule="exact"/>
                  <w:ind w:left="20" w:right="-118"/>
                  <w:jc w:val="left"/>
                  <w:rPr>
                    <w:rFonts w:ascii="Times New Roman" w:hAnsi="Times New Roman" w:cs="Times New Roman" w:eastAsia="Times New Roman"/>
                    <w:sz w:val="65"/>
                    <w:szCs w:val="65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65"/>
                    <w:szCs w:val="65"/>
                    <w:spacing w:val="0"/>
                    <w:w w:val="52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65"/>
                    <w:szCs w:val="65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.578779pt;margin-top:.294271pt;width:10.45pt;height:34.5pt;mso-position-horizontal-relative:page;mso-position-vertical-relative:page;z-index:-6362" type="#_x0000_t202" filled="f" stroked="f">
          <v:textbox inset="0,0,0,0">
            <w:txbxContent>
              <w:p>
                <w:pPr>
                  <w:spacing w:before="0" w:after="0" w:line="684" w:lineRule="exact"/>
                  <w:ind w:left="20" w:right="-118"/>
                  <w:jc w:val="left"/>
                  <w:rPr>
                    <w:rFonts w:ascii="Times New Roman" w:hAnsi="Times New Roman" w:cs="Times New Roman" w:eastAsia="Times New Roman"/>
                    <w:sz w:val="65"/>
                    <w:szCs w:val="65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65"/>
                    <w:szCs w:val="65"/>
                    <w:spacing w:val="0"/>
                    <w:w w:val="52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65"/>
                    <w:szCs w:val="65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evenAndOddHeader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image" Target="media/image3.png"/><Relationship Id="rId13" Type="http://schemas.openxmlformats.org/officeDocument/2006/relationships/header" Target="header6.xml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header" Target="header7.xml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header" Target="header8.xml"/><Relationship Id="rId22" Type="http://schemas.openxmlformats.org/officeDocument/2006/relationships/header" Target="header9.xml"/><Relationship Id="rId23" Type="http://schemas.openxmlformats.org/officeDocument/2006/relationships/header" Target="header10.xml"/><Relationship Id="rId24" Type="http://schemas.openxmlformats.org/officeDocument/2006/relationships/header" Target="header11.xml"/><Relationship Id="rId25" Type="http://schemas.openxmlformats.org/officeDocument/2006/relationships/image" Target="media/image10.png"/><Relationship Id="rId26" Type="http://schemas.openxmlformats.org/officeDocument/2006/relationships/header" Target="header12.xml"/><Relationship Id="rId27" Type="http://schemas.openxmlformats.org/officeDocument/2006/relationships/header" Target="header13.xml"/><Relationship Id="rId28" Type="http://schemas.openxmlformats.org/officeDocument/2006/relationships/header" Target="header14.xml"/><Relationship Id="rId29" Type="http://schemas.openxmlformats.org/officeDocument/2006/relationships/header" Target="header15.xml"/><Relationship Id="rId30" Type="http://schemas.openxmlformats.org/officeDocument/2006/relationships/header" Target="header16.xml"/><Relationship Id="rId31" Type="http://schemas.openxmlformats.org/officeDocument/2006/relationships/header" Target="header17.xml"/><Relationship Id="rId32" Type="http://schemas.openxmlformats.org/officeDocument/2006/relationships/header" Target="header18.xml"/><Relationship Id="rId33" Type="http://schemas.openxmlformats.org/officeDocument/2006/relationships/header" Target="header19.xml"/><Relationship Id="rId34" Type="http://schemas.openxmlformats.org/officeDocument/2006/relationships/header" Target="header20.xml"/><Relationship Id="rId35" Type="http://schemas.openxmlformats.org/officeDocument/2006/relationships/header" Target="header21.xml"/><Relationship Id="rId36" Type="http://schemas.openxmlformats.org/officeDocument/2006/relationships/header" Target="header22.xml"/><Relationship Id="rId37" Type="http://schemas.openxmlformats.org/officeDocument/2006/relationships/header" Target="header23.xml"/><Relationship Id="rId38" Type="http://schemas.openxmlformats.org/officeDocument/2006/relationships/header" Target="header24.xml"/><Relationship Id="rId39" Type="http://schemas.openxmlformats.org/officeDocument/2006/relationships/header" Target="header25.xml"/><Relationship Id="rId40" Type="http://schemas.openxmlformats.org/officeDocument/2006/relationships/header" Target="header26.xml"/><Relationship Id="rId41" Type="http://schemas.openxmlformats.org/officeDocument/2006/relationships/header" Target="header27.xml"/><Relationship Id="rId42" Type="http://schemas.openxmlformats.org/officeDocument/2006/relationships/image" Target="media/image1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2013-02-06T15:06:13Z</dcterms:created>
  <dcterms:modified xsi:type="dcterms:W3CDTF">2013-02-06T15:06:13Z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2013-02-05T00:00:00Z</vt:filetime>
  </property>
  <property fmtid="{D5CDD505-2E9C-101B-9397-08002B2CF9AE}" pid="3" name="LastSaved">
    <vt:filetime>2013-02-06T00:00:00Z</vt:filetime>
  </property>
</Properties>
</file>