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5" w:after="0" w:line="240" w:lineRule="auto"/>
        <w:ind w:left="2026" w:right="1671"/>
        <w:jc w:val="center"/>
        <w:rPr>
          <w:rFonts w:ascii="Times New Roman" w:hAnsi="Times New Roman" w:cs="Times New Roman" w:eastAsia="Times New Roman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31"/>
          <w:szCs w:val="31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31"/>
          <w:szCs w:val="31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spacing w:val="-6"/>
          <w:w w:val="100"/>
          <w:b/>
          <w:bCs/>
        </w:rPr>
        <w:t>LITTERATUR</w:t>
      </w:r>
      <w:r>
        <w:rPr>
          <w:rFonts w:ascii="Times New Roman" w:hAnsi="Times New Roman" w:cs="Times New Roman" w:eastAsia="Times New Roman"/>
          <w:sz w:val="31"/>
          <w:szCs w:val="31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31"/>
          <w:szCs w:val="31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spacing w:val="-6"/>
          <w:w w:val="100"/>
          <w:b/>
          <w:bCs/>
        </w:rPr>
        <w:t>CORS</w:t>
      </w:r>
      <w:r>
        <w:rPr>
          <w:rFonts w:ascii="Times New Roman" w:hAnsi="Times New Roman" w:cs="Times New Roman" w:eastAsia="Times New Roman"/>
          <w:sz w:val="31"/>
          <w:szCs w:val="31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31"/>
          <w:szCs w:val="31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spacing w:val="-6"/>
          <w:w w:val="101"/>
          <w:b/>
          <w:bCs/>
        </w:rPr>
        <w:t>SCRITTA</w:t>
      </w:r>
      <w:r>
        <w:rPr>
          <w:rFonts w:ascii="Times New Roman" w:hAnsi="Times New Roman" w:cs="Times New Roman" w:eastAsia="Times New Roman"/>
          <w:sz w:val="31"/>
          <w:szCs w:val="31"/>
          <w:spacing w:val="0"/>
          <w:w w:val="10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480" w:lineRule="auto"/>
        <w:ind w:left="1551" w:right="1151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ATT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GHJURNAT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LINGU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8"/>
          <w:szCs w:val="28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1"/>
          <w:b/>
          <w:bCs/>
        </w:rPr>
        <w:t>CORSA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1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8"/>
          <w:szCs w:val="28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CERVION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8"/>
          <w:szCs w:val="28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7</w:t>
      </w:r>
      <w:r>
        <w:rPr>
          <w:rFonts w:ascii="Times New Roman" w:hAnsi="Times New Roman" w:cs="Times New Roman" w:eastAsia="Times New Roman"/>
          <w:sz w:val="28"/>
          <w:szCs w:val="28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AOST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8"/>
          <w:szCs w:val="28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1"/>
          <w:b/>
          <w:bCs/>
        </w:rPr>
        <w:t>1986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12" w:after="0" w:line="240" w:lineRule="auto"/>
        <w:ind w:left="2884" w:right="2514"/>
        <w:jc w:val="center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ADECE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8"/>
          <w:szCs w:val="28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0"/>
          <w:b/>
          <w:bCs/>
        </w:rPr>
        <w:t>CERVION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2"/>
          <w:w w:val="101"/>
          <w:b/>
          <w:bCs/>
        </w:rPr>
        <w:t>1987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INTROIT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PASQUAL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MARCHETTI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44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benvinut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cuncolta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’76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BISLINGUISIMU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parechji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presenti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n’aricurderanu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scagliat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cunghjuntura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6"/>
        </w:rPr>
        <w:t>rammint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appress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TECNIC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pedagugia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d’artigianatu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cumunicazion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audiovisi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tupunimia,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d’ortografia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qualcosa…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105" w:right="39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Videte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piac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averi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siconda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ghjuvass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8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generazio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antichi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7" w:right="447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stanch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cuscenza.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inchjustr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cunfine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sintim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vulem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3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azzione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firm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tistimon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cullettiva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creazione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ideologic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artifiziale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azzingat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i/>
        </w:rPr>
        <w:t>isi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strampalati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Cervioni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daremu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quistannu.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4" w:right="17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cuntinuit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storica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ADECEC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appunt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signific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oghjett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studiu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rispundenz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pensament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275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ognunu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particulare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dilicatu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decisiv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nuzione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ammintat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avvalureghjan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prisenza.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1360" w:bottom="280" w:left="1320" w:right="1680"/>
        </w:sectPr>
      </w:pPr>
      <w:rPr/>
    </w:p>
    <w:p>
      <w:pPr>
        <w:spacing w:before="96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MULTEDO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VECHJ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PARAGON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GUGLIEM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MARCUCC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LOTA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11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MULTEDO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fubb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essendu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(basterà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mentuvà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Harmonies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bleu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  <w:u w:val="single" w:color="0000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famos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mazzerisimu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s’alluntan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cotidiana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scrittore.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aricurdem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’6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corsu,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sopra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incunnisciutu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lota,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AGHJULUSANTU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MARCUCCI,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cugnumatu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Grillettu,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mortu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sottu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Secondu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Imperu.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paisanu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sapiente.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Facia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70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Ripresent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catiguri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d’autor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prin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cunniscendun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antich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Piazzole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Settecentu,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compie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Casanova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d’Arburi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Battista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Tagliu,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vigigli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Guerr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mundiale.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Purtendu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paragoni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orezzinc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scriss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u w:val="single" w:color="0000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bancalaru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1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sammartinaghju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rimò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Stagioni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MULTED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rinvivisc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sterp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orama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sparit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(Pasqual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MARCHETTI).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8" w:lineRule="auto"/>
        <w:ind w:left="705" w:right="62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rinumati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C’em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Giubeg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Viale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Muldet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vale.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stimati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Petrignan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Biadelli,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Vinciguerr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Strafforell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105" w:right="65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Glori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Lucciardi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Scrissen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1"/>
        </w:rPr>
        <w:t>chì,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litteraria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mintuati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Piazzol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d’Orezza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128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1644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quindecin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Piazzol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1728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quasi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cintinariu.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823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sessantin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Anghjulusant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Marc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Castagnetu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paisol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1864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biografi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Marcucci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garagon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Floscin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Casernon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aziande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pralavan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7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Strafforelli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Vinciguerra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Ghjuvannanghjul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Gallett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Gulglie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duqnu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terzin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scurrett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mancò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ricevì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minori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91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subitu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prufitt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material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Lumi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finiscente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malannate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vechjai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1716,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quattordec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storic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religioni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Eliade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7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ciffr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(2)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tavula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mazzer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Pittagora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ciffr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magic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sii.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580" w:bottom="280" w:left="1320" w:right="1360"/>
        </w:sectPr>
      </w:pPr>
      <w:rPr/>
    </w:p>
    <w:p>
      <w:pPr>
        <w:spacing w:before="74" w:after="0" w:line="270" w:lineRule="exact"/>
        <w:ind w:left="105" w:right="481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rinnov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Sabat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settim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riposu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istituit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sabatic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ogni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lacav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vichjet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sabatich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sabatin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9" w:after="0" w:line="240" w:lineRule="auto"/>
        <w:ind w:left="105" w:right="317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s’avved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fubben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sabatich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suspi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curiosu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andav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circann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landani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tremend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1709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sabatin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anzitutt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XI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!)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fece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innalz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culonn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infam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voglin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annessà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dipenden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climi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cintralisimi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9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ch’imbern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cumpagn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3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vigna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l’arburi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Loira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laghi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sguizzer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Venezia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cudratu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senz’acqu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15" w:after="0" w:line="270" w:lineRule="exact"/>
        <w:ind w:left="105" w:right="59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XVII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piccul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surgent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d’energi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uscul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mulini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bastanza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scrivi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5" w:after="0" w:line="270" w:lineRule="exact"/>
        <w:ind w:left="705" w:right="45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uccision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adulterii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sacrileg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brutt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fornicazioni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Vogl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prop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un’istudi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8"/>
        </w:rPr>
        <w:t>fà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90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Mintuemun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qualchiduna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tagli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l’accort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l’Apocaliss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(x,6)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1667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1681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1716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quell’annu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Ghjenu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malamort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90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2" w:after="0" w:line="270" w:lineRule="exact"/>
        <w:ind w:left="105" w:right="383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1730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attaccon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Tavagn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distaccament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ghjenuvese.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1737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decisu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Ghjenuva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Compiègne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scumpiegne.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3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1744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Ghjen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ricorr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Leonard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Maurizi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missione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diccia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1758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Ghjustificazion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Rivuluzio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l’abat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Salvini.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35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1765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ghjalat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l’Università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Compiègne,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inzifrat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diplumatic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detta…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1779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1793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terribul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ncipiu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Napulione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furtuna.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spiantat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Fiumorb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Ambert.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1807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doppiament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sabatic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l’abbott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galerian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napulitan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mandatic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Napulion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casch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Aiacci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Italia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1807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studiat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destinu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campagnolu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muradore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bancalaru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luser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opravvol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storicu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turnem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caretu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sempre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7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martirizat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Cristian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scumbatt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finiscen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Casanova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T’invit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caresti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Marcucci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infam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ist’ultim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agguant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entrat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9" w:after="0" w:line="241" w:lineRule="auto"/>
        <w:ind w:left="705" w:right="59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fiero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oggett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infame,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estint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66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circall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0" w:lineRule="exact"/>
        <w:ind w:left="705" w:right="44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storia,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millecinquecentottantadue,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705" w:right="48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success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d’etern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memoria,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enùri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simi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giamma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fue,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l’infam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boria,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d’avern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émpi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infame,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nomina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persunalazat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70" w:lineRule="exact"/>
        <w:ind w:left="705" w:right="48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quartana,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d’Alesan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sito,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s’avess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intesta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Pelican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bisest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orrendo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spaventos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fiero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705" w:right="49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cavernos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abissi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spassegia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nell’ann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centotrent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scatavernu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chiunqu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incontrav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l’uccidev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l’atterrav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muscon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Alamanu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scempiav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17" w:after="0" w:line="270" w:lineRule="exact"/>
        <w:ind w:left="105" w:right="5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chjamat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194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ghjunghjin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l’Americani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3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ammazza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vituperi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10" w:after="0" w:line="239" w:lineRule="auto"/>
        <w:ind w:left="105" w:right="332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crede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però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fol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cuncordan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cronac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(Tom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p.342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caristi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157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158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lacat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ricordu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orribile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Pruvinci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Cappuccin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(5)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Victo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aghjunghj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bisest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mataccin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158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terribule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l’Italia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ghjuns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dioces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2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Nebbi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sparghjes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d’Aleri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Lisandr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rifurmator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culpitu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languidezz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debulezz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tremenda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Superior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Pruvincial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Ghjenuva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dicembr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1584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Cummissari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incaricat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Generale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visit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Pruvinci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incommud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lughjament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stimat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principiat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abandun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cumbent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6"/>
        </w:rPr>
        <w:t>imbarc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particulare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storich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intimist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Marcucci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cunferman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caterina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lasciato,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705" w:right="48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maggio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ruina,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fuggit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jcar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imbiancati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Servian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pastizz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ghjicari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chjamat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gigar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gicher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Vocabolari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scolastic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Petrocch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tuberos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simil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6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piccul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»aru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marulatu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Paolin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Zonz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racolt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d’orzu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Acropole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Parig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1982).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castagne,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705" w:right="45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rostit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ballotte.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crud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cotte…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trovars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fecer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diciasett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!…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miraco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maggio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mangian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quest’ann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cipoll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2" w:after="0" w:line="270" w:lineRule="exact"/>
        <w:ind w:left="105" w:right="48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cipoll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spuntin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ideal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Bulgar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attribuiscen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div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pruvvechji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Cicag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Cipolla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Eppuru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pustim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un’imbenzion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Diavule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agarba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cipoll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ghjacar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0" w:after="0" w:line="238" w:lineRule="auto"/>
        <w:ind w:left="105" w:right="37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cipoll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agarbav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tramindu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1728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pussut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principiu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scuppi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sessant’ann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separan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rivolte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oppress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ghjenuves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inglese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1729,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Americ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177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1783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1789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cinquantina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glori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rissusciton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1838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candidat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Guernu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Ghjisepp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Limperani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Saveri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Casabianc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pussut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scumpartes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10" w:after="0" w:line="239" w:lineRule="auto"/>
        <w:ind w:left="105" w:right="2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deputat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Napulione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Emmanuell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P.F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aspettat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rimbiv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annutò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1834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Poesi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1841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Nicol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Tommase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vulume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esciutu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Venezia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2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Popolar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Toscani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Illirici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p.151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1843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Salvato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editeghja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Ottav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Giocos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Popolar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Fabiani,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ch’aver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stampator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1876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Fabiani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1"/>
        </w:rPr>
        <w:t>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1852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Poesi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glori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XX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truvemu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1926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Lamenti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Voceri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Chanson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populaire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2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Ghjambattist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Marcaggi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Aiacci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p.31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Ghjacint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5"/>
        </w:rPr>
        <w:t>qualchì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pagin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hologi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Ecrivain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p.182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Aiacciu,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Stampari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Muvr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prefaziu,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4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sunett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(Giusti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Livorn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1929)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Infine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Gino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Bottiglio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1937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Modern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Livorno,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Chiappin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Terzin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finor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Fabian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fugliett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scrudav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1835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alvado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Ottav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Giocos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3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Contadinesch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editt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chjamv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ANGEL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riassuntò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1968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pagi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Voyageu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(Hachette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librett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1963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Arrigh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1967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Littérair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Intellectuell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cullettiv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Visage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Horizon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199.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riesciuta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40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Graale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Graale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Grasale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buccal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manghjatu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istitu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l’Eucaristi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ind’iss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coppa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d’Arimati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racoltu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Cristu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Graal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dinò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d’appress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Guénon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gradual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gradale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liturgia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primurdiale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adisin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ghjunghj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5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cunquist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gradal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redenzione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assulut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perfezzion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spiritual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(6).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105" w:right="39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12m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Ghjenuva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catedral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Lurenzu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sacra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cunquistata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1101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Cesare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Gradale.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anderet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circall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7" w:after="0" w:line="241" w:lineRule="auto"/>
        <w:ind w:left="105" w:right="83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cunnobbenu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avventur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strani.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Nicol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Tommase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1644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difenfer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nemico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rifugitos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uccid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propri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(7).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452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zitellon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frizzul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succudagn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d’archibusgi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(8)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Marc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fubben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piuttost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tresch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sperienz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1" w:lineRule="auto"/>
        <w:ind w:left="105" w:right="117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1805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Dumenic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Vincenzu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Tomasini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Maria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Cristina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lutinca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scapon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Italia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pruposit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fughjiticce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Prucuratore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un’in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(10).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Tomasin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maritassi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studiò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Latera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dioces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Montefiascone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Viterbu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1"/>
        </w:rPr>
        <w:t>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Rumanu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4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Petrarc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s’assumiglion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l’ordin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minori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spretò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suvitand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cunsigl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Rabelais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Meudon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sapia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vous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importunémen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aiguillon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chair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n’ave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reç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grâc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spécial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continence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meilleu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brûle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concupiscenc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invece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catolic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chjes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cum’ellu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(11)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1839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penibul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119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iniziatich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moglia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Guglielmu,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cinquantin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perder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pedicroce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5"/>
        </w:rPr>
        <w:t>perder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vicecur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Cambia.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457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Cambia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Lurenzu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Vallerustie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metri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d’altura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cavalli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Cambi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cappelle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rumanich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st’ultima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statuastantar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rapresenteri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Cecca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giovan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fermat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stantarata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friscura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misteru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Cambi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trincata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Lurenzu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un’uncat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strad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gradal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8" w:lineRule="auto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scunduttata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rimarit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Anghjulamari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Imper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Tomasin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diventat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ghjelos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s’era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republican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fidatu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cambi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religion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turnav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1690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affrenat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linguacciut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Cambi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decina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videremu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cummuvent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vescu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d’Aleri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succorr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miserie.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45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Parimente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pascer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supplic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vescu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d’Aiacci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cherel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inalz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Petranera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Paradis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gradale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d’and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Ghjenuv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circall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appuntu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padron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Vallerustie,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redenzion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1864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prupiet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1"/>
        </w:rPr>
        <w:t>chì,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ghjustappuntu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salvazion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l’anima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primurdial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antichi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Peccati,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4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Gugliem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scunt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1716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accec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malaticciosu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105" w:right="50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spinitortu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gonfi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caratellu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Bonerandi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d’altronde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diventatu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attunder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seculu.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39" w:lineRule="auto"/>
        <w:ind w:left="105" w:right="45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gratun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Ghjacint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l’amparon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sicuru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Pedicroc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struin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latinu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teulugia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cumbent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d’Orezz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cumbentu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d’istudii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terzine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Cambi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chilometri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sempre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1684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Sant’Anto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chjesa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monac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incaricatu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d’intratten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viandati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Sant’Anton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l’Alloghju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Casabianca,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Sant’Anton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(12).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(op.cit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scapigliat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sunett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cunsacr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v’apprezza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705" w:right="51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strulacate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s’intend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ballate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9" w:after="0" w:line="241" w:lineRule="auto"/>
        <w:ind w:left="105" w:right="65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(Filippini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l’amicizi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nutrit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sertor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gobb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entrend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cusgi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51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pueta,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povev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villut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aghjunghj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mercant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ribatt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0" w:lineRule="exact"/>
        <w:ind w:left="705" w:right="48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canti,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Paradisu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8" w:after="0" w:line="239" w:lineRule="auto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famigli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1808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omonim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l’abat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Anghjulusant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Marcucc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Martinu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Marcucc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Muchjet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cugnumat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imped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ridesi,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gattiver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faciule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utinch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Darj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Angel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portacullar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malapell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invidi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registr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Martinu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cumunicatum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Saravell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ch’ognun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5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-1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75" w:lineRule="exact"/>
        <w:ind w:left="622" w:right="79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Darj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Castagnetu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d’uttobr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1804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vicari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paese,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32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diacon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1829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Assicur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servizi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parrochj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1862.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D’aost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1865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cappell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Petranera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interratu.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Ghjambattist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Angeli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distint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cullaburator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Popol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registr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1869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nomina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187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Mandriale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parrochj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Lota.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Casell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abat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1845.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54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pensav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portacullar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immurtalizat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cuttighjavan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libracciol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Petracurbar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(14)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impruvisat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Curati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G.B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Angeli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184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1846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Casella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184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1849.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eccett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Angeli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sunetti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religios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catolic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l’epuc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Bruyèr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(15)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coetane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7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66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dissapit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2" w:after="0" w:line="270" w:lineRule="exact"/>
        <w:ind w:left="105" w:right="65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6"/>
        </w:rPr>
        <w:t>canzun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religione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Ghjuvannanghjul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Gallett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Biografi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5" w:after="0" w:line="270" w:lineRule="exact"/>
        <w:ind w:left="660" w:right="54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monet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carattere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0" w:lineRule="exact"/>
        <w:ind w:left="615" w:right="5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l’America,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L’Americ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1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Sestin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compiange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nipoti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togliendoli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vicecur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Paulin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0" w:lineRule="exact"/>
        <w:ind w:left="660" w:right="56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capretti,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Ricotta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15" w:after="0" w:line="270" w:lineRule="exact"/>
        <w:ind w:left="660" w:right="56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certusino.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Paolin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2" w:after="0" w:line="270" w:lineRule="exact"/>
        <w:ind w:left="105" w:right="615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ch’h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ciaba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cunfessiunale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2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8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peccat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gobb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3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namurat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impatinat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divot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erudit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Baudelair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1840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1860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viden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fleur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l’appuntu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Baudelaire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pusitivisim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dichjar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Europa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riazzion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eligione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1789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Musset,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l’Imper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purfigliol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Rivuluzion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l’influenz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l’idee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6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anticlerical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massonich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arricat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suldat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Napulion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eranu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adutta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giandarm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vultiggiator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(16)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Napulione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ristabilit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putenz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divin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38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cridi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Sant’Elen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cascat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nan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vechju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zitelli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gloria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parlava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d’ambizion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speranza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70" w:lineRule="exact"/>
        <w:ind w:left="105" w:right="375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pulpitr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glori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ambizione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Libertà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7" w:after="0" w:line="241" w:lineRule="auto"/>
        <w:ind w:left="105" w:right="43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ricurdon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parlavan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babboni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sullat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dumandav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rispundi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quistione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ghjunvent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catolica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malcrident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mischj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prufanu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pulizi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cappell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paisolu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impinnò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9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pudend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Venezia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moda,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giornal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parigino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novella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Martino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57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cappella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tenga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spetta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cappella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strufate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infiniscevul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scrianzat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l’altra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Eccun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0" w:after="0" w:line="239" w:lineRule="auto"/>
        <w:ind w:left="660" w:right="56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Verr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ispettore…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Iddi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buona…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persona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sopra…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660" w:right="591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dovr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darne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chiav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all’ispettore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potr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farne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660" w:right="57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rigore…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chiav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Altrimente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l’altro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inganno,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660" w:right="57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spettor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astut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scaltro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sarovv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Avvocat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consigliere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7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cappelano.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talent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cantare…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55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bagatelle…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perciò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raccomando…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pulizia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schiettezza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61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Pulizi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bellezza.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Puliret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luoco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59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lampad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bellina…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buono…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58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Puliret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frontispizio…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cordicella,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Suoner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campanella…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Scopriret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pavime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to…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pront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assestato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farv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l’apparato.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divin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cappella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Puliret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tendin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1" w:after="0" w:line="270" w:lineRule="exact"/>
        <w:ind w:left="660" w:right="56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divoto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essa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rosari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messa.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660" w:right="57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cantare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santa.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Veramente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incanta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celebrata,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cantata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questione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55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presente,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allegrament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15" w:after="0" w:line="270" w:lineRule="exact"/>
        <w:ind w:left="105" w:right="6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rosari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impenseri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vin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mondo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crud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carestia.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66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rimast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fondo…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45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basta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potr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messa…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dipingerann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scorticata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49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settecent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malannata…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vorrann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affitta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sacrestia.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50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Monsigno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mani,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Signori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comunicatom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Natale,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52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Dieder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bever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vino…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fec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cammino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quattro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scaldat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cucinar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pensav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Venga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battuo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carnevale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72" w:right="518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migliacc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Pìcchin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boccon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1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Carneval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vicecur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verr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Carnevale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migliacc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fritelle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Oramai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malatu.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Terzin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appuntamentu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S’eran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radun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compustoghj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paisol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d’Orezz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avut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spinitort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2" w:after="0" w:line="270" w:lineRule="exact"/>
        <w:ind w:left="660" w:right="48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cummedi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Carnavale.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mortu,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Putressim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pigliav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7" w:after="0" w:line="270" w:lineRule="exact"/>
        <w:ind w:left="105" w:right="7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s’informan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và.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Piazzol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Appunt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addess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discuria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72" w:right="4947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Abiam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altrattatu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8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gonfi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caratell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2" w:after="0" w:line="270" w:lineRule="exact"/>
        <w:ind w:left="105" w:right="3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serà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Idrupisi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Scherzan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ingravidat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sfocanu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Bottiglioni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‘ss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prupositu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1" w:lineRule="auto"/>
        <w:ind w:left="105" w:right="4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realism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rappresentan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sulla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piuttost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maldicente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scherz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castigato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nell’invettiva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rifugg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nemmen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dall’espression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trivial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capriccios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ghjè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ammira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amanti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frastorna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8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capricci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cavilli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66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salta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grilli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all’uom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acciuff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anch’ellu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2627" w:firstLine="-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cummedi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Carneval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piglion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gir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costrett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valzo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579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girar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falzo,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alzav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soglia,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pinta,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donav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mascin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arriccia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grugno,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cangiat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pugno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705" w:right="54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mente,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Un’antr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Grisgione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cuglier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cuglitor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piantate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7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infriddulitu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buttiglia,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tuccò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597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s’accend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Allegramente.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62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vie,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sorell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mie,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8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curiosu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listess’epica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Victo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famos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appétit,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Messieur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(Ruy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Blas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1838).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10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piacciut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stracquinatoghje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l’effett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adess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mari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prenders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burlandusi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Camellina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durmiglione,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71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-1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75" w:lineRule="exact"/>
        <w:ind w:left="660" w:right="578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usanza,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61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l’aurora,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riposars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ancora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Dolcemente.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660" w:right="642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Svegliat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finalmente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vistite,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istruite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toeletta.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64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là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un’oretta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641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vuol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quas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alfine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attillars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crine,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fianco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Ind’un’altr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murdac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66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l’auto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63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pianta,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un’oper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santa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agna,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quando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compagna,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8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all’uom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diede,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richiede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Riflessione.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cagione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l’uom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prova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negarl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giova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Ond’er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assai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61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dirivass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l’uomo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momo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60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lor’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lite,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Sarebb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esente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eternamente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Avrebb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avut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7" w:after="0" w:line="270" w:lineRule="exact"/>
        <w:ind w:left="105" w:right="11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landan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l’Alisgianincu,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l’arsura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Benedett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astuto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seppe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Inven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liquo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pregiat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donna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eterna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donna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disprezzan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disprezz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cumpr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bellezza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femminile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cunnuscian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Lutinc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l’Orezzincu.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Cuncili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154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1563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maritan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più,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pruverbi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cumpagnia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sett’ann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Cunciliu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Lisandr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Borrome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umicidii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suminia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benefizz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secretu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cuncubinaghj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nimicizie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Cunfideghja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Lisandru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diocesi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tomb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attribuiss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11" w:after="0" w:line="238" w:lineRule="auto"/>
        <w:ind w:left="105" w:right="47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numeros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banditi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1570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vicari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Barthulumeu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Torre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tomb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Priano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cunsigliat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Larenzu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Crucichja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1605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abatin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Montemai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cundannat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archibusgiat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Fiurenzu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Mannone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galer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anch’ellu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archibusgiat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pacifica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simul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l’epuc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3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dutturat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teulugi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4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ghjustappunt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seculr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157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1620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l’epuc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dipinta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158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nascita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nota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quantunqu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intellettual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Cuncili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XVIII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seculu.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rialzu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Guidi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17" w:after="0" w:line="270" w:lineRule="exact"/>
        <w:ind w:left="105" w:right="5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Mimori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(1560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Dutto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Ghjuvannaustinu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Gandolf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Bonfigli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Guelfucci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secretari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osserv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smintec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ch’ind’iss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(18).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105" w:right="41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bastanza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schjettamente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invechja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Teng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ordign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scundisat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ordign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chjamat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105" w:right="63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temperin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d’Orezza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scrive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allunsing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maritata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avendul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5" w:after="0" w:line="270" w:lineRule="exact"/>
        <w:ind w:left="705" w:right="5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manteng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invaporito,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Desideros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montar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compa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ingallizzit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terzine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(p.7)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negl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spiritati,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Tugnin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fumava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purtv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mustacc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insannati,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705" w:right="44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qualchedun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imbrogliavo,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pugnale,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brav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pienezz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facoltà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mascolin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7" w:after="0" w:line="270" w:lineRule="exact"/>
        <w:ind w:left="105" w:right="53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paragone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quantunqu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fiurit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parlendu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Floscin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moglie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cantare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705" w:right="60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nell’alza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squilla,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pipilla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8" w:lineRule="auto"/>
        <w:ind w:left="705" w:right="6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avesse…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Ond’ei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giudizio,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alquanto,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D’indi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Abbandonato.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ahimè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fiato,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canter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Iss’eccess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7" w:after="0" w:line="270" w:lineRule="exact"/>
        <w:ind w:left="105" w:right="12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Parlendu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1968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Intergroun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sutterranea,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Eliade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riligios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lubrich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sporchi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Puderi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sessual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glurificat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da’ss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giovin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(incuscente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riscupert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sacralit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vuria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ritrovim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sensualit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Cantich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spiritual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(19).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553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Malgrat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grassochju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scherzosu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amich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gratun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Tomasin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Itali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teulugi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15" w:after="0" w:line="270" w:lineRule="exact"/>
        <w:ind w:left="105" w:right="7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cumbentu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sicuru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Rifurmati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d’Orezza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devot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affezzionat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Bottiglioni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Orezzincu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1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Cambi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Pedicroce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metri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andà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Cavallu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Terzin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particulari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restituiscen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cumbentu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principal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8" w:after="0" w:line="238" w:lineRule="auto"/>
        <w:ind w:left="105" w:right="53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Guardian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Raffaello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cariu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cunsiglier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Guardianu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chjamavanu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Paolo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Mansueto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Vincenso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conversi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religios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mintuat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chjamavan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Paolo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Michel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Pietro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Frà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Reparato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camonchj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0" w:after="0" w:line="239" w:lineRule="auto"/>
        <w:ind w:left="660" w:right="47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Pietr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Reparat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compimento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voglian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altrimente,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d’abbruccia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convento.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Guardian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costor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sente,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105" w:right="480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1"/>
        </w:rPr>
        <w:t>chì,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8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portell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Ricello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seppellit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Eppuru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9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ammendat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infine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rallegr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Picchion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l’abbiam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scappat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buccat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mantenut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Capicors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Zitt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Pichjò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Fiumorb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l’aghjettiv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zitt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(20).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39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cumbentu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spezieri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uglilem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infirmier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d’erbe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d’ochji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Annibal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Ringrazi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rimedi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apprestat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nipote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48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l’occhi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via.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medicinal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fragaria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indovina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rosacee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fravula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nipote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guarì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29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malati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Gugli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cecu.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sfera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55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aggiusta,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64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contento.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talento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10" w:after="0" w:line="239" w:lineRule="auto"/>
        <w:ind w:left="105" w:right="6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simil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paragon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dantesc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rispost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cugnom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scappate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minucul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fucile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cugnumav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Albertacce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fà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Stefan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Albertin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avut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sullingul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scioltu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scuchjav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facilmente.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8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Mauroi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spiritosu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d’avenn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supranav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difficult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apparentat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39" w:lineRule="auto"/>
        <w:ind w:left="105" w:right="48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impruvisatore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ghjornu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prucessu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Tomasi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ghjudice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suppleente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invitat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cullazion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l’avvucat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Ghjisepp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de’Montera.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cucin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pranzu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manghjà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Tomas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Santu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Marcucc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avecci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pensat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dapartutt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pussibilit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ritiramm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stonda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qualcos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spalate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ch’incant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l’avvucatu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Qual’h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letterat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Quandu,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serra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struffata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parimente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improvvis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dettand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pisatu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qualit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trimindu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applic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pensav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0" w:lineRule="exact"/>
        <w:ind w:left="105" w:right="26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Insiem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simpatic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arattere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dell’affett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prodig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nipoti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concluder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dovev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dabben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stimat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contemporane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pudia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sapem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carit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ragazz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scurdass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giovanu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bandit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Muzarettu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tomb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67" w:after="0" w:line="239" w:lineRule="auto"/>
        <w:ind w:left="105" w:right="30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difend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d’asili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sacru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dirittu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truvà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l’equivalent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ind’un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s’assumigli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aziande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l’Albania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scrittore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4"/>
        </w:rPr>
        <w:t>Ismaï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Kadar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L’ospit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sacrat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l’usu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muntagnolu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l’ospit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(p.32).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l’ospit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categuri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suprana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1"/>
          <w:w w:val="94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asci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invindec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babbu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l’ospit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(p.77).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27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l’ospite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l’Albanese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veradiment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n’import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pò,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colpu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ospite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radulcisc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appochj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divinu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viandant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mischin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lampu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sprupusitatu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suvran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inviulabile,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legislator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l’antich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Grech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affaccavan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suffrettura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s’aspettav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perci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l’ospite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prutezzion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ghjurata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l’Albanese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palanni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79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7" w:after="0" w:line="270" w:lineRule="exact"/>
        <w:ind w:left="105" w:right="457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pusitur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Bisugner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l’assolvim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magistrat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President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Ghjanfrancesc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Mattei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saperi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6"/>
        </w:rPr>
        <w:t>dì.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57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vechjaia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fermav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Ravanell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Paulin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Petru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Annibale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’ochjimalatu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nipoti,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l’amintuveghj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vintiquattr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sestin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compiange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nepoti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togliendol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vicecur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sestin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70" w:lineRule="exact"/>
        <w:ind w:left="660" w:right="57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Ravanello,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feremo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Paolin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finisc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sestin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70" w:lineRule="exact"/>
        <w:ind w:left="660" w:right="54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piangi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Paolino,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piangi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Ravanell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pruverbi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furtunatu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pianghj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vicecura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qualidicat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aveccil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705" w:right="54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ch’egl’er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chimera…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importa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cervello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campatu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l’averanu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scunfinitu.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92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fubben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nipoti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Visidor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chjudin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l’ochji,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avendul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8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chjos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638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vucabulari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Grillet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trimindu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cunnosce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napolitan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vedera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paesi,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3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gentil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villana,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pajo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genuvesi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scufiett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venezian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(Malannata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1702)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660" w:right="46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dunnucci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rucchina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(22)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suttan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scherpett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Fiurentina…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660" w:right="48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gherbate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bonelle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rocchine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ghiobboni,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portan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camisc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lavorate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vottoni,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68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scarpett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inzoccolte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Ball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5" w:after="0" w:line="270" w:lineRule="exact"/>
        <w:ind w:left="705" w:right="600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manigl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cappellini,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collan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vestiti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umiliant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inchini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riveriti…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flacchin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busto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705" w:right="60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venerate,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gusto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ammirat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capricci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20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Prosegu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fedelment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vestirs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abbellirsi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l’acqu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odorose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vermigli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muralit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pruverbi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all’ari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nell’ave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17" w:after="0" w:line="270" w:lineRule="exact"/>
        <w:ind w:left="105" w:right="89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paisan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pruverbii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egge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tabs>
          <w:tab w:pos="6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praticati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sacrat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2" w:after="0" w:line="270" w:lineRule="exact"/>
        <w:ind w:left="105" w:right="8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assumigliav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assaghjent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diventa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legg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usciere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delegat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anpres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Diceriam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amparem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Terzin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Proverb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molto.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d’inganna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ingannat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contumaci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Castagnol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stavanu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71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front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divis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frunton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151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vendett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105" w:right="256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Proverb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Fabian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(op.cit.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l’ingegn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poet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metterl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terzin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capula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pruverbii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pieno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comparti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cib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moderat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Allung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l’uom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Esercitat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proverb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spesso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muralit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suspettosa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proverbi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colui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purrian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pruverbii.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ccun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manatell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60" w:lineRule="auto"/>
        <w:ind w:left="825" w:right="34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L’acqu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s’imbrun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facilment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Stagioni).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Consiglio).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left="82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occhi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innamorat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4" w:after="0" w:line="240" w:lineRule="auto"/>
        <w:ind w:left="82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capricci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amici.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60" w:lineRule="auto"/>
        <w:ind w:left="825" w:right="32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Felic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virtud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abbracci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bello.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pulizi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sapienz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Ballo).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left="82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trascur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grandura.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4" w:after="0" w:line="241" w:lineRule="auto"/>
        <w:ind w:left="105" w:right="6009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proverb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cangiati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L’abito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andati,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monac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17" w:after="0" w:line="270" w:lineRule="exact"/>
        <w:ind w:left="105" w:right="65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triste,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consiste.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56" w:lineRule="auto"/>
        <w:ind w:left="825" w:right="33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cosa.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S’ingann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errore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favore.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gallo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maestosa.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società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pulita.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auto"/>
        <w:ind w:left="82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naviga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consiglio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naviglio.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60" w:lineRule="auto"/>
        <w:ind w:left="825" w:right="10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(Letter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Signo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Caraffa).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schiettezza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pulizi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bellezz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Cappella).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left="82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cammin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zopp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(L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Cappella).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3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racolt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l’aliv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Lota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Gulgielm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Balagna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malannata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andav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6"/>
        </w:rPr>
        <w:t>cumpr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5"/>
        </w:rPr>
        <w:t>baratt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segal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Balagn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novell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Egitt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d’abundanza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multiplicat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Gulglielm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uscer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Strampalatu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Matrimoni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l’inventari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mubligli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quand’ellu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Cambia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numereghj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frissoj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ov’entren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vorri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’oli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Balagne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frittell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condit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l’oppost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Tavagna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Balagn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9" w:after="0" w:line="241" w:lineRule="auto"/>
        <w:ind w:left="105" w:right="4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infrancisat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l’avucat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Olagnie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rinvi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affare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d’assise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Balagna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Balagna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0"/>
        </w:rPr>
        <w:t>cusì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attempatu.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67" w:after="0" w:line="239" w:lineRule="auto"/>
        <w:ind w:left="105" w:right="72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chjamavan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Artemisia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Damisanta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Flamini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Palma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Camellina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Casernona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Ciglibruna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Citerea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Dorina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Finetta,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Frisgiotta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Nerbicona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Cummar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Chiarastell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mustacci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Mariett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Medusa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Medea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Tuffella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Venerand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2" w:after="0" w:line="270" w:lineRule="exact"/>
        <w:ind w:left="105" w:right="101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disperata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Limpi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abbandonat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Lidia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l‘Orezzinc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schernit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3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persunagg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maschil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risaltu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1702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guvernator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4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Adorno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l’interlocutor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formula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Bottiglioni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discors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governator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Bastia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chieder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soccors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nelle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caresti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affligg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l’isola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dignitosa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aulic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(23)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risonanze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tassesch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Guvernator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43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Princip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glorios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(24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invitt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(25),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Ornament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splendo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paragon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Storia.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numeros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Macedon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prendete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10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pizzic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decret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ciel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disegno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45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Parafis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regno…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d’oscur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giorno,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L’eccellenz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princip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regnante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7" w:after="0" w:line="270" w:lineRule="exact"/>
        <w:ind w:left="105" w:right="12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parler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regnan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Filippu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figure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impiegat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scellerati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629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fortun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dura.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oscura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10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l’aveniment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l’espressione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dignitos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8" w:after="0" w:line="239" w:lineRule="auto"/>
        <w:ind w:left="105" w:right="53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inghjò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Grisgioni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Curnichjul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acquistat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Ignazi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Casanov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cavall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ghjumenta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ischerzu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Ignazi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Accudatevi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87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9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impenna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venditter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Ingazi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bestia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verit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piuttost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magrentin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vorrebb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generale,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57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vorrebb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colonello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male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7" w:lineRule="auto"/>
        <w:ind w:left="660" w:right="60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Filippo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decoro,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cavalleria,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1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vorrebb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prezz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d’oro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66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patracc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robb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sprezzat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pataccone.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Torquat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para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7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aspetti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opere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dantescu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trimindu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impastat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mitulugi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trecentesca.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500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Ugolin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nimich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chjusenu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torra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tito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apparten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Finocchiett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l’arcivesc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Rugger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ghjitt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morin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Ugolin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chiama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Poscia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digiun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fubben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interpretat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diversu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D’appress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cummentatore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Eugenio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Camerini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L.G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annullat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tecnofagi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(26).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58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Ugulin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manghhj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perci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Infern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8" w:after="0" w:line="239" w:lineRule="auto"/>
        <w:ind w:left="660" w:right="51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vituperi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Poich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lenti,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Muovans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Caprai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Gorgona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faccia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siep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anniegh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person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2" w:after="0" w:line="270" w:lineRule="exact"/>
        <w:ind w:left="105" w:right="11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Caprai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l’orizont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emul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anch’ellu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videremu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Dante,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simil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tecnofagi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1702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</w:rPr>
        <w:t>l’Alisgianinc</w:t>
      </w:r>
      <w:r>
        <w:rPr>
          <w:rFonts w:ascii="Times New Roman" w:hAnsi="Times New Roman" w:cs="Times New Roman" w:eastAsia="Times New Roman"/>
          <w:sz w:val="24"/>
          <w:szCs w:val="24"/>
          <w:spacing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0" w:lineRule="exact"/>
        <w:ind w:left="660" w:right="46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buoni,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dispreg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5" w:after="0" w:line="270" w:lineRule="exact"/>
        <w:ind w:left="660" w:right="47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periglio,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cucinat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propri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stalvatoghj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dantesc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orrend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Bellezz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Matrim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interrug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Muchjete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antico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32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sembrass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cangiat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Rispos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amico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debol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(27)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perci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Languidezza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7" w:lineRule="auto"/>
        <w:ind w:left="660" w:right="43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dormia,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pagata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1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cortesi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660" w:right="48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Amb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spenserata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Stavam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sognai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ciata.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660" w:right="511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pisciar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guai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bagnai.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destoss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dormiglios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allora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66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giorno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rinnov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ristora.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660" w:right="488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niente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accadut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errore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dormi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dolcemente.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660" w:right="47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cuore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bella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Guardandom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rumore.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quell’istant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finestrella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sereno,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asciutt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lucid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stella.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660" w:right="46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appieno.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oggetto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memori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avvenire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5"/>
        </w:rPr>
        <w:t>porter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petto.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Poichè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dormire,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bambino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convien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seguire.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angol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vicino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pisciar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ubbidisco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9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accunciat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cunghjucal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tocca.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Pianterem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casc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tecnofagia…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capitan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Maced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anderai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avà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Napulione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malgrad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republicanu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Italia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l’Imperu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l’Imperatore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Malannat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francat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2"/>
        </w:rPr>
        <w:t>Dil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Monti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l’Alisgianinc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sbuccav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famitu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Pensa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Guvernator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marcant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l’empie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anderan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Eccellentissim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padrone…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Ah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Guida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ell’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9"/>
        </w:rPr>
        <w:t>così,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campa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meschino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converr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Napurlione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cunigliul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Quo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repri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l’anima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nourri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thym,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48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côté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Illustr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Seigneurie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660" w:right="39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Veuill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pardonner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puisqu’i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mourir,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j’os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m’enfui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s’assugmigl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iscors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l’Alisgianinc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suviti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quasi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4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parolla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Cunigliul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Cacciator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Buonaparte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giovan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Valence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dedicò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1786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namurat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Carulin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Colombier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182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d’appress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l’original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truvav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Weimars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Infine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dumandass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glori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9"/>
        </w:rPr>
        <w:t>Cusì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Manzoni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ghjustappunt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Napulione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Yvi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</w:p>
    <w:p>
      <w:pPr>
        <w:spacing w:before="11" w:after="0" w:line="238" w:lineRule="auto"/>
        <w:ind w:left="105" w:right="39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d’Yvi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Croce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originale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curiosu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quantunqu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tralasciata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simpaticu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Yvi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amicu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disciuplicà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qualsias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scumess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17" w:after="0" w:line="270" w:lineRule="exact"/>
        <w:ind w:left="105" w:right="2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Piazzole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cumpost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famos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Balanin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ghjudichjeghj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bizzar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(p.3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21)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6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bizzar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d’originale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curiosu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piacevule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l’attenzi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Prufessor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raghjunghj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d’Yvi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Croce.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39" w:lineRule="auto"/>
        <w:ind w:left="105" w:right="57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Marcucci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Jea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Noar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(op.cit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d’eresi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Aghjunghjeraghj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currett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9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Marcucc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invece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buccate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locu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Castagnicci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alla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locu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9"/>
        </w:rPr>
        <w:t>dà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nustrali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realisimu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Salvato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Ghjambattista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Marcagg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(28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criticheghj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Serenat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Scappin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piverosu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adulcit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36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italianament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spuntan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corsismi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Tuttavia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volta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contribuiscen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vivezz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componimento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Malannata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introducendo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paesani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abbond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idiotism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propri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dialetti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raggiungend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efficaci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rillev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cursisim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mandarin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chjos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zan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11" w:after="0" w:line="238" w:lineRule="auto"/>
        <w:ind w:left="105" w:right="6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pisticcin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prisoj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sommer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castagn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lizinos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castagn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gallonchj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vuot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friscett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frissoj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sportell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panier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cernigl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tufon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buc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palmul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capparon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pillaccher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stracc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cenc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accintul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cacci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castagn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capisteghj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tavula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purtall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ecc.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346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elev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belle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s’inquadran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produzion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bernesc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fioriv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‘700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potrebb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artistic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5" w:after="0" w:line="270" w:lineRule="exact"/>
        <w:ind w:left="105" w:right="44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ghjustappuntu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iss’alt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Vescu.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caristi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1702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113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istanza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innalz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Monsigno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Durazz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(29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zelante,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49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intorno,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Proveder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Alesani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Diocesan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105" w:right="7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stranu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Casanell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d’Istri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(30)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dedicher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Sacr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Pasto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Clero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60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contiene,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bene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Auto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sublime,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Gradit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61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rozz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ingen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uscite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venite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Pietr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5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Bottiglioni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dignitosa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aulic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tratta,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d’infatti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edific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chjesa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5" w:after="0" w:line="270" w:lineRule="exact"/>
        <w:ind w:left="660" w:right="58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S’ei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geni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cortese,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speranza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60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vedersi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sostanza,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Eretto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iorno,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edifizi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adorno…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64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talenti,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noi,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parler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Durant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veschi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Gradale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redenzione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c’una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Bottiglion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piuttost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diventat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chjapp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9" w:after="0" w:line="241" w:lineRule="auto"/>
        <w:ind w:left="105" w:right="3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furor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l’ispirazione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lampav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Piazzol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retariu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briunend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nisun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sappi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Aspettat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m’arrembi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Pigliate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Cumenci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337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Pobbenu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oramai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trimindui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edificant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esemplare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Omeru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girand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11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vechjai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diventat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filosofu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lighjendu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Petrarc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l’appuntu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leghji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manuscritt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d’Omeru.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707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Anghjulusant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Marcucci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Laura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soprumano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fettid’arca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Petrarca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sublim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leghji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murend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quatr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stituzion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Logica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Metafisica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Professor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(31)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strint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apert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l’opuscul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Congettur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dall’anim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l’esistenz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corp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perchè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anch’oghj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s’apr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204.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riflettut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dop’av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1" w:lineRule="auto"/>
        <w:ind w:left="105" w:right="435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cundann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bruttalit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viulenza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affett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tennererzza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libert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spiritu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libert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pensata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4"/>
        </w:rPr>
        <w:t>libert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l’accort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dinò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105" w:right="12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travagliu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siruru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averia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cunnusciut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Mérimé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(32).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Guglielmu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ricacciatu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6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sunett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permetterete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compie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memori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l’anfart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murianincu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cinquant’ann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Santu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Casanova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Anghjulusantu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riassunt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trimindu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bon’or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GUGLIELMI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d’imbernu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cutrur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48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vegghi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fucunate,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fést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sunittate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Piazzol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d’Orezz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7" w:lineRule="auto"/>
        <w:ind w:left="660" w:right="50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v’apprezza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strulacate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1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s’intend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ballate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cósg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mettes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pezza.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7" w:lineRule="auto"/>
        <w:ind w:left="660" w:right="47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musa,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sannata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1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spilandrat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660" w:right="46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cumpieng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spusucci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cunfusa,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malannata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Signuri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Adornu.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Multedo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Grillettu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incunnusciut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54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Anghjulusant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Marcucc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(1789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1864)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Muntese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1962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p.36.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Romanaesc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N°5,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p.64,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Parig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1966.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sabatic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l’Universit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insignant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2559" w:firstLine="885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liberallu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ricerca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l’amparera.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infern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Pagani.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Pèr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Victor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Histoir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Couven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Province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54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Capucin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Françoi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1982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Bastia.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Guenon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Regnabi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rivista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riprudott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Nantes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54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1986.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Popolari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op.cit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p.15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popol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Henr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Arme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p.7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Adm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54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1976.</w:t>
      </w:r>
    </w:p>
    <w:p>
      <w:pPr>
        <w:spacing w:before="0" w:after="0" w:line="270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avventur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galanti.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curiosu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Boro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L’Estoir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Graa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2" w:after="0" w:line="270" w:lineRule="exact"/>
        <w:ind w:left="660" w:right="1239" w:firstLine="885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12m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Chrétie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Troye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ispir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Perceva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raffaell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Livorn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1929.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1545" w:right="255" w:firstLine="-885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l’articul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Ferrand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Vincensin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S.O.S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Salvem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Sant’Antone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Castagnicci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bullettin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trimesinc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Rustaghj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1976.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Giornal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Scientifico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Canonic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Nicolai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1849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1879.</w:t>
      </w:r>
    </w:p>
    <w:p>
      <w:pPr>
        <w:jc w:val="left"/>
        <w:spacing w:after="0"/>
        <w:sectPr>
          <w:pgSz w:w="11920" w:h="16840"/>
          <w:pgMar w:top="1340" w:bottom="280" w:left="1320" w:right="1680"/>
        </w:sectPr>
      </w:pPr>
      <w:rPr/>
    </w:p>
    <w:p>
      <w:pPr>
        <w:spacing w:before="74" w:after="0" w:line="270" w:lineRule="exact"/>
        <w:ind w:left="660" w:right="579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Lhostis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Pietracorbar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Bribe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d’Histoir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Locale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1960.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Jea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Bruyèr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(1645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1696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caractère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68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Alfre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Musse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Confessio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Enfan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Siècl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9" w:after="0" w:line="241" w:lineRule="auto"/>
        <w:ind w:left="1545" w:right="264" w:firstLine="-885"/>
        <w:jc w:val="both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zopp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Fabiani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nnata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p.17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duveri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ch’ùn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buccon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1545" w:right="219" w:firstLine="-885"/>
        <w:jc w:val="both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Françoi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Casta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Evêque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curé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traditio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Concile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thès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présenté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Théologi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Lyo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nov.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83" w:lineRule="exact"/>
        <w:ind w:left="154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1964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°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spécia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Historiqu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position w:val="1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0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27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0"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4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0"/>
        </w:rPr>
        <w:t>1965.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70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(19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Eliade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Fragment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journa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(1945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1969)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roumai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54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Badesco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Entie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Gallimard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1973.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459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Santoni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Fiumorbacci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Buccat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ADECE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1986.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April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spezzat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lib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Fayard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1982.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4749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ghjò.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elevatu.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5169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reggente.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invincibile.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un’interpretazion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filologic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oscur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</w:p>
    <w:p>
      <w:pPr>
        <w:spacing w:before="17" w:after="0" w:line="270" w:lineRule="exact"/>
        <w:ind w:left="660" w:right="849" w:firstLine="885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controvers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Divin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Comedi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L’Infern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Trieste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Coen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1865.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924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Poési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populair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1926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p.181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(29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Emmanuellu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1674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1704.</w:t>
      </w:r>
    </w:p>
    <w:p>
      <w:pPr>
        <w:spacing w:before="0" w:after="0" w:line="268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paterna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d’Aiacci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1833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1869.</w:t>
      </w:r>
    </w:p>
    <w:p>
      <w:pPr>
        <w:spacing w:before="17" w:after="0" w:line="270" w:lineRule="exact"/>
        <w:ind w:left="1545" w:right="279" w:firstLine="-885"/>
        <w:jc w:val="both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’aggiunt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intitolat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Filosofi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Kant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esaminata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dall’autor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sudett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Venezi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1804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Graziosi.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(32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Voyageu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op.cit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pp.21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221.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DESANTI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660" w:right="36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PRUPOSIT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PUISI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GIUCOS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FUATA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l’antich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campagnole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l’assupran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tutte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Cepp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Nieddu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piglia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frescu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annat’à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Casteddu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Sapar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Pinzu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Ciaccald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Pinedd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arnassu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Pindu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l’Alicona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canzona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56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frescu,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nostr’ari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bon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L’avet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capit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Munsignor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FOAT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d’Azilonu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ispir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Poesie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Giocose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vernacola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della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ieve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d’Ornano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ghjucose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ghjoc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raffinat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crusc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(bench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Munsignor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sapiss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fà)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paisani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quant’h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u w:val="single" w:color="000000"/>
        </w:rPr>
        <w:t>Rustighj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340" w:bottom="280" w:left="1320" w:right="1620"/>
        </w:sectPr>
      </w:pPr>
      <w:rPr/>
    </w:p>
    <w:p>
      <w:pPr>
        <w:spacing w:before="67" w:after="0" w:line="238" w:lineRule="auto"/>
        <w:ind w:left="105" w:right="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  <w:u w:val="single" w:color="000000"/>
        </w:rPr>
        <w:t>Ciucciarella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qual’h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sapi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prima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satiric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  <w:u w:val="single" w:color="000000"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i/>
          <w:u w:val="single" w:color="0000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seconda,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rifacimentu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accurtatu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Nanna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Bambino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tramindui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Foata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vulstut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197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manuscritt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fussin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tutti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dispusizion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pubblic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Fubb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meritu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DESANTI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famigli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(P.M.).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divissim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dipign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d’appres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ópari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Munsignor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85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quidd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d’eddi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tistimoni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cunvint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dicenovèsim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sécul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nascit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quatordic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dicesset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ghjnnaghj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ótt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nóvi.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tistimoni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cunvint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7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impres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prufond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parocchi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intiera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diucesu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latinu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talenti.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particularit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ópari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primittaret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situ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rilighjosu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prufundezz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17" w:after="0" w:line="270" w:lineRule="exact"/>
        <w:ind w:left="105" w:right="9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st’anim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cummunion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jesgi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famiglia.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Azilonu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l’Urnanu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5129" w:firstLine="-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Taravu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diciar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sarra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nnant’a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rimpianata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tutt’albarata,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d’Azilonu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anch’e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spaccata.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Furciólu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russignólu.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insiparevul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s’aghjsciar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parócch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difend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justizi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pòvar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unistamenti.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citaraghj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asempiu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allór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ch’edd’er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Bucugn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pulémic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rimusci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Sintend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parucchiani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difesa.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suitav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st’affar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d’appriizion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féc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100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dumandall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mudar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causa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unn’indispón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l’autorit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civili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pulèmic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scàndalu.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65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rispóst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sùbit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riuputazion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scàandal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causa.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pulèmic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l’avviniment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4"/>
        </w:rPr>
        <w:t>fàcin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5"/>
        </w:rPr>
        <w:t>tràmul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so’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puisi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giocosi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1"/>
        </w:rPr>
        <w:t>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capazzoni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magistrati,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99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puvaréch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ruinat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firmav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vivam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mazzat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7" w:after="0" w:line="270" w:lineRule="exact"/>
        <w:ind w:left="660" w:right="64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pópul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gridag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nissun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l’ascultava.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660" w:right="512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C’ér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rimusci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prét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d’Azilonu,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campanili,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stradonu,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60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prét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Fuata,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1"/>
        </w:rPr>
        <w:t>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ér’andat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jc w:val="left"/>
        <w:spacing w:after="0"/>
        <w:sectPr>
          <w:pgSz w:w="11920" w:h="16840"/>
          <w:pgMar w:top="1340" w:bottom="280" w:left="1320" w:right="1360"/>
        </w:sectPr>
      </w:pPr>
      <w:rPr/>
    </w:p>
    <w:p>
      <w:pPr>
        <w:spacing w:before="67" w:after="0" w:line="239" w:lineRule="auto"/>
        <w:ind w:left="105" w:right="57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Esercit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minister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episcupal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durant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ótt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sittant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ótt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nóvi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Diciaraghj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simpliciament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grand’urganizator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paisanu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ch’edd’avi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parocchi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soprattut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cunniscenz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edd’avi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abitanti.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carrig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episculpal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puética,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mórti.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486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tistimoni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féc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Aghjacci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setti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frivaghj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uttant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cumpagni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giòmitr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105" w:right="62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l’edifiziu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ripast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surghjent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Zizul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dóp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piazza,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scriss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infurmazion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Ricerch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sopr’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Jesgi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ótt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cinqui.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prisentavv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Munsignor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spicialment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óparapuétic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avarì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vulsut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cunnos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minister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pasturali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currispundenz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famiglia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racont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surtit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muntagn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Guagnu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castedd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l’Urnan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l’Istri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7" w:after="0" w:line="270" w:lineRule="exact"/>
        <w:ind w:left="105" w:right="398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pussission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manuscritt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pensu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stóri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attivit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l’avìan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cumpletamenti.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83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so’ópar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puétic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ritróvan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puéta.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308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prufet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attentiv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l’avvinimenti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tistimoni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ossirvator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prufet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diciar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ciocch’edd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risenti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diciar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6"/>
        </w:rPr>
        <w:t>ch’edd’h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0" w:lineRule="exact"/>
        <w:ind w:left="105" w:right="51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giocos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vernacul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d’Ornan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poemett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satirico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comico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lepid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nobil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St’ópar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stampata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sott’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10" w:after="0" w:line="239" w:lineRule="auto"/>
        <w:ind w:left="105" w:right="53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cuminciat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ótt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cinquanta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quand’edd’er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Bucugn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manuscritt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vintott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sittant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setti.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Pònac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inutil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6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filicit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prova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firvor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d’invucazion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9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Cappuniedhu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castedhu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sapar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Pinzu,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6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Ciaccald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Pinedhu,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facil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vena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piena.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660" w:right="47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Suredh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dulcissim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cumpagna,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alegr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campagna,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stem’alegri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calcagna,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duru,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spicchem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raghjon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spirmat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d’Erasimu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1518" w:header="0" w:top="1340" w:bottom="1700" w:left="1320" w:right="1680"/>
          <w:footerReference w:type="default" r:id="rId5"/>
          <w:pgSz w:w="11920" w:h="16840"/>
        </w:sectPr>
      </w:pPr>
      <w:rPr/>
    </w:p>
    <w:p>
      <w:pPr>
        <w:spacing w:before="74" w:after="0" w:line="270" w:lineRule="exact"/>
        <w:ind w:left="105" w:right="12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Ridend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castiga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lectore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laedere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consolar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moribu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hominu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officer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pricisat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6"/>
        </w:rPr>
        <w:t>scrivì.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46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pratindim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glori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favori.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puemi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lascemul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majori.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Cuntintèmuc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scriva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59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bujagg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pastori.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risata.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lóchi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prubiit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7"/>
        </w:rPr>
        <w:t>ch’edd’unn’h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cadastr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andat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tarren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paisan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famiglia.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54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un’anim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4"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cummunion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edda.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497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marchisan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fiurisc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maggiu.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vulnedh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vedi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calcinaggiu.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1"/>
        </w:rPr>
        <w:t>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volp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custieggia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660" w:right="608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munton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tintinnaggiu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Falcon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Pursianu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luntanu.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3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biddezza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parfumi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nanz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anima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tarra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tóst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pirmett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rispirà.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5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Allóra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bujaggiu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l’acedh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féstan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inseme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tarra.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bujaggi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sfrond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castani,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2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chirinzol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cuccagni.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Squatridheggi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602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ribomb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campagni.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strimedha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ancór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zitedha.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660" w:right="51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mireggiu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pastori.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Trionf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marz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móri.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l’agnedhi.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légr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4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Arghjachiusa,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660" w:right="47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l’acedha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parsona.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canzona.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boiu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vitedha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l’agnedh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7" w:after="0" w:line="270" w:lineRule="exact"/>
        <w:ind w:left="105" w:right="8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circond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tróv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inspirazioni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vól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riliv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ricchezz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sprissioni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prisicion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l’azzioni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l’acedhi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spirit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pinitrazioni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ch’edd’avia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dicend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1" w:lineRule="auto"/>
        <w:ind w:left="660" w:right="44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culomba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turduledha.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pettirossu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lachedh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Titulir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luduletta,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1518" w:header="0" w:top="1340" w:bottom="1700" w:left="1320" w:right="1680"/>
          <w:footerReference w:type="default" r:id="rId6"/>
          <w:pgSz w:w="11920" w:h="16840"/>
        </w:sectPr>
      </w:pPr>
      <w:rPr/>
    </w:p>
    <w:p>
      <w:pPr>
        <w:spacing w:before="66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ciaciai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Ch’unn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ópara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73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pinetr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vveniment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trasmùtan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l’omin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tarra.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488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avveniment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pórt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diversit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d’intirpritazion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eserciteghj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avveniment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scópran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ricchezz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ciocch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nóvi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tróv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spiritu,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usservazioni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àttic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Munsignor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susten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arazioni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satìric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Aristofanu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dimmi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8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d’attualità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quidh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pudut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capulavor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l’ànim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tt’or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L’intirdizzion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pórt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d’arm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6"/>
        </w:rPr>
        <w:t>pirmittar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1"/>
        </w:rPr>
        <w:t>cri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cirimunial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riligiosu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9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funaral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cacciadori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cirimunial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semplicament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imaginazion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puètica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cilibrèghjan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so’temp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cantor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cilinbrant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pussut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ricunnoscias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funaral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cilibrat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l’acedhi.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Dóp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pruibiti,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1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cacciador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ammutuliti.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ócu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inviguriti,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9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alegr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festa,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L’abitant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furesta.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660" w:right="48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Fignian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mórtu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piignìan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cacciadori.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l’invit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cantori,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purtall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suttarà,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60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mancav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piignidori,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Soprattutt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turbuledhi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piignian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suredhi.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660" w:right="50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Giunt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rumat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cignali,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corb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vecchi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piviali.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jandagg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tunicedha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tenìan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rituali,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7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Rispundian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n’em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davant’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st’avveniment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dóp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ripinsat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l’avvesiment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Citarem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l’alizion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Furciólu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quidh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17" w:after="0" w:line="270" w:lineRule="exact"/>
        <w:ind w:left="105" w:right="72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pinser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passatu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rialmenti.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Bucugn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suredh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Furciólu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7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ghjornu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cugnat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l’annunci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rivucazion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d’us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influenz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elettu.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7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aséguit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dét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dumanda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rispost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7"/>
          <w:pgSz w:w="11920" w:h="16840"/>
        </w:sectPr>
      </w:pPr>
      <w:rPr/>
    </w:p>
    <w:p>
      <w:pPr>
        <w:spacing w:before="74" w:after="0" w:line="270" w:lineRule="exact"/>
        <w:ind w:left="660" w:right="480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Furciulinch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un’ann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inchéti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prét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1"/>
        </w:rPr>
        <w:t>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bestii,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660" w:right="56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scigliaret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vardeti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Valogn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D’unn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scégliav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magnonu.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10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vurrì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sirmon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cutidiana.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rustaggi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l’arrivat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Furciól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pèrul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6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diversit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prédich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2"/>
        </w:rPr>
        <w:t>cumplicit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2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paruchiani.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705" w:right="48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m’h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invitat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pastori.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Scigliend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2"/>
        </w:rPr>
        <w:t>v’h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molt’onori.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96"/>
        </w:rPr>
        <w:t>cungràtul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voi,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Stimatissim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signori.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edh’eran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aducchiav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paesi.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705" w:right="49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pridicissori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Vivì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d’invit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onori.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próv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jent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ch’altrettantu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farét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prét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l’avveniment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mórt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Sampieru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d’uttant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3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Munsignor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Casanell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saminarii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annantu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ritirat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voln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ritirassi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l’avviniment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fiarulat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eternità.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esercitat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usservazion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17" w:after="0" w:line="270" w:lineRule="exact"/>
        <w:ind w:left="105" w:right="6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numaros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mistier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prufission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mistier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paról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difett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particulari.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bancalar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nóc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métt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17" w:after="0" w:line="270" w:lineRule="exact"/>
        <w:ind w:left="660" w:right="49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zappaggiol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falsu,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Rusp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sopra,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571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cumpagnonu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Rubb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patronu.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6"/>
        </w:rPr>
        <w:t>minziun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pruverbi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l’impricazi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impiigat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cunvarsazioni.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dinar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amicizia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Tórc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justizia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7" w:lineRule="auto"/>
        <w:ind w:left="660" w:right="60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adhivatu,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gittatu.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jungh’e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fuon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7" w:after="0" w:line="270" w:lineRule="exact"/>
        <w:ind w:left="660" w:right="57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trunchiat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schinch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jungh’e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l’ascuior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8"/>
          <w:pgSz w:w="11920" w:h="16840"/>
        </w:sectPr>
      </w:pPr>
      <w:rPr/>
    </w:p>
    <w:p>
      <w:pPr>
        <w:spacing w:before="74" w:after="0" w:line="270" w:lineRule="exact"/>
        <w:ind w:left="105" w:right="57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rusari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Marduc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occup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parecch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l’ópara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l’occasion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facci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cunnosci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riligios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riligion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rivela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9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Rusar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iu.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598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particularment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quidd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Tarav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eccelent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mustr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divuzion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Marduchei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9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mantalit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riligios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pèrul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maraviglios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lucicheghj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biddezz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Bambin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9" w:after="0" w:line="241" w:lineRule="auto"/>
        <w:ind w:left="105" w:right="48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cór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ciocch’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miditat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paróla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Bibblia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ciocch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occhj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cuntimplat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biddezz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reti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l’uffert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gracios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Jés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Bambinu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cór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Verghjni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Bettleem.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spannal’aria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s’assirena,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499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stédha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ripien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Ninna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figlió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u,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Addurmentat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parpen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70" w:lineRule="exact"/>
        <w:ind w:left="660" w:right="60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nanna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Missia.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660" w:right="504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pugn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monti,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saetta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70" w:lineRule="exact"/>
        <w:ind w:left="660" w:right="60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vani,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vóltan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mani.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augur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prossim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avvena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cummunit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cristian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póssin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impar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miludios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parócch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sughjett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svilupp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inn’ópar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6"/>
        </w:rPr>
        <w:t>parchì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7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durant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dicenóvesim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come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tistimoni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cunvint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minister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sacirdutali.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avarì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crinulini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l’aducazion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zitedhi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51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sucietà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nostru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propósit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allór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finisciarem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pruminat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giocoso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paróli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sughjett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d’atualità.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98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vól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situall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tempu,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cent’ann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2207" w:firstLine="-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pattu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dicì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pattu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pattu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Italia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pattuà,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49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nóstru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sà.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Farì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4"/>
        </w:rPr>
        <w:t>anc’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Crusca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ch’edd’hà.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62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vidi,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Sopratutt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s’edh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ridi.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5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surprend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d’ogh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ramintass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quiddu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scól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dialett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éran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sopratutt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fonètica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avì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trasmission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paról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vól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prununciazion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paról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gelu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giru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giornu,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ecceter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prununciall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mód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chinati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dighj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póst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rispóst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ancór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truvat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difinitivamenti.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9"/>
          <w:pgSz w:w="11920" w:h="16840"/>
        </w:sectPr>
      </w:pPr>
      <w:rPr/>
    </w:p>
    <w:p>
      <w:pPr>
        <w:spacing w:before="74" w:after="0" w:line="270" w:lineRule="exact"/>
        <w:ind w:left="660" w:right="4232" w:firstLine="-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ch’edd’h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cumpóst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pattu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cunsunanti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póss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vó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60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chichiuleggia,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cadhusgiula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diva,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m’incaric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scursarét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prupósit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annant’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l’ópar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giocos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Munsignor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sirvut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rustaghj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unn’ess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trópp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rustaghjat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ciocch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fermu.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GHJUVANN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FILIPPINI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105" w:right="46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L’AM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D’ANTO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FILIPPINI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5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Trattendus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lascit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litterari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passatu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recente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recentissimu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pudia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truvà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megliu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un’illustrazione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nostru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mudernu,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FILIPPINI,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lasciat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d’uttobr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ricurdat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cumincet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sedec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Bastia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vita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sana,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suminò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sunetti,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canzone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strufate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d’ogni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racolte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incantanu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maraviglian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altrò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cuntorn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mentuvat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fatta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vicinu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sangue,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spiritu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affettu.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fratellu,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duttore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GHJUVANNI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FILIPPINI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parler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L’amore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’ellu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sia,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volte,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iss’amore,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cumpagnu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avvia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ammaiestra,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l’omu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poss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Vagliam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lung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grand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m’h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cerca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volum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dillila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i/>
        </w:rPr>
        <w:t>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moren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(P.M.)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AVERTIMENT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relazion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impruvisat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Ghjuvanni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15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un’ortograffì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mudern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rivuluziunaria).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citazioni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8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scrupulosissimament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mantenut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l’ortografi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originale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citazion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Prunalbell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esperiment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orto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graffì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sfarent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propri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tradiziunal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(L.F.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MARCHETTI).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amici,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69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perduneret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l’emuzion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truvamm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quasi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quarant’ott’anni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propri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nton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d’uttobr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scorsu.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Ringrazi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paisan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Luig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MARCHETT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invitat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6"/>
        </w:rPr>
        <w:t>particip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naturalmente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ringrazi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Dumenic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organizator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ghjurn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  <w:i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ringrazi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MARCHETTI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paisan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direttor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75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manifestazione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ringrazi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propriu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440"/>
          <w:footerReference w:type="default" r:id="rId10"/>
          <w:pgSz w:w="11920" w:h="16840"/>
        </w:sectPr>
      </w:pPr>
      <w:rPr/>
    </w:p>
    <w:p>
      <w:pPr>
        <w:spacing w:before="66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Filipp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MARCHETT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tele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rispostu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scelg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L’amor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DESANTI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realità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pleonasma,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3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cunquist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l’occupazion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scrive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senz’altr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9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allor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scrivian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3"/>
        </w:rPr>
        <w:t>fin’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8"/>
        </w:rPr>
        <w:t>fà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ita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l’omonim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MULTEDO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Ghjisepp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MULTED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famos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Inno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alla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perfettu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1856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sbagliu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1878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Bologna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Zanichelli.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l’abitutin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7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chjamem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l’iniziator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cunniscimu,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CASANOV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cuntinò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difend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córsa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Pensate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digià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difend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susten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0" w:after="0" w:line="239" w:lineRule="auto"/>
        <w:ind w:left="105" w:right="51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D’altronde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CASANOVA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Gghjacum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VERSIN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Cispr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uscit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vigili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mundiale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Eppoi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soprattutt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MUVRA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sapet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difend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brev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u w:val="single" w:color="000000"/>
        </w:rPr>
        <w:t>l’Altagn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nominu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81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APPINZAPAL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(seudonim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Dumenicu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CARLOTTI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segretari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redazzion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giovanissim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FILIPPINI.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fin’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oghje.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68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ch’ell’amav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rivelazion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farraghj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perchè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veramente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</w:p>
    <w:p>
      <w:pPr>
        <w:spacing w:before="7" w:after="0" w:line="241" w:lineRule="auto"/>
        <w:ind w:left="105" w:right="4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particulari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eppoi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momentu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Notte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1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422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veramente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fin’n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l’et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ondec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Indocina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105" w:right="58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m’avess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ferraghj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nostru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ringraziav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mandatu.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64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zitellin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francese)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agghjunghji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un’illustrazione…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108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ghjunghjim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cuminci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manifest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casu.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8" w:lineRule="auto"/>
        <w:ind w:left="105" w:right="64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ch’intratalatu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truvò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piccol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scurdat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nome)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meritu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soprattutt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piovanu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ricaccià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libricciol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l’affett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entusiastic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duluros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1"/>
        </w:rPr>
        <w:t>chì,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5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puderest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esaltazion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accecat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eccezziunale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purtav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Zuccarelli.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2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abbi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comprami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portami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ghjoculu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ma’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portam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dizziunari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d’aleman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allev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Niculaiu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580"/>
          <w:footerReference w:type="default" r:id="rId11"/>
          <w:pgSz w:w="11920" w:h="16840"/>
        </w:sectPr>
      </w:pPr>
      <w:rPr/>
    </w:p>
    <w:p>
      <w:pPr>
        <w:spacing w:before="67" w:after="0" w:line="239" w:lineRule="auto"/>
        <w:ind w:left="105" w:right="9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mamm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Portami,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cercami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andaim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OLLAGNIE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libreri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Bastiai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dinù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libreria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l’entrat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liceu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purtò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GIROLAM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CORTONA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Storia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GIROLAMI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6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CORTONA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ghjennaghj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n’andav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Pughjolu,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l’apposs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(avà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case).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</w:rPr>
        <w:t>Ghjunt</w:t>
      </w:r>
      <w:r>
        <w:rPr>
          <w:rFonts w:ascii="Times New Roman" w:hAnsi="Times New Roman" w:cs="Times New Roman" w:eastAsia="Times New Roman"/>
          <w:sz w:val="24"/>
          <w:szCs w:val="24"/>
          <w:spacing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battagli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fulgurat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scusat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9" w:after="0" w:line="241" w:lineRule="auto"/>
        <w:ind w:left="105" w:right="5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flugurazione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rivelazion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fulgurazion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m’h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dumenic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settembr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198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d’ospidale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cinque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operatu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curiosa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ghjornu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penseru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custante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aghjuns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pussutu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tuttu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ch’averebbi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vulsutu,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possu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esattament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cunsacrat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verità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7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nustalgi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curresse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d’osp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idal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19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1985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spasim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l’aguni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22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198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giuvnetù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ribattizate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Prime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agghjunt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liccia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vugliut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permetteret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seguit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cron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precisamente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lascerem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106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dedicat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giuvent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racogli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1929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n’ebb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1931.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49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n’h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MULTED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pruposit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Dimmul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passandu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sunett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GUGLIEM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7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MULTED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vugliut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dimostrazion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1929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mancav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4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l’edizio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l’ottobr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198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ABBRUCAT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l’intitul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un’arregistrazione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usav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solu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ghjunghj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Verament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niscentr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orgogliu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volta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ABBRUCAT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(o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l’èpica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ORA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MUVR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publicò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77" w:right="608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ABBRUCATA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tard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Rientrimu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Surella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spassu.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ciutt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traspend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anniuata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660" w:right="43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rimitucciu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l’ombr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carrugghiu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perde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Fat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purton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bugghi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u.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ciocci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spaisat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ùgghiul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stranu.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Rientrim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zitellette.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scavucchiata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Andem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perlamanu,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imbariat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incalf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fallette.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460"/>
          <w:footerReference w:type="default" r:id="rId12"/>
          <w:pgSz w:w="11920" w:h="16840"/>
        </w:sectPr>
      </w:pPr>
      <w:rPr/>
    </w:p>
    <w:p>
      <w:pPr>
        <w:spacing w:before="66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sunett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PONTENOV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ch’eo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cunniscite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quell’arregistrazion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mentuvatu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80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accolt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cenacul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8" w:lineRule="auto"/>
        <w:ind w:left="105" w:right="47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menziun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altru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sunett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indirizzat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cunsiderav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maestr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Dumenic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CARLOTTI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sunett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CARLOTT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Bastar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umaggi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Maestru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fà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1968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MUNTESE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indirizzata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CARLOTT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cumenci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Carlotti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1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finisce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Bench’inespert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6"/>
        </w:rPr>
        <w:t>purtàim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cunceghiu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stenebrat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abbégghiu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mustrav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l’orizont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chiaru.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4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Carlot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trivo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s’Ero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8" w:after="0" w:line="239" w:lineRule="auto"/>
        <w:ind w:left="105" w:right="39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publicat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1940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frattempu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travancat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1939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giurnalist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SALMO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Petit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Parisie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articul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ludall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C’es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écrivai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poèt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valeu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évi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ricunniscian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valore.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194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Ballate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videte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cuprendula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disegnatu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2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castagnu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l’arbur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sacru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Córsi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Ballat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PAISELL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Paisell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sullat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Rochefor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occidentale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paisell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PAISELL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cumenci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piacciutu,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paisell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francese,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d’embric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sputu.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2447" w:firstLine="-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paisell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58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granitu,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infalchitu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macchi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36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veramente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sbagliu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nustalgich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6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river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stagione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Itali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dupertutt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5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ricurdar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parlarem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propri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LOCHI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STAGION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1968).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osservazion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0" w:lineRule="exact"/>
        <w:ind w:left="105" w:right="44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vulumett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precedut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introitu.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l’introit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Ballat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córse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vecchj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cumpagn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5" w:after="0" w:line="270" w:lineRule="exact"/>
        <w:ind w:left="105" w:right="4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dialett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parleret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1"/>
        </w:rPr>
        <w:t>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vigr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restat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5" w:after="0" w:line="270" w:lineRule="exact"/>
        <w:ind w:left="105" w:right="33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osservazion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l’epic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Ballate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religiosa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PREGHERE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13"/>
          <w:pgSz w:w="11920" w:h="16840"/>
        </w:sectPr>
      </w:pPr>
      <w:rPr/>
    </w:p>
    <w:p>
      <w:pPr>
        <w:spacing w:before="74" w:after="0" w:line="270" w:lineRule="exact"/>
        <w:ind w:left="105" w:right="4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PATERNOSTR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LAUD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dimostrazion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sentiment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espirme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dialettu.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497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LAUD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Tumasgi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ALFONS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(voi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sic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seudonim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Balanin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allora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Dumenic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Bologna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cosa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córsa.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avà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quartin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SALV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REGIN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evident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SALV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sapet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battagli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salv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Regina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705" w:right="61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luntana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ch’avvest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cullana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anderebbim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17" w:after="0" w:line="270" w:lineRule="exact"/>
        <w:ind w:left="660" w:right="4187" w:firstLine="-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cuntinuat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3"/>
        </w:rPr>
        <w:t>gir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cuntinuat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1956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miò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  <w:t>miò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  <w:u w:val="single" w:color="0000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propri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Pasqual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MARCHETT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3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d’espression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6"/>
        </w:rPr>
        <w:t>cunsider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miò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sensu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universalisticu.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42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1"/>
        </w:rPr>
        <w:t>puesïol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(c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hjamemul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1"/>
        </w:rPr>
        <w:t>chì,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nustalgic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d’imbern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Castagnicc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leghjevil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MATTU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AMORI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705" w:right="60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Amori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spirdata,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cumenci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l’imber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nata,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moren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fógli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fiori.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705" w:right="624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Móren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fófli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ròdin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scappat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castagnicci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splendor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Chèt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bullori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spirdat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17" w:after="0" w:line="270" w:lineRule="exact"/>
        <w:ind w:left="705" w:right="655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rósul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sgannata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fógli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fiori,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fèmuc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fiarat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èmuc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fiarata,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705" w:right="60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Móren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fógli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cumenci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l’imbertan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sbriacata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albori.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14"/>
          <w:pgSz w:w="11920" w:h="16840"/>
        </w:sectPr>
      </w:pPr>
      <w:rPr/>
    </w:p>
    <w:p>
      <w:pPr>
        <w:spacing w:before="74" w:after="0" w:line="270" w:lineRule="exact"/>
        <w:ind w:left="705" w:right="60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Amori,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Fèmuc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cantata…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282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rancescu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l’arregistrament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stessu.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8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metten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l’uditore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dedicat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ROCCA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ragiò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58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d’avell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ristamp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inserill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ricord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occasion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memoria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fratellu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celebrat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ghjennaghj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98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Croce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iniziativ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paisan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prufessor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LUCIANI.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dimustrazion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drammatic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ch’ell’hè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duluros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mente.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7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195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Prunalbell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puchissim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ognuna,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qualcun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8" w:lineRule="auto"/>
        <w:ind w:left="105" w:right="26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prununci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esili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orama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esiliatu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l’esili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prulungav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malgrad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Prunalbell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l’ombra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l’esili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ch’ell’hè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invece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festosu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machje,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l’arburi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l’erba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1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brevi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PAISAGGI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figurà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Courrier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Parc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u w:val="single" w:color="0000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Poési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ntoin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FILIPPINI)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Prunalbellu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tabs>
          <w:tab w:pos="10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muntagn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turchin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d’argent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â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cincina.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705" w:right="5664"/>
        <w:jc w:val="left"/>
        <w:tabs>
          <w:tab w:pos="10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puét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inventatu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paisaggi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0"/>
        </w:rPr>
        <w:t>cusì.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705" w:right="55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Peccatu…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Sì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18"/>
        </w:rPr>
        <w:t>sì.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15" w:right="5559" w:firstLine="-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Eppoi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Pini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ghientili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bastardi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marini…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1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mórsu.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1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cór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7" w:after="0" w:line="270" w:lineRule="exact"/>
        <w:ind w:left="660" w:right="4217" w:firstLine="-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santit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vóls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avenne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jistemme.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5117" w:firstLine="-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Stringhî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stringh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î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â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persa.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05" w:right="504" w:firstLine="5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Prunalbell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stampate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Convivio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letterario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Mila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poche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probabilmente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cunnisciutu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malgrad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meritu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propositu,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ospidale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propri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illustrat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parecchj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footer="0" w:header="0" w:top="1340" w:bottom="280" w:left="1320" w:right="1680"/>
          <w:footerReference w:type="default" r:id="rId15"/>
          <w:pgSz w:w="11920" w:h="16840"/>
        </w:sectPr>
      </w:pPr>
      <w:rPr/>
    </w:p>
    <w:p>
      <w:pPr>
        <w:spacing w:before="74" w:after="0" w:line="270" w:lineRule="exact"/>
        <w:ind w:left="105" w:right="6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vulerebb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ristamp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Prunalbell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Prunalbell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cercheraghj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realiz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prugettu.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713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1968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Lochi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Stagioni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L’avemu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Lochi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Stagioni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lóch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ricordan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lóch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Corsica.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Trieste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triestin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Capicors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cum’è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PAISELL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Ballate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córse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natiu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NOTT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FRANCI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paisol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luntanu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ricurdanz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secréta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59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fascin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arcanu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puéta.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18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Turinu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Bologna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Ornieto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Venezi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Venezia)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Firenza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Napuli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dapertutt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andava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paisaggi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purtav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penser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ente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l’esili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videraghj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móre,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l’agghi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45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CANZON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paese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lóc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affezziunat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chiese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luntane,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0" w:right="55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s’agghi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móre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campan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Ghiuvann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parlòn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uesia.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105" w:right="466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L’OCELLULIN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locu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cascata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pitturesc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selvatic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Niculaiu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quartin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sopr’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cunfine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9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schiume,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ròndin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fiume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l’ocellulin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2" w:after="0" w:line="270" w:lineRule="exact"/>
        <w:ind w:left="105" w:right="276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MEMORI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memori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s’amicu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giuvent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Noi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fuculin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sugghiezzione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dicìan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Cursichella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ér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orgo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stélla.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dumane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facì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Simone…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27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Eppoi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Fiurenz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1966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CASTAGNET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D’AMPUGNIAN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Diamian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d’Ampugnan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babbu).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57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castagnet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d’Ampugani,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antichi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saziati.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16"/>
          <w:pgSz w:w="11920" w:h="16840"/>
        </w:sectPr>
      </w:pPr>
      <w:rPr/>
    </w:p>
    <w:p>
      <w:pPr>
        <w:spacing w:before="66" w:after="0" w:line="240" w:lineRule="auto"/>
        <w:ind w:left="6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amori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5" w:right="4824"/>
        <w:jc w:val="left"/>
        <w:tabs>
          <w:tab w:pos="10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l’imbern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scallati.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Tranquilli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s’addurmintònu,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vera.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babbu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chinese,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levònu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5" w:right="52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sudor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sangue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sera.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mureremu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quallandi.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fóchi,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665" w:right="55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castagnet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d’Ampugnai,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videremu.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cènder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deremu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lóchi.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(1969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Acqua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d’April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Acqua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d’April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vulerebb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ch’aghju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10" w:right="4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Prunalbellu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festos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libru.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1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dedicatu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10" w:right="3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nipot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figliol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preliminarie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dedicav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particularment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perch’elle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n’avessin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cunfort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dolc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idioma.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10" w:right="691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trattav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festos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principiu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BALLAT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CURSARESC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665" w:right="56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bianche,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ch’av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un’orsa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l’acqu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calanch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70" w:lineRule="exact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custituit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saperete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Capraja).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10" w:right="21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CITÀ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Cumenci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cità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1" w:lineRule="auto"/>
        <w:ind w:left="665" w:right="608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penserai,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gioi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giuventù,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jorn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t’aver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nutizi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0" w:after="0" w:line="270" w:lineRule="exact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MAMMAT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MAMMAT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Renatu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10" w:right="29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EMMANUELLI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quand’ell’h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Acqua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d’April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bastarebb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qualsias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MAMMAT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possu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cunnisceret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10" w:right="7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almen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mariti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figlioli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fratell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luntanu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Indocina,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Algeria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Senega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figliulucci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còrsu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incuchjapit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favulos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terre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gialli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tragedi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còrs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avale…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MAMMATA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luntanu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7" w:after="0" w:line="270" w:lineRule="exact"/>
        <w:ind w:left="665" w:right="49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infriddulita,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7"/>
        </w:rPr>
        <w:t>s’inghiupper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croce.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cumpassion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n’aver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falgina.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60" w:right="1680"/>
          <w:footerReference w:type="default" r:id="rId17"/>
          <w:pgSz w:w="11920" w:h="16840"/>
        </w:sectPr>
      </w:pPr>
      <w:rPr/>
    </w:p>
    <w:p>
      <w:pPr>
        <w:spacing w:before="74" w:after="0" w:line="270" w:lineRule="exact"/>
        <w:ind w:left="150" w:right="41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perdunarete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suttan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casuccia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Castellan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Niculai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surell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durmian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v’abbiet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21"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Eppo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festos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BARATT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D’APRILE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705" w:right="62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Sebbiatu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Corsica,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5" w:after="0" w:line="270" w:lineRule="exact"/>
        <w:ind w:left="705" w:right="62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Sebbiatu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Corsica,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705" w:right="67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amurosu,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ride.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ril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passem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mentuvall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50" w:right="7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italiani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9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u w:val="single" w:color="000000"/>
        </w:rPr>
        <w:t>Alla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u w:val="single" w:color="000000"/>
        </w:rPr>
        <w:t>silente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u w:val="single" w:color="000000"/>
        </w:rPr>
        <w:t>riv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prublem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morte.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1982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Bisacci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cunniscite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racolt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favule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50" w:right="3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córsu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vulerebb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3"/>
        </w:rPr>
        <w:t>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Pasqual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MARCEHTT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scriss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favule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particulari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50" w:right="54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VOLPE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semplice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passatemp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passatemp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50" w:right="3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passatemp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passatemp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limoda,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chjara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chjamav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passatem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7" w:after="0" w:line="241" w:lineRule="auto"/>
        <w:ind w:left="150" w:right="541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CUNTRIZIONE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VOLP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racolta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chjar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limpid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cumpiaciment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4502" w:firstLine="-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córs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muví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nuvella.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705" w:right="48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L’arterípuli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finucchiella,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appitittosi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532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l’arbitr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dicían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Bon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Belle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Calende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Belle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alend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Castellan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Moriani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0"/>
        </w:rPr>
        <w:t>capì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3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propri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Pasqual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MARCHETT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1"/>
        </w:rPr>
        <w:t>chì,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bench’ell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miò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lun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universalistiche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presente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l’illustrazion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terminal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presentazion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Belle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Calend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1" w:lineRule="auto"/>
        <w:ind w:left="105" w:right="18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Lettore,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gentile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purtasse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festose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fiumicciattulu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ascosu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pregu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Calende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innamurat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tandu,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junt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l’accurt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strada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eccuc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fine.Val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192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193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ristamp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Prime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spieg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l’avvi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18"/>
          <w:pgSz w:w="11920" w:h="16840"/>
        </w:sectPr>
      </w:pPr>
      <w:rPr/>
    </w:p>
    <w:p>
      <w:pPr>
        <w:spacing w:before="74" w:after="0" w:line="270" w:lineRule="exact"/>
        <w:ind w:left="105" w:right="35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unepoch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dig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publicati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s’averebb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riserv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escer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Córsu,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sapientement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imbalsamatu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diventat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museu.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105" w:right="804" w:firstLine="5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edizione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l’aiu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fratell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Juvanni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s’é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circat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salv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salvabil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addirizzat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mutevule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esattu.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406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meritass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ristampa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judicher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cuntentem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giovan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generazione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attuale.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fugliett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leghjeraghj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70" w:lineRule="exact"/>
        <w:ind w:left="105" w:right="471" w:firstLine="5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Niculai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Mur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1098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mortu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Oriol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Roman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(Viterbo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appen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pussut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8" w:after="0" w:line="239" w:lineRule="auto"/>
        <w:ind w:left="105" w:right="33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manuscritt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affidat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stampador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jorn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s’amma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l’operazion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stampa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prulungat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ottobre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cundizioni,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dedic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l’attenzion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necessaria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perdonin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imperfezzion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c’é.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purt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pubblicazion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fratellu.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Filippini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vugliut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sianu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ngua,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cunsacrat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nuvembr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1985.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Prime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purtat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venner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1985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Francescu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sabat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ottobr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92"/>
        </w:rPr>
        <w:t>pus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Dimmi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pagin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pagin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lucid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ricurdav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pagina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ch’ellu’avi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mudificatu.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681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avà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perdunaret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insistant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leghjevi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lunghett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fratellu.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3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l’avet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capita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CORSICA).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CARU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2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dite,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truveraghi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foltra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49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selvatich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numer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incirliti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sépal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ostili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pulloni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660" w:right="48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barbar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scunnisciuta.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céche,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disciólt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l’aventura,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truveran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distingua.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50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ghiument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dome,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firmeranu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appena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dolc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ideriu,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anc’ogghi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dórme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19"/>
          <w:pgSz w:w="11920" w:h="16840"/>
        </w:sectPr>
      </w:pPr>
      <w:rPr/>
    </w:p>
    <w:p>
      <w:pPr>
        <w:spacing w:before="66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prufonda,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macchi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ingiuriosa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capilléra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660" w:right="51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bastard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lamagghi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insanguinate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piatt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pelegrinu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ch’insaziat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seguìt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lóc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ritruverebbe,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offes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sfigurata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patiment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4"/>
        </w:rPr>
        <w:t>prigiunìa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dissonor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17" w:after="0" w:line="270" w:lineRule="exact"/>
        <w:ind w:left="660" w:right="49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dolc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fonte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Donna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m’abbandon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660" w:right="51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d’aspr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pena,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un’estrem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speranz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m’accumpagna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susten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l’esili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amaru.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vegg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fronte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sfrisgiat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660" w:right="53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caracut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ch’ogghi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t’incurona,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ardit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11"/>
        </w:rPr>
        <w:t>dïadema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lecci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muntagn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legnudor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2" w:after="0" w:line="270" w:lineRule="exact"/>
        <w:ind w:left="660" w:right="50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Patria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mistica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tamanta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spasimatu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660" w:right="48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salvazion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mancà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séculi,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4"/>
        </w:rPr>
        <w:t>durer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sacrifiziu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ó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nome.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GHJUVANN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CHIORBOLI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SCRITTU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LINGUISTICU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MURALIZAZIONE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5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corsu.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Annu,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Ghjurnata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l’85,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avemu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avutu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l’occasione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custatà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quant’ella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ghjuvatoghja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l’unità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d’ortografia.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sapemu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ch’ella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basta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tradiziunal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parolla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s’ell’ù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adimess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scrittura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ricunnisciut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scriventi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Prublem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dilicatu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impitt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minuzios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studiu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GHJUVANN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CHIRBOL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bell’avanzatu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langue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entre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l’usage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u w:val="single" w:color="0000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fonctionnement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linguistique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tendances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l’évolution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l’85.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trovanu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appuntu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trattati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prublemi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l’usu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codic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tendenz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attual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cristallizazion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norma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cuntest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sociucultural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nostru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assulutament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ignurat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quelli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litteraria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sociulinguistic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applicat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scrittore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Ghjuvann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Chiorbol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(P.M).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105" w:right="943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ghjurnata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ubligat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7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definizion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jc w:val="left"/>
        <w:spacing w:after="0"/>
        <w:sectPr>
          <w:pgMar w:footer="0" w:header="0" w:top="1340" w:bottom="280" w:left="1320" w:right="1440"/>
          <w:footerReference w:type="default" r:id="rId20"/>
          <w:pgSz w:w="11920" w:h="16840"/>
        </w:sectPr>
      </w:pPr>
      <w:rPr/>
    </w:p>
    <w:p>
      <w:pPr>
        <w:spacing w:before="74" w:after="0" w:line="270" w:lineRule="exact"/>
        <w:ind w:left="105" w:right="105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m’interesseraghj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REPERTORI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LINGUISTICU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510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senz’av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precisa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ripresentat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cumponen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repertori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cumunit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cumunit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cumunit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studiat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s’assumiglian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differenziazione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sucet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cumplessa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l’organizazion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cumpurtament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</w:p>
    <w:p>
      <w:pPr>
        <w:spacing w:before="2" w:after="0" w:line="270" w:lineRule="exact"/>
        <w:ind w:left="105" w:right="12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different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cumunità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geografica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esempiu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ambient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particulari.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CUMUNA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05" w:right="42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different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origin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goegrafic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categuria,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relazion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chjameremu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(cumunitaria)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fundator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Cispr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serai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oiseu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intenan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instaure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cambiata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situazione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cùn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cuesion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sintim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sulidarit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memebri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gruppu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numaros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d’adupr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chjaman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currett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aghjust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riferenz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d’integrazion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riferenz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CUDIFICAZIONE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38" w:lineRule="auto"/>
        <w:ind w:left="105" w:right="38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standardizat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furmata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storicament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trasfurmazion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riduc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variazion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suciale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omogene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squass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pusibul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differenze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artifiziale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Un’esist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7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ch’aspetteri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d’ess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scupe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riscuperta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Cispr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devien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travai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mystérieu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spontan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standardizat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un’intervenzione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3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premeditat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95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cetà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miracul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truvessi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oghje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dumane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standardizat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furmat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difficiule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cuntinueghjan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scrittori,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grammatichi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categuri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l’inglese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utule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necessari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fissà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riduc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variazion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prumov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scartà.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SOPRANORMA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456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vol’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furmat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cudificazione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cunvenzione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cunvenzione,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cumunità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Cispr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remarque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n’on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explicativ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accepter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rejetter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regul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specifich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funziunament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sistemu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21"/>
          <w:pgSz w:w="11920" w:h="16840"/>
        </w:sectPr>
      </w:pPr>
      <w:rPr/>
    </w:p>
    <w:p>
      <w:pPr>
        <w:spacing w:before="67" w:after="0" w:line="239" w:lineRule="auto"/>
        <w:ind w:left="105" w:right="3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lingui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ponen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prublem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cumunit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Ogni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esempiu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ubligat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cuncurdanz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aghjettivu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acceter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vacca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mort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regul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indispensevul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funziunament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aduprat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cumunità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grammatich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custruzizon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frase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iputetich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genar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s’ellu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fussi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stancu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anderi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l’indicativ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sughjuntiv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cunsiderat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sbagli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s’ell’era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stancu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andav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un’influenz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fenomen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3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cuntatt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regule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5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95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funziunament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riduc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variazion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regul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sopranorm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distinguen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sopranorma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presentan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buleghj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regul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necessari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praticat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isulati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arbitrariu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finch’ell’ù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culletività.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0" w:after="0" w:line="239" w:lineRule="auto"/>
        <w:ind w:left="105" w:right="495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Quales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scelti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fattori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fattor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estralinguistich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puittost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struttur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sistemu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cre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cuntatt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filusufi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cuerente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duttrin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L’intervenzion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cuerente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buccon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accord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travaglian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truv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cudificator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glubal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5"/>
        </w:rPr>
        <w:t>cambi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struttur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mantene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vult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mudellu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piuttost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geografic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storic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particulare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l’usu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magioritari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Cum’h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difinit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magioritari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risposta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sicuru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39" w:lineRule="auto"/>
        <w:ind w:left="105" w:right="4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oghjettiva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criteri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ghjudizi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murali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direzzion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nigà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vuluntari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cuerent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essenzial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cudifica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risultant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d’intervenzion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vuluntari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fiss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regul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d’usu,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stabiliz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unific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particulare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dichjar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pigliend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prestit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ghjudicat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necessarii.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cudificata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cufidicat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cumunità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cudificat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spiig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funzione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furmazione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storia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vangelu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cambi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1"/>
        </w:rPr>
        <w:t>cumunit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vechji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prufessor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pusseden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miracul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iritu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CRITERII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05" w:right="578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impurtante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fasa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necessari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l’operazio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graficu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ghjustific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22"/>
          <w:pgSz w:w="11920" w:h="16840"/>
        </w:sectPr>
      </w:pPr>
      <w:rPr/>
    </w:p>
    <w:p>
      <w:pPr>
        <w:spacing w:before="67" w:after="0" w:line="239" w:lineRule="auto"/>
        <w:ind w:left="105" w:right="36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facilit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economic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ghjuv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cunni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ortografich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nurmalizat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trascrizzion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varietà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nurmalizate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difficult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risolv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d’intruduc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innuvazion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ortografiche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accettate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cunsiderat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uppusizione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ideologicu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L’altra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6"/>
        </w:rPr>
        <w:t>rinunzi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7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7"/>
        </w:rPr>
        <w:t>ticularit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nurmalizata.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ortografich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superficial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innuvazion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ortografiche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nurmalizata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8" w:lineRule="auto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ch’imprest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graficu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tti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classificazion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s’intruducen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innuvazione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ortografich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cunsunanz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reale.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rinnov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vviat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0"/>
        </w:rPr>
        <w:t>cusì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trovanu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5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buleghj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different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attitudin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cuncretament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applicazio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cuncezion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7" w:after="0" w:line="241" w:lineRule="auto"/>
        <w:ind w:left="105" w:right="5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pusizion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talianu)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quant’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necessit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96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udalit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l’elaburazion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lessicale.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56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valutazion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fundat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quattr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criterii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principal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frequenz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l’usu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diverse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36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6"/>
        </w:rPr>
        <w:t>precisà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affare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struttura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struttur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cuncurrente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difficult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frequenz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cunsiderat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8" w:after="0" w:line="239" w:lineRule="auto"/>
        <w:ind w:left="105" w:right="17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Ramintemu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13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cumpless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manere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accettate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25"/>
        </w:rPr>
        <w:t>sì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2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piuttost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passiva)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listess’affar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particulari,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funziunament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11" w:after="0" w:line="238" w:lineRule="auto"/>
        <w:ind w:left="105" w:right="3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strument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cumunicazione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valenu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nisun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predipost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5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sopranorma)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s’assumigli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s’assumigli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latinu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aduprat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dialetti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bastan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decid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interessant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determin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cunsiderati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4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scart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s’ell’h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magioritaria.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impone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alluntan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creat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dialett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6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dichjarat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regiunal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Cervion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pantani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murtifer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dialettal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incalcat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puderi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circ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s’elle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dialett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subiscen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cudificatori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presentan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dialettal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truv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dialetti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d’inghjò.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635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valutazion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riesciuta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cudificatori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2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ricusat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cumunità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cudificatore,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regiunalisimu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semplicement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23"/>
          <w:pgSz w:w="11920" w:h="16840"/>
        </w:sectPr>
      </w:pPr>
      <w:rPr/>
    </w:p>
    <w:p>
      <w:pPr>
        <w:spacing w:before="66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l’occasion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ramintà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nurmalizazion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4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cuntradizzion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stabilitu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cambiament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linguisticu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ramarc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esisten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nurmalizazion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dolc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auturitaria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variant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principian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impones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natural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prescrizion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esplicit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cudificatori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ch’omu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discreta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reazzion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contranorm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compie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qualc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6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cuncret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pussibul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valut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ESEMPII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446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truvem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cuncurrente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variabile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variabil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cuncurrenz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variant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variant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Pigliem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ghjerundii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superlativ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precedut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L’aghju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trovu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falendu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L’aghju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trovu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falendu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pezzu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chjucu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5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  <w:position w:val="-1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  <w:position w:val="-1"/>
        </w:rPr>
        <w:t>zzu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  <w:position w:val="-1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  <w:position w:val="-1"/>
        </w:rPr>
        <w:t>chjucu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1" w:after="0" w:line="238" w:lineRule="auto"/>
        <w:ind w:left="150" w:right="391" w:firstLine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variabil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cunsiderate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variant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ch’omu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frequente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ghjudicat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francisism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subisc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frequenza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arr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icumandat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grammatich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cudificatori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currispond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quantunque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cum’ell’accade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recente.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50" w:right="369" w:firstLine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superlativu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esempiu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l’articul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davant’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frequente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XVIII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(Goldoni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Alfieri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Manzoni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5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rumenu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l’articul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permett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distinzion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50" w:right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cumparativ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superlativ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impussibil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mancu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custruzzione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9"/>
          <w:u w:val="single" w:color="000000"/>
        </w:rPr>
        <w:t>Dà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8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pezzu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chjucu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54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chjucu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tutti.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30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quant’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ghjerundi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precedut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prepusizio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aduprata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Petrarca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dialett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tuscanu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spagnol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purtughese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latinu.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custruzizon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aduprat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latinu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dialett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taliani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praticat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arricumandat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grammatiche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s’assumigli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scola.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70" w:lineRule="exact"/>
        <w:ind w:left="105" w:right="90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rimarc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ghjerundi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aghjettiv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pussibul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latinu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distingu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ghjerundi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particip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s’ell’ù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prepusizion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24"/>
          <w:pgSz w:w="11920" w:h="16840"/>
        </w:sectPr>
      </w:pPr>
      <w:rPr/>
    </w:p>
    <w:p>
      <w:pPr>
        <w:spacing w:before="74" w:after="0" w:line="270" w:lineRule="exact"/>
        <w:ind w:left="105" w:right="727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L’aghju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trovu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falend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S’omu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96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iguità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110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L’aghju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trovu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falend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cum’ell’arricumandan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grammatiche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ghjerundiv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referisc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sughjett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Falendu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trovu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suspette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variant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luntan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L’aghju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trovu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falata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pezzu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chhjucu.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3" w:lineRule="auto"/>
        <w:ind w:left="105" w:right="39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schis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ghjerundiu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aduprat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l’articul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dialett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taliani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tuscanu.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6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sopranorm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cunseguenz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facilit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funziunament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linguisticu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scop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48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variant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cart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d’interferenza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assai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frequente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d’avvicin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litterariu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offiziale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cuntradizzion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dialett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l’imperfettu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indicativ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sughjuntiv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s’ell’era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stancu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andav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currispond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Itali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4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mezzogiorn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culunizat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grechi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cudificator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accettan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un’occasion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valuriz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un’originalit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differenz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cuncreta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talianu.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necessari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sopranorm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influenz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47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cuncre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faciul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truv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turnend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trova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XIX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L’articul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davant’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superlativ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Dumenicu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Carlott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T.P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verific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apparagunend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listess’autor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epich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different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pruduzzione.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CUNCLUSIONE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59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ripete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ghjudicheghj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necessari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cudificazione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bastan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ghjustific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ghjuv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nurmalizazione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cernigli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aduprat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funziuneghjan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cuerent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6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ficator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ubligat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criterii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linguistica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estralinguistich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105" w:right="5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logica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4"/>
        </w:rPr>
        <w:t>schis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incunvenient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nurmativisim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auturitar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incuerente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incunvenient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l’insicurezz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l’ipercurrezzione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silenzi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categuri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d’altronde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cudificator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stessi.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35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legher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truver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supprim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fenomen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regule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necessari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interazzion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membr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sucetà.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2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12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2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cumunit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intruduc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25"/>
          <w:pgSz w:w="11920" w:h="16840"/>
        </w:sectPr>
      </w:pPr>
      <w:rPr/>
    </w:p>
    <w:p>
      <w:pPr>
        <w:spacing w:before="66" w:after="0" w:line="240" w:lineRule="auto"/>
        <w:ind w:left="105" w:right="8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saprappi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chjamat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sopranorme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accettat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cumunità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usiv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diventan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oghjettive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francisismi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accett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dibattit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ghjurnata.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valut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cudificazione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adupr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esplicitament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sanziunat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arricumandat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dibattit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illustr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permissivism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(qual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5"/>
        </w:rPr>
        <w:t>accett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stecc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stea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»)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d’altronde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sottuliniat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Pasquale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Marchett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3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diversit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pusizion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filusufi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rivendicate,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71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attribuit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nisun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ragiò)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palisat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timut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gattiv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cumunit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Cervion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Vaugela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XVIIu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seculu.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783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participant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listessu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S’ell’h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l’ostacul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nimich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mancanu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sbagli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energi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dispuni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7"/>
        </w:rPr>
        <w:t>mubiliz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contr’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priurità.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GHJACUM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FUSINA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NUVIT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OGHJINCA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162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Aprite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ghjurnale,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rivista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qualcos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truvat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puesia.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Cumprate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corsu,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dentru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l’astucciu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stampa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canzon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zitellucci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iscola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ampar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puisiol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reciteghj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famigli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frunzicat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parastasg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librai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induv’elli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infrugnanu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robba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corsa,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cascan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libracciol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larg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guas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esclusiv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accup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litteraria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ghjust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fuss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dedicat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discors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sputicu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attent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l’evuluzion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1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muderna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dilicatu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pruvidenz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cantadori,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l’Alisgianincu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GHJACUMU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FUSINA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tratterà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nuvità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puesia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indiature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temi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tecniche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(P.M.).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92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ghjurnat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u w:val="single" w:color="0000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4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5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spressione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oghjinca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puesia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spezia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vistal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(panorama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sopravol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RIGIRU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cunsider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l’il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lustrazione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bundente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dava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diversit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ricchezz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ripigli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dimustrazion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d’altrond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riassunt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publicat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l’Istitut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’accost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94"/>
          <w:u w:val="single" w:color="000000"/>
        </w:rPr>
        <w:t>nuvit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70" w:lineRule="exact"/>
        <w:ind w:left="105" w:right="7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pensat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strada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ghjuvendum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puntell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riferenza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dialettic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raprisentar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anzian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classicu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MUVRA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</w:p>
    <w:p>
      <w:pPr>
        <w:spacing w:before="15" w:after="0" w:line="270" w:lineRule="exact"/>
        <w:ind w:left="105" w:right="67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MUNTESE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oghjincu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RIGIR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studientin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CISMONTE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paragon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stabilisc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paliseranu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sfarenz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cuncepitura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ebben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scopi,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360"/>
          <w:footerReference w:type="default" r:id="rId26"/>
          <w:pgSz w:w="11920" w:h="16840"/>
        </w:sectPr>
      </w:pPr>
      <w:rPr/>
    </w:p>
    <w:p>
      <w:pPr>
        <w:spacing w:before="74" w:after="0" w:line="270" w:lineRule="exact"/>
        <w:ind w:left="105" w:right="9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publicu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ambient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circher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pis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argumentu,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tenend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ricerca.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tiuri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oghjinch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interessan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particulare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4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svilupp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interessanti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cunfrontu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pussibul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tiuri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sperienz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studieghja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d’avvicinanz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quant’om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specificall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qualsias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sceltu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mancanz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sicu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invechj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l’ipotes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dificult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stabilisc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mudesti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d’analisi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persuas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pruvisorii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relativi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sottu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metudulugia.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Organizerem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prisentazion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maestre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intesa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s’intreccia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5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s’incordan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rinforzan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attitutini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cuntegni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u w:val="single" w:color="0000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8"/>
        </w:rPr>
        <w:t>circher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8"/>
        </w:rPr>
        <w:t>scav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sottuterrenu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mentale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psiculogic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susten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2"/>
        </w:rPr>
        <w:t>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sfinizion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caratteri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principal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l’EIU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(ego)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d’oghje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trattar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fundalizi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particular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svalutata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stori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CUNTEGN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SCRITTURA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48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racolta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titulat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scupertu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ochj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vulias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scopren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l’ochj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manesca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tenen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relazion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stabil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inturnienza.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sensitiv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lettura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persunal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mondu.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39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terra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paisaghji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fisicu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geografic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s’agregan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lettur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ingagian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creand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original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imbuleghjan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diceraghju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propia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palesu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originale.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105" w:right="623" w:firstLine="60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l’oralit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ripetizion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zitellinu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famiglia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quant’ell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paisa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stessu.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9" w:lineRule="auto"/>
        <w:ind w:left="105" w:right="4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pruv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paragoni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s’avved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scartu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sfarenza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estetiche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classic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tradiziunal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cumpiacen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cunfurmisim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ripetizion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forme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rilettur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interessant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oghje.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fermem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l’avet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capita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perspettiv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8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tendenze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portan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eneralizazione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quantit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d’osservazioni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lascian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gioell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originale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d’altrond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preziat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70" w:lineRule="exact"/>
        <w:ind w:left="105" w:right="675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rinnov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purt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ghjudizi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paragon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interrug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rinnov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1" w:lineRule="auto"/>
        <w:ind w:left="105" w:right="72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generale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storia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suciulugia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l’etnulugi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psiculugia)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adatt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schjarit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cumpurtament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l’individu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sucet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pulitica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culturale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storica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viaghjend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27"/>
          <w:pgSz w:w="11920" w:h="16840"/>
        </w:sectPr>
      </w:pPr>
      <w:rPr/>
    </w:p>
    <w:p>
      <w:pPr>
        <w:spacing w:before="74" w:after="0" w:line="270" w:lineRule="exact"/>
        <w:ind w:left="105" w:right="63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clim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d’emancipazion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truvess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mudificatu.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interessant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allofon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5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fenomenu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rimarc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l’allarghera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paragunativ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attent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sistematich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suciali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geopulitichi,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sfarent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specificità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quantunqu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Jea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Rouquette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Litterature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d’oc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traversé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déser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littératur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inextricablemen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modern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occitan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4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Ferrandu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49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scarsi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rinascit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universalist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L’allargher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l’orizont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strad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listin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publicat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mintuvat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introitu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cuntenut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sumiglie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Henri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Giorda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revues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littéraires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u w:val="single" w:color="000000"/>
        </w:rPr>
        <w:t>l’Aiòl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(1891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1897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0" w:after="0" w:line="239" w:lineRule="auto"/>
        <w:ind w:left="105" w:right="89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l’importanc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débat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trouven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occulté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aucune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discussio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critiqu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productio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littérair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occitane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aucun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problèmes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l’époques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mêm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l’affiar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Dreyfus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remplie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futilités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concerna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questio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interne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mouvemen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félibrée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rimprover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simili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5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sistematiz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oghjinch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l’andatur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l’apertur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tematica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pulitic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vulunt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rinnov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spiculeghj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qualità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sputichezz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mudernit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dibattit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CISMONT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105" w:right="41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veratiment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cambiat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minuzi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s’appoghjan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l’attrazz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rettorica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metafor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simbolic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1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allegoricu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nuvit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stivugli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rivittulit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l’imaginariu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15" w:after="0" w:line="270" w:lineRule="exact"/>
        <w:ind w:left="105" w:right="6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persunaghj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mazzer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mazzerisimu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clim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magicu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putenza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l’evucazion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d’oghje.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rivittulit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63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strane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fubben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intelpetrat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ermetisim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peghju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elitisim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leghjittim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parull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risfinitu.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592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puderebb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cridut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surrealist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surrealistic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aduprat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ideal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filusofich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estetichi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13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tecnich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ghjuvativ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cumplessit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vissut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d’oghje.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346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pritenden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discrive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cumpit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insegnacc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riseche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crepatur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terrenu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rumpitur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terren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0" w:after="0" w:line="239" w:lineRule="auto"/>
        <w:ind w:left="105" w:right="575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svolghin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chjamerebb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l’identit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dinamic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ricustruzzione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risfinizione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parulla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(ego)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dicenu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psicanalisti.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L’EI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D’OGHJE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28"/>
          <w:pgSz w:w="11920" w:h="16840"/>
        </w:sectPr>
      </w:pPr>
      <w:rPr/>
    </w:p>
    <w:p>
      <w:pPr>
        <w:spacing w:before="74" w:after="0" w:line="270" w:lineRule="exact"/>
        <w:ind w:left="105" w:right="293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Fermend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metuduligi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dialettic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d’accostu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antru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l’intim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sintim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indettu.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05" w:right="57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tradiziunal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classica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truvem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cunvenziunale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ellittic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fussin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tracciati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franc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Incev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liberazion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cuntenent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furmal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592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spieg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facilit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5"/>
        </w:rPr>
        <w:t>qualchì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lassisim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mental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trasfurmazion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sucet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alluntanan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arcicunnisciut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classic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spechjan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affatt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inturnienz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oghjinca.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Avale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evuluzione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impeciat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impastughjat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l’affettivu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pensament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antichi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sucet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vuluntarios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d’identit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stracciatur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8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individual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stracciatur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cullettiv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d’altronde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l’identità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storia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l’analis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suciulogich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qualchidun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5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linguisticu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diglossic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effett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sbocc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patulugi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suciale.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Strapazzatu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u w:val="single" w:color="000000"/>
        </w:rPr>
        <w:t>ç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psicanalisi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Sopra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sucial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straputente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l’Ei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cumpones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equilibri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vissutu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4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cutidian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difficiule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dulurosu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scrittura.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altrimente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spiegat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caratter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4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l’andatur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dubbit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ribattut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rivendicazion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cuntini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(leitmotiv)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magich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(fétiches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scunghjur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(exorcis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libert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!…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51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tradiziunale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rimarc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sfiuricciat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interess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generali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l’idee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minuzi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andà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scav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ghjudic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cumplettament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puetichi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’i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indettà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0"/>
        </w:rPr>
        <w:t>quì.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l’epic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carbunar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travagliador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oscur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10" w:after="0" w:line="239" w:lineRule="auto"/>
        <w:ind w:left="105" w:right="48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militant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l’arest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pigliat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ricustruzzione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sensibul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sucet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7"/>
        </w:rPr>
        <w:t>rispunsabilit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stabilisc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ideal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vulunt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Demiurgu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incaricat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ideal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cutidian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arnes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l’iscrizzion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ubligat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stabilisc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SVALUTATA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exact"/>
        <w:ind w:left="105" w:right="512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necessit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critica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salut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l’evoluzion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ricerca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29"/>
          <w:pgSz w:w="11920" w:h="16840"/>
        </w:sectPr>
      </w:pPr>
      <w:rPr/>
    </w:p>
    <w:p>
      <w:pPr>
        <w:spacing w:before="74" w:after="0" w:line="270" w:lineRule="exact"/>
        <w:ind w:left="105" w:right="90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universitari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prupost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risposte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passiun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circador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0" w:lineRule="auto"/>
        <w:ind w:left="105" w:right="51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dibattitu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riprincipiatu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tradiziunal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mudern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l’interessa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innacqu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cuntenutu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muderna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l’interessan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mudellan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oralit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cuntenent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piglia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tremend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striscin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elettronic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puetica…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05" w:right="36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intrecc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prublematic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ribomban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svoglien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dibattit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CISMONT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fedelt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nuvità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feminil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cronach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RIGI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circav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3"/>
        </w:rPr>
        <w:t>pis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bilanci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novu.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direzzion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implica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ingagia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sbucin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cugnitiv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sugettu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situazi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facil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difficiul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d’osservazion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ideal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osservat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sucet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cumplicheghjan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sviluppu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l’archer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l’azzione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ubligat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purt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facil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2" w:after="0" w:line="270" w:lineRule="exact"/>
        <w:ind w:left="105" w:right="101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persunaghj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inturnienz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paradussale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situazione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doppi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piuttostu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arab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Khatibi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05" w:right="50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effett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parull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l’effett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precis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d’altr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principiat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Ghjacum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Thier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pagina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bianca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prosa.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riflett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l’ipotes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durant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culloqui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Raba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diretti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5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Khatib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publicat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titul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  <w:u w:val="single" w:color="000000"/>
        </w:rPr>
        <w:t>bilinguism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1985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indett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Eliane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Formentell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pretend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versificazione)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scrittura,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riebbi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mancanz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suddesfu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C’es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travai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rémunèr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défau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langue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l’écart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15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extrêm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conflictue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renoue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origin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s’arrache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famigliarit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68" w:lineRule="exact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mudesti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5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adupr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pruduzzione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facil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campacc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Boudjedra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arabu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inabitevul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eterne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porgh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novi,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schjarisc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l’andatur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scentifich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arnuvat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interessant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original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crederia.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05" w:right="485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individuu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sparghjer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cultura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minurit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d’intellettuali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l’adunit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armunios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d’individu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avviat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custruzzione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cumunitari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(i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u w:val="single" w:color="000000"/>
        </w:rPr>
        <w:t>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u w:val="single" w:color="000000"/>
        </w:rPr>
        <w:t>intellettuali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l’organizzazione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della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cultura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1969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9" w:after="0" w:line="241" w:lineRule="auto"/>
        <w:ind w:left="105" w:right="47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riconoscer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apertament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sterili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diventon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motric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formatric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istituzion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associativ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cioè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chius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30"/>
          <w:pgSz w:w="11920" w:h="16840"/>
        </w:sectPr>
      </w:pPr>
      <w:rPr/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7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GHJACUM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THIERS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7" w:lineRule="auto"/>
        <w:ind w:left="105" w:right="157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ASSAGHJ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BILANCI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CRITIC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LITERARIA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5" w:right="18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’7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litterari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pampan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rubuste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sticcarell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insischit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bilanciu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sempre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prest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sicur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marcat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generazione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maravigliass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veru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litterari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vidiss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vistiga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Lachemu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rispond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GHJACUM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THIERS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ragion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suddisfazione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recerne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mezu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mutiv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speranz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(P.M.).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05" w:right="578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Principiend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assaghj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bilanci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oghjinc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metutulugia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assai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l’ogett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definizion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ogettu.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533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difficiul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almanacc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bilanci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parechje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spiecan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minurizata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cundann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finisce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finiscenu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publicate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fundalizi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estetic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muderna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cunnosce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benissim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paradoss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creator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raru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essend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ignurant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l’indiferenz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l’istituzion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l’apparechj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aducativ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cutidian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17" w:after="0" w:line="270" w:lineRule="exact"/>
        <w:ind w:left="105" w:right="5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regione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officiale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sigur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venen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pruvà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palis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ricunnnosc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affari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39" w:lineRule="auto"/>
        <w:ind w:left="105" w:right="26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stabilit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amich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Sardegn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l’iniziativ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diviziosa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literarii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ammint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dipenden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relazion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rentabilit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cummercial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puderi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lealismu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taglieraghj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l’accort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l’argument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spostu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particulare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mezi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d’edizion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indiat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affirmazion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naziunalitari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dumandan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individualment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militanti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cumpurtament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individual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categuri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particular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l’ideulugia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diglossic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attitudine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avvene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affirmazion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passat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spiecan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preputente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preputenziat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cunsequenz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riassum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innalz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duminante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6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un’andatur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sbagliata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vulend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romp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duminazion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culturale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alità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finanziarii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listessi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d’issa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dispusizion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particular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porta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cullettivament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individualamente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marcu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psicologic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fiacchezz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pess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imisim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militant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9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accert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prulung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sparghjer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l’idee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cuncretu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pussibli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580" w:bottom="280" w:left="1320" w:right="1680"/>
          <w:footerReference w:type="default" r:id="rId31"/>
          <w:pgSz w:w="11920" w:h="16840"/>
        </w:sectPr>
      </w:pPr>
      <w:rPr/>
    </w:p>
    <w:p>
      <w:pPr>
        <w:spacing w:before="74" w:after="0" w:line="270" w:lineRule="exact"/>
        <w:ind w:left="105" w:right="51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94"/>
        </w:rPr>
        <w:t>valer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1"/>
        </w:rPr>
        <w:t>circ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sborr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editurial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quistone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vult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garba.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53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cundizi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ammint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spargugliata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frammentata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difficiul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busc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difficiul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opere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publicat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studii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assestat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urgent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studii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universitarii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l’ambient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assuciativu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primureghjan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nutrisc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l’opinion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intellettual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paese.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L’esistenz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ammintat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aduprat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ideologich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pulichi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cunsiderat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oghjinc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nostru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cuscenza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cagiuneghj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voglia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3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criticu.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459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cunsiderazion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imponen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ducumentari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fundal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necessari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indispensevul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vogl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ogettiv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l’ogettivit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sigur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tropp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impressiunisimu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suddisfatt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bisognu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ducumentariu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sughjettivu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definisc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criteri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l’attitudine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ball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travagliu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ducumentazion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literatura.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384" w:firstLine="6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3"/>
        </w:rPr>
        <w:t>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5"/>
        </w:rPr>
        <w:t>assest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tuttu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ciò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statu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publicat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duv’ell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3"/>
        </w:rPr>
        <w:t>quì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spiccan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quistione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rifless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68" w:lineRule="exact"/>
        <w:ind w:left="705" w:right="-20"/>
        <w:jc w:val="left"/>
        <w:tabs>
          <w:tab w:pos="10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vuler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ammintat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rializazione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65" w:right="3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libru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inedit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creazione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editurial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sucet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preputenziat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stabilisce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65" w:right="3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manuscritt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dattiluscritti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publicat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sfugliatini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irregular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interrotti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stalvatoghj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spiccati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15" w:after="0" w:line="270" w:lineRule="exact"/>
        <w:ind w:left="1065" w:right="69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buccon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giurnal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regiunal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lucali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bullittin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l’assoc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qualsiasi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reghjitoghj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mediatic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longu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difficiule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minutissimu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primura.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39" w:lineRule="auto"/>
        <w:ind w:left="1065" w:right="384" w:firstLine="-360"/>
        <w:jc w:val="left"/>
        <w:tabs>
          <w:tab w:pos="10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quistione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reghjitoghj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l’oralit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oralità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rispondi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mudern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editat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arrigistrat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frisgi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magnetich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publich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private)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aghjunghj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prublem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Ghjerman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Zerb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d’intellettual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d’esteti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rispett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glubal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cunservazione,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trascizzion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duttrin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ducumentari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analitic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l’essezz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l’opera.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tabs>
          <w:tab w:pos="10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rivalut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parè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65" w:right="38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valen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valen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trasmess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l’istituzion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sustenen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cunseguenz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d’issa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affirmazion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scart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definizion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classifich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accademich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caratterizat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viderem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32"/>
          <w:pgSz w:w="11920" w:h="16840"/>
        </w:sectPr>
      </w:pPr>
      <w:rPr/>
    </w:p>
    <w:p>
      <w:pPr>
        <w:spacing w:before="66" w:after="0" w:line="240" w:lineRule="auto"/>
        <w:ind w:left="10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parechje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differenziazion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rumanzu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racontu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cetera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l’ogett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studià.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705" w:right="-20"/>
        <w:jc w:val="left"/>
        <w:tabs>
          <w:tab w:pos="10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ghjudizi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pregiudizi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65" w:right="51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schis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un’attitudin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metudulogic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cunsiderat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ammintat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lasci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l’esigenz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qualità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ghjudizi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valor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minurizata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capidoper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nisu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fintant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definisc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dissign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sigur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circulazione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6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editurial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preambul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assiccant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indispensevul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pruv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l’assaghj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bilanci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annun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ziatu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precisione.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62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esaustiv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dumanderi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cunsider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invec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stalv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d’agent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culturali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generazione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1970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termin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Rinatu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ghjustificat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622" w:right="64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englober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appellatio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chématique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32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dernière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années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apporté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inébranlabr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autan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ésintéressée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contributio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comba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comba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travai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décape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semblai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momifi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ressemblait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masqu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lonialism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affublée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d’autr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peupl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uniqu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dépositair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indivis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constitue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restituer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manière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5"/>
        </w:rPr>
        <w:t>œuvr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commune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véritabl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réppropriatio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critique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constitue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travai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créatio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Vintes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Revue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française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d’études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u w:val="single" w:color="000000"/>
        </w:rPr>
        <w:t>politique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méditerranéennes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1977).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precision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amminteraghj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citeraghj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vuler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cunside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significativa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l’intenzion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spostu.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8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Allora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Lasci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longu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ghjustifica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3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mudernit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ria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izazione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strument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sparghjera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vicende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duttrin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prugramma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praticat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l’ADECEC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Diceraghj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prugramma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l’h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realizat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l’affol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giovan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3"/>
        </w:rPr>
        <w:t>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8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l’infilarat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capisc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cuntinuat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critica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l’inizi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mancanz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puderan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3"/>
        </w:rPr>
        <w:t>vult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particular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accenn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l’analisi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lampent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Ferrand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Pascal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Marchetti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cunferenz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Dumenicu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Geronim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1975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durant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l’universit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d’estat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1972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capartic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RIGIR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currispundenz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Letttera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Misinca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dibattit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76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spapersi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interessan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ducumentari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’interess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fidighjat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insegn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sviamentu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un’avvinta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sturcitur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prugramm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alamanaccat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1970.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05" w:right="54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rammintem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pruchjamat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cre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bastanza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2"/>
        </w:rPr>
        <w:t>cre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seguiteri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andati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rumpitur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strofa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pulisemic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lineariu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ceter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cetera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89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affaccat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unepoch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33"/>
          <w:pgSz w:w="11920" w:h="16840"/>
        </w:sectPr>
      </w:pPr>
      <w:rPr/>
    </w:p>
    <w:p>
      <w:pPr>
        <w:spacing w:before="66" w:after="0" w:line="239" w:lineRule="auto"/>
        <w:ind w:left="105" w:right="33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2"/>
        </w:rPr>
        <w:t>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8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accurghjim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197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versi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n’h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fuss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5"/>
        </w:rPr>
        <w:t>l’attivit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impurtantissim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grupp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influenzon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settantesch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arrocord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Ghjacum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dumandav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Duie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Patrizi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acconc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mucisa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passat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l’appochj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pupulariz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parangon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RIGIR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prud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attuale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ritorn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tradiziunal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nurmalizat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omanc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palesu.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05" w:right="488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sparghjer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sparghjer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affacc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adatt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cumpetenze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pedagugi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muderna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nate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cumponenu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filastrocc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tradiziunal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zitellesc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censu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descrizzion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analisi.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fenomen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interessanttissim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rimarc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cullaburazion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scrittori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197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Ghjuvanteram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Rocch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cantarin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(d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Festa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zitellin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Muvrini)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sensibiliz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maestr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bisogn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subitu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educativ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L’analiz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semantic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infurm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precisa,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l’insignant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schjarisc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custruisc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ghjorni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l’identit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oghjincata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ducumentazion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tamant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editat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ibretti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raconti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l’organisimi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official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(CRDP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CDDP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cutidian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maestr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zitell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riguard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ducumentari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" w:right="383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moss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rimarcat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dumini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custatteghj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figurett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rializazion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sinematografiche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avanzat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cunsiderem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prugress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stupiscen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attent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oghjinc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rumanze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riferenz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sapient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Hein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Klos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Berlinu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Zarko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Muljaci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Francfort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l’universit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Salzbourg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1"/>
        </w:rPr>
        <w:t>fà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l’occasion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XVIII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cungresu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filul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rumanze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principiav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cumunicazion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cantend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l’intellettuali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l’associ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41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bilanci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1970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svilupp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precis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duttrin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CHJAMAT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numer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(1980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Geronim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maestra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riflession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acuta…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incev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altrimente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simplific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pensa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…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5"/>
        </w:rPr>
        <w:t>custat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malgrad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prug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circ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mutivi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l’editor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34"/>
          <w:pgSz w:w="11920" w:h="16840"/>
        </w:sectPr>
      </w:pPr>
      <w:rPr/>
    </w:p>
    <w:p>
      <w:pPr>
        <w:spacing w:before="74" w:after="0" w:line="270" w:lineRule="exact"/>
        <w:ind w:left="105" w:right="51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9"/>
        </w:rPr>
        <w:t>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cacceran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oldi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cunseguenza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siguru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lighjitoghj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quessi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cagion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evident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4"/>
        </w:rPr>
        <w:t>spiic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8" w:after="0" w:line="238" w:lineRule="auto"/>
        <w:ind w:left="105" w:right="2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mancanz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!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tandu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imprem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lettu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stimul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appinzem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u w:val="single" w:color="000000"/>
        </w:rPr>
        <w:t>Cimiteriu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u w:val="single" w:color="0000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l’Elefant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Spasimat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seria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guard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struttur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l’element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narrativi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cumpunent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l’estetic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mudern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amminteraghj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issa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categur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u w:val="single" w:color="000000"/>
        </w:rPr>
        <w:t>Cunfin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Furest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parechje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cumpusizion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Ghjuvanluig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Moracchin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firmat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inedit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cunnisciut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l’ambient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assuciativ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universitariu.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622" w:right="897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accurghjim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entrut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quistione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39" w:lineRule="auto"/>
        <w:ind w:left="105" w:right="3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cuntrastata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pensat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ripensat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settantesch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dibattitu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ideologicu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tocc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ublem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ricunniscenz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preputenziat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illustrat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estetich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d’istituzion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pulitich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propiu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minuranz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egemonic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accettatu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spirit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criticu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tradizion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accademic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critic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francese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illustr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innalz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preputenziat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ghjunghj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sin’à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inghjenn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ricunniscenz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cunsecrazione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rumanzu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acculturazion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cumpless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diglossicu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Eu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pus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rumanzu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l’agranc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cuncettual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necessit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8"/>
        </w:rPr>
        <w:t>sviluppà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scunvi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l’analis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cuscenza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cultu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3"/>
        </w:rPr>
        <w:t>digi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acquist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original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deveri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sistematizat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allargat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corsa.Una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svilupp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struttuaralisti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cuntrastu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dificult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parturitu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n’accurghjissim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cunt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parenu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original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sputich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dicitur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ogh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4"/>
        </w:rPr>
        <w:t>pigli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parangon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disgrazi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KYR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nasc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gener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4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5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empiric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tipugrafi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paginazion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pensà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abb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avut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un’influenz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scrivitur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accunciat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limiti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materiali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truvem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un’infilarat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cuntenutu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sfarent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assumiglian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mischjat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stalvatoghju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l’oralit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tradiziunale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satir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murdace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racont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mudernu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schem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matricial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1"/>
        </w:rPr>
        <w:t>fà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ammentu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6"/>
        </w:rPr>
        <w:t>l’oralità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Rivaritu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  <w:t>Antonu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stalvatoghj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presentat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artifizi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interessant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5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persunagiu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Rivarit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editat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oralizat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scagnin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accumpagnat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sigur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l’intenzion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francà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l’ostacul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editurial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spiccan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inserisc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suminat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bocca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ristabilit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narradore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21"/>
        </w:rPr>
        <w:t>dì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2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cuntador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scontr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tempu.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84" w:right="554" w:firstLine="6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vicinanz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1"/>
        </w:rPr>
        <w:t>oralit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vuleri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ballu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13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3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un’impression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rifinitu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center"/>
        <w:spacing w:after="0"/>
        <w:sectPr>
          <w:pgMar w:footer="0" w:header="0" w:top="1340" w:bottom="280" w:left="1320" w:right="1680"/>
          <w:footerReference w:type="default" r:id="rId35"/>
          <w:pgSz w:w="11920" w:h="16840"/>
        </w:sectPr>
      </w:pPr>
      <w:rPr/>
    </w:p>
    <w:p>
      <w:pPr>
        <w:spacing w:before="67" w:after="0" w:line="238" w:lineRule="auto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appoghj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sundag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precis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parechj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ricacciat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prusadori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significativ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tutti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Ghjuvanluig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Moracchini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trovan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4"/>
        </w:rPr>
        <w:t>cunt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ghjunghjenu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l’oralit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integrazion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parangoni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buccate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vucich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indicador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riferenz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cutidian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d’oghje,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custruzzion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stampat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nant’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rumpiture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sintasiche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accurtatoghj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avvint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caratterist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l’oralit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4"/>
        </w:rPr>
        <w:t>cunt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spessu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7"/>
        </w:rPr>
        <w:t>l’eterugeneit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stilistic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mischj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registr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paragrafi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Certi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6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interpreteran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macerb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scumbatt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7"/>
        </w:rPr>
        <w:t>accunci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arnes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adatt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civilizazion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7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7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mudernità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verità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cunsider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cunseguenz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vitalit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partimuniale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70" w:lineRule="exact"/>
        <w:ind w:left="105" w:right="5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sputicu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inghjenn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opere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valor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ghhjuvend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cuntinu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7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dicitur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ragiunat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cutidiana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70" w:lineRule="exact"/>
        <w:ind w:left="105" w:right="70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accunsent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mudell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elaburat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internaziunal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intellettual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</w:p>
    <w:p>
      <w:pPr>
        <w:spacing w:before="0" w:after="0" w:line="263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1970.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2" w:after="0" w:line="270" w:lineRule="exact"/>
        <w:ind w:left="105" w:right="309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vuleri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aff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7"/>
        </w:rPr>
        <w:t>ammint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speccher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selezziunend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primura.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volgi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95"/>
        </w:rPr>
        <w:t>insign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2" w:after="0" w:line="270" w:lineRule="exact"/>
        <w:ind w:left="84" w:right="433" w:firstLine="-10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sputichezz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aduprat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dipend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cunsi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literatura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chjapp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aiut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arnes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105" w:right="3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difes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l’illustrazion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periculu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accett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stessa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definizione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prumuzione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spressione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persuas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l’inizi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libert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creazione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individual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cullettiva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tichju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persunal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pupular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fuss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un’antr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cuntrast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militantism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indiatur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precis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definizion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Dumenic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Geronim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197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0" w:after="0" w:line="239" w:lineRule="auto"/>
        <w:ind w:left="660" w:right="81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un’antr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sempr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l’altru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6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dicitura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l’inghjennatur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</w:p>
    <w:p>
      <w:pPr>
        <w:spacing w:before="0" w:after="0" w:line="270" w:lineRule="exact"/>
        <w:ind w:left="6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affirmazion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vulunt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principiendu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creat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pregiudiziu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custrett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cunsider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prublemm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scummod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populu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Vogliu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3"/>
        </w:rPr>
        <w:t>parl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livell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currente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spessu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invas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francisisim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cunsiderat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ghjudicat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sputic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ricusat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bastardume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l’alternanz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linguistica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switchin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linguisti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l’esistenz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variet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linguistica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cunseguenz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l’aculturazione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regiurnal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manigh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currispond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cumunicativ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particular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sucetà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d’oghje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Bast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gir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ragiunat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radiunfonic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8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8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animador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ascultadore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D’altrond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tea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Mascon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Ghjisepp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Butter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ghjovanu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5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sistematicament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pusizion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different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l’ambient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cunsiderat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pulitic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linguaghj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s’impone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parlant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individual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cullettiva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l’amparer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livell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36"/>
          <w:pgSz w:w="11920" w:h="16840"/>
        </w:sectPr>
      </w:pPr>
      <w:rPr/>
    </w:p>
    <w:p>
      <w:pPr>
        <w:spacing w:before="67" w:after="0" w:line="239" w:lineRule="auto"/>
        <w:ind w:left="105" w:right="57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aghjunt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dopranorm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accademica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literaria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4"/>
        </w:rPr>
        <w:t>ghjuc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4"/>
        </w:rPr>
        <w:t>libert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creatore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norma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scontru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cumpless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public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l’opera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Barthe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plaisi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L’analistu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studieghj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palesan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scelt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sucetà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ghjudizi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dopu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osinn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risigheghj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censor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tagli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creà.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5" w:right="354" w:firstLine="5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teuri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settanta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traduzz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aghju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cuntent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custat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attuale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arricord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cunsiderat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7"/>
        </w:rPr>
        <w:t>curiusit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stim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ignem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l’affar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puchissime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publicat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Lorc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fatte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Luci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Santucci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Multedo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isulatu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8" w:lineRule="exact"/>
        <w:ind w:left="105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l’estr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traduttore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38" w:lineRule="auto"/>
        <w:ind w:left="105" w:right="44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sistematich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cuntinueghja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Dumenic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Geronim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Ghjuva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Ghjaseppiu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Franchi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particular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l’antulugi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numer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  <w:u w:val="single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  <w:t>Lettre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attendant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u w:val="single" w:color="000000"/>
        </w:rPr>
        <w:t>Godo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demande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u w:val="single" w:color="000000"/>
        </w:rPr>
        <w:t>mariag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meiu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intrapres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purtat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mae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virtuusità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participeghjan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l’ideulugi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capidoper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diglissic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7" w:after="0" w:line="270" w:lineRule="exact"/>
        <w:ind w:left="105" w:right="3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cunnosc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riverisc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bastanz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creativit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sgualtrezz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valore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cuntribuzion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38" w:lineRule="auto"/>
        <w:ind w:left="105" w:right="4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ripruduzzion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travagliu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ghustificat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ragiunament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cagiuneghja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Altra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traduzzion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l’oper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spiec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benissim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sparghj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cursogun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cunniscenz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original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dinò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ricunniscenz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originalit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sputica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pratica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anticipat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sparghjer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l’opere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un’attività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39" w:lineRule="auto"/>
        <w:ind w:left="105" w:right="5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ambigu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ballu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sottucuscenza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plurilingu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praticheghjanu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d’element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fferenti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nascit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un’indentit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intrecci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l’evuluzion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cultur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st’epic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impurtant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l’avvene.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39" w:lineRule="auto"/>
        <w:ind w:left="150" w:right="534" w:firstLine="123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L’ultim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accust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riguard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prublemm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6"/>
        </w:rPr>
        <w:t>l’identit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in’infilarat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casat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trattan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direttament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indirettament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persunal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Rinaldi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Susini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Chiari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Filippini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Rogliano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Castell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Culioli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dinò.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incorn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leghjen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3"/>
        </w:rPr>
        <w:t>chì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1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l’avian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letti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’ideulugi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ghjudicheghja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cunced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neg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1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quessi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precis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pusizion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cursichezz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cursitudin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opera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realit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impremmen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5"/>
        </w:rPr>
        <w:t>insign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minut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strutture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50" w:right="5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l’aspett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l’opera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Un’ipotes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sigur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verbal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un’impalcatur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sputic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significat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96"/>
        </w:rPr>
        <w:t>cumunut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85"/>
        </w:rPr>
        <w:t>incart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sociolinguist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insign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adopr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funzion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suciale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spressione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literaria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cambian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scumbatt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traduc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material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verbal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taglia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impezz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</w:p>
    <w:p>
      <w:pPr>
        <w:spacing w:before="0" w:after="0" w:line="270" w:lineRule="exact"/>
        <w:ind w:left="15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soiu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bislingu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20" w:right="1680"/>
          <w:footerReference w:type="default" r:id="rId37"/>
          <w:pgSz w:w="11920" w:h="16840"/>
        </w:sectPr>
      </w:pPr>
      <w:rPr/>
    </w:p>
    <w:p>
      <w:pPr>
        <w:spacing w:before="66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pratic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risultat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0" w:lineRule="exact"/>
        <w:ind w:left="110" w:right="3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disciplin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psicolinguistic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dicen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riguradan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vicin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quiston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6"/>
        </w:rPr>
        <w:t>l’identità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cullettiv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individual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sianu.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7" w:lineRule="auto"/>
        <w:ind w:left="110" w:right="472" w:firstLine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averaghj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pruv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quistione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solu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3"/>
        </w:rPr>
        <w:t>vult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3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nant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affirmazion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l’azzion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1" w:lineRule="exact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affar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differenti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spiccat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pregiudizi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arradicatu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ufond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l’esistenz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salut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pudem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identific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literarii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qualsias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aduprata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stamp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corsa,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struttur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6"/>
        </w:rPr>
        <w:t>l’identit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viv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9"/>
        </w:rPr>
        <w:t>tramand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situazione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39" w:lineRule="auto"/>
        <w:ind w:left="110" w:right="5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linguaghjaghj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dumand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custatt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rivalut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analis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nostra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definizion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l’identit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tenend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l’insem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pussibilit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spression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offren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mutiv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chjaman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5"/>
        </w:rPr>
        <w:t>allarg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accresc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sforz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guard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cunsidereghj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literatur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rivendicazione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cursitudin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l’a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cuncern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individual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quand’ell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87"/>
        </w:rPr>
        <w:t>oghjinc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minurizata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piacè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l’interess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prufundit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travagliu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linguisticu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tecnic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scumbatt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altrò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1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chjod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fogli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mintend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parangon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assa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significativ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vit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cumpless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situazion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ambiguit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linguistica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u w:val="single" w:color="000000"/>
        </w:rPr>
        <w:t>Mal’Concili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Berger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u w:val="single" w:color="0000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  <w:t>morts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riferiment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cultural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87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7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inghjenn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meludi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canzon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bell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pupulare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Cusì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rumanz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peuma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l’orale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l’altr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popul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travagli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creazion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sfughj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pregiudizi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strade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centr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6"/>
        </w:rPr>
        <w:t>un’identit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micc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faciul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erb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fasciu.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chjam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d’ANTON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VEUVE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82" w:right="127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TOPONIMI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ANTONIMI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loch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Corsica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7" w:lineRule="auto"/>
        <w:ind w:left="110" w:right="489" w:firstLine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lochi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ognun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5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prununziati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paisani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paese.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Què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verit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indiscutabile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scrittur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‘s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nomi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sustitut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segnu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61" w:lineRule="exact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parlatu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cunform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‘s’evidenz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esempi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AIACCIU,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CORTI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1"/>
        </w:rPr>
        <w:t>SARTÈ).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9" w:after="0" w:line="241" w:lineRule="auto"/>
        <w:ind w:left="110" w:right="609" w:firstLine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uistion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altro’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l’abitant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l’isul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so’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cunvint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‘is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4"/>
        </w:rPr>
        <w:t>verità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6"/>
        </w:rPr>
        <w:t>dumandà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dinò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mez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l’infurmazione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rispecchjan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toponimî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0" w:right="504" w:firstLine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tratt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Frances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stend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cèlebre,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serîan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(VG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Françai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habiten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»)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devenu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5"/>
        </w:rPr>
        <w:t>ghjmb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davant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senten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arecchje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ricusessinu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un’intenzion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pulitic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s’infurficarî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linguaghj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un’intenzion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circarî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una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sculturazion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interna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irredentism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stagione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cuntradittor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serîanu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dunqu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doppiament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critichevuli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d’altrone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puderîan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84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un’rimprover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inghjust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l’utilizator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affirmat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parlat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maternu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universale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esprim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tuttu,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trascend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tuttu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nisun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ù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pudess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sol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depositari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tesor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ancestrale.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footer="0" w:header="0" w:top="1340" w:bottom="280" w:left="1360" w:right="1680"/>
          <w:footerReference w:type="default" r:id="rId38"/>
          <w:pgSz w:w="11920" w:h="16840"/>
        </w:sectPr>
      </w:pPr>
      <w:rPr/>
    </w:p>
    <w:p>
      <w:pPr>
        <w:spacing w:before="67" w:after="0" w:line="239" w:lineRule="auto"/>
        <w:ind w:left="110" w:right="428" w:firstLine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Ogn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ghjornu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tutt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cuscent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4"/>
        </w:rPr>
        <w:t>cursit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4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perch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volen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cunducen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cum’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tali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95"/>
        </w:rPr>
        <w:t>custat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guadrer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l’infurmazion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espress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89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9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8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toponimia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Quess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persistenz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un’occupazion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passat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po’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suspetta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ragiò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cert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amor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culunizat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culunizator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antic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ùn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0" w:lineRule="exact"/>
        <w:ind w:left="11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cerch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6"/>
        </w:rPr>
        <w:t>leghjittim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6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sculturazione.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9" w:lineRule="auto"/>
        <w:ind w:left="110" w:right="264" w:firstLine="5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Dumandendu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qualch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ì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81"/>
        </w:rPr>
        <w:t>fà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1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stess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Corse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soye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vou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même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»,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FM)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persunagi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vulsut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intend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sicuru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prim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5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75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fà,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ghjer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2"/>
        </w:rPr>
        <w:t>lav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2"/>
        </w:rPr>
        <w:t>à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facci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l’impront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sparita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scriv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d’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lochi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cum’ell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parlanu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ind’un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editat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insignat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oghj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afficialmente.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2" w:lineRule="auto"/>
        <w:ind w:left="620" w:right="3264" w:firstLine="358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lingu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corsa.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mani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figlioli.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40" w:lineRule="auto"/>
        <w:ind w:left="6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Sian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scritt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Cors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nom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loch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corsi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ghj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ò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«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Carthag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».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sectPr>
      <w:pgMar w:footer="0" w:header="0" w:top="1340" w:bottom="280" w:left="1360" w:right="1680"/>
      <w:footerReference w:type="default" r:id="rId39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Symbol">
    <w:altName w:val="Symbo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0.25pt;margin-top:746.593933pt;width:141.086pt;height:14pt;mso-position-horizontal-relative:page;mso-position-vertical-relative:page;z-index:-1838" type="#_x0000_t202" filled="f" stroked="f">
          <v:textbox inset="0,0,0,0">
            <w:txbxContent>
              <w:p>
                <w:pPr>
                  <w:spacing w:before="0" w:after="0" w:line="265" w:lineRule="exact"/>
                  <w:ind w:left="20" w:right="-56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inn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titul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so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’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11"/>
                    <w:w w:val="100"/>
                  </w:rPr>
                  <w:t>manuscritt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u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26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:</w:t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8pt;margin-top:746.593933pt;width:110.000606pt;height:14pt;mso-position-horizontal-relative:page;mso-position-vertical-relative:page;z-index:-1837" type="#_x0000_t202" filled="f" stroked="f">
          <v:textbox inset="0,0,0,0">
            <w:txbxContent>
              <w:p>
                <w:pPr>
                  <w:spacing w:before="0" w:after="0" w:line="265" w:lineRule="exact"/>
                  <w:ind w:left="20" w:right="-56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9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9"/>
                    <w:w w:val="100"/>
                  </w:rPr>
                  <w:t>babigli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9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9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-9"/>
                    <w:w w:val="100"/>
                  </w:rPr>
                  <w:t>rundinedha.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footer" Target="footer18.xml"/><Relationship Id="rId23" Type="http://schemas.openxmlformats.org/officeDocument/2006/relationships/footer" Target="footer19.xml"/><Relationship Id="rId24" Type="http://schemas.openxmlformats.org/officeDocument/2006/relationships/footer" Target="footer20.xml"/><Relationship Id="rId25" Type="http://schemas.openxmlformats.org/officeDocument/2006/relationships/footer" Target="footer21.xml"/><Relationship Id="rId26" Type="http://schemas.openxmlformats.org/officeDocument/2006/relationships/footer" Target="footer22.xml"/><Relationship Id="rId27" Type="http://schemas.openxmlformats.org/officeDocument/2006/relationships/footer" Target="footer23.xml"/><Relationship Id="rId28" Type="http://schemas.openxmlformats.org/officeDocument/2006/relationships/footer" Target="footer24.xml"/><Relationship Id="rId29" Type="http://schemas.openxmlformats.org/officeDocument/2006/relationships/footer" Target="footer25.xml"/><Relationship Id="rId30" Type="http://schemas.openxmlformats.org/officeDocument/2006/relationships/footer" Target="footer26.xml"/><Relationship Id="rId31" Type="http://schemas.openxmlformats.org/officeDocument/2006/relationships/footer" Target="footer27.xml"/><Relationship Id="rId32" Type="http://schemas.openxmlformats.org/officeDocument/2006/relationships/footer" Target="footer28.xml"/><Relationship Id="rId33" Type="http://schemas.openxmlformats.org/officeDocument/2006/relationships/footer" Target="footer29.xml"/><Relationship Id="rId34" Type="http://schemas.openxmlformats.org/officeDocument/2006/relationships/footer" Target="footer30.xml"/><Relationship Id="rId35" Type="http://schemas.openxmlformats.org/officeDocument/2006/relationships/footer" Target="footer31.xml"/><Relationship Id="rId36" Type="http://schemas.openxmlformats.org/officeDocument/2006/relationships/footer" Target="footer32.xml"/><Relationship Id="rId37" Type="http://schemas.openxmlformats.org/officeDocument/2006/relationships/footer" Target="footer33.xml"/><Relationship Id="rId38" Type="http://schemas.openxmlformats.org/officeDocument/2006/relationships/footer" Target="footer34.xml"/><Relationship Id="rId39" Type="http://schemas.openxmlformats.org/officeDocument/2006/relationships/footer" Target="footer3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litteraturacorsascritta</dc:title>
  <dcterms:created xsi:type="dcterms:W3CDTF">2012-07-12T14:53:12Z</dcterms:created>
  <dcterms:modified xsi:type="dcterms:W3CDTF">2012-07-12T14:53:12Z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2000-10-18T00:00:00Z</vt:filetime>
  </property>
  <property fmtid="{D5CDD505-2E9C-101B-9397-08002B2CF9AE}" pid="3" name="LastSaved">
    <vt:filetime>2012-07-12T00:00:00Z</vt:filetime>
  </property>
</Properties>
</file>